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540E" w:rsidRPr="00A2540E" w:rsidRDefault="00A2540E" w:rsidP="00A2540E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2540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306157" w:rsidRPr="00306157">
        <w:rPr>
          <w:rFonts w:ascii="Arial" w:eastAsia="Times New Roman" w:hAnsi="Arial" w:cs="Arial"/>
          <w:bCs/>
          <w:sz w:val="24"/>
          <w:szCs w:val="20"/>
          <w:lang w:eastAsia="pl-PL"/>
        </w:rPr>
        <w:t>2</w:t>
      </w:r>
      <w:r w:rsidRPr="00A2540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A2540E" w:rsidRPr="00A2540E" w:rsidTr="009B1625">
        <w:tc>
          <w:tcPr>
            <w:tcW w:w="2800" w:type="dxa"/>
            <w:shd w:val="clear" w:color="auto" w:fill="auto"/>
          </w:tcPr>
          <w:p w:rsidR="00A2540E" w:rsidRPr="00A2540E" w:rsidRDefault="00A2540E" w:rsidP="00A2540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A2540E" w:rsidRPr="00A2540E" w:rsidRDefault="00A2540E" w:rsidP="00A2540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A2540E" w:rsidRPr="00A2540E" w:rsidRDefault="00A2540E" w:rsidP="00A2540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A2540E" w:rsidRPr="00A2540E" w:rsidRDefault="00A2540E" w:rsidP="00A2540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A2540E" w:rsidRPr="00A2540E" w:rsidTr="009B1625">
        <w:tc>
          <w:tcPr>
            <w:tcW w:w="2800" w:type="dxa"/>
            <w:shd w:val="clear" w:color="auto" w:fill="auto"/>
          </w:tcPr>
          <w:p w:rsidR="00A2540E" w:rsidRPr="00A2540E" w:rsidRDefault="00A2540E" w:rsidP="00A2540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A2540E" w:rsidRPr="00A2540E" w:rsidRDefault="00A2540E" w:rsidP="00A2540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A2540E" w:rsidRPr="00A2540E" w:rsidRDefault="00A2540E" w:rsidP="00A2540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A2540E" w:rsidRPr="00A2540E" w:rsidRDefault="00A2540E" w:rsidP="00A2540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:rsidR="0057252E" w:rsidRPr="008B745A" w:rsidRDefault="0057252E" w:rsidP="008B745A">
      <w:pPr>
        <w:tabs>
          <w:tab w:val="center" w:pos="4536"/>
          <w:tab w:val="right" w:pos="9072"/>
        </w:tabs>
        <w:spacing w:before="240"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57252E" w:rsidRPr="005657EB" w:rsidTr="0036631E">
        <w:tc>
          <w:tcPr>
            <w:tcW w:w="9104" w:type="dxa"/>
            <w:shd w:val="clear" w:color="auto" w:fill="F2F2F2"/>
          </w:tcPr>
          <w:p w:rsidR="00A2540E" w:rsidRDefault="0057252E" w:rsidP="0036631E">
            <w:pPr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657EB">
              <w:rPr>
                <w:rFonts w:ascii="Arial" w:hAnsi="Arial" w:cs="Arial"/>
                <w:b/>
                <w:sz w:val="24"/>
                <w:szCs w:val="24"/>
              </w:rPr>
              <w:t>WYKAZ CZ</w:t>
            </w:r>
            <w:r w:rsidRPr="005657EB">
              <w:rPr>
                <w:rFonts w:ascii="Arial" w:eastAsia="TimesNewRoman" w:hAnsi="Arial" w:cs="Arial"/>
                <w:b/>
                <w:sz w:val="24"/>
                <w:szCs w:val="24"/>
              </w:rPr>
              <w:t>ĘŚ</w:t>
            </w:r>
            <w:r w:rsidRPr="005657EB">
              <w:rPr>
                <w:rFonts w:ascii="Arial" w:hAnsi="Arial" w:cs="Arial"/>
                <w:b/>
                <w:sz w:val="24"/>
                <w:szCs w:val="24"/>
              </w:rPr>
              <w:t xml:space="preserve">CI ZAMÓWIENIA, KTÓRYCH WYKONANIE </w:t>
            </w:r>
          </w:p>
          <w:p w:rsidR="0057252E" w:rsidRDefault="0057252E" w:rsidP="00A2540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657EB">
              <w:rPr>
                <w:rFonts w:ascii="Arial" w:hAnsi="Arial" w:cs="Arial"/>
                <w:b/>
                <w:sz w:val="24"/>
                <w:szCs w:val="24"/>
              </w:rPr>
              <w:t>WYKONAWCA ZAMIERZA POWIERZY</w:t>
            </w:r>
            <w:r w:rsidRPr="005657EB">
              <w:rPr>
                <w:rFonts w:ascii="Arial" w:eastAsia="TimesNewRoman" w:hAnsi="Arial" w:cs="Arial"/>
                <w:b/>
                <w:sz w:val="24"/>
                <w:szCs w:val="24"/>
              </w:rPr>
              <w:t xml:space="preserve">Ć </w:t>
            </w:r>
            <w:r w:rsidRPr="005657EB">
              <w:rPr>
                <w:rFonts w:ascii="Arial" w:hAnsi="Arial" w:cs="Arial"/>
                <w:b/>
                <w:sz w:val="24"/>
                <w:szCs w:val="24"/>
              </w:rPr>
              <w:t>PODWYKONAWCOM</w:t>
            </w:r>
          </w:p>
          <w:p w:rsidR="00A2540E" w:rsidRPr="00A2540E" w:rsidRDefault="00A2540E" w:rsidP="00A2540E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b/>
                <w:i/>
                <w:iCs/>
                <w:color w:val="0070C0"/>
                <w:sz w:val="20"/>
                <w:szCs w:val="20"/>
              </w:rPr>
            </w:pPr>
            <w:r w:rsidRPr="00A2540E">
              <w:rPr>
                <w:rFonts w:ascii="Arial" w:hAnsi="Arial" w:cs="Arial"/>
                <w:b/>
                <w:bCs/>
                <w:i/>
                <w:iCs/>
                <w:color w:val="0070C0"/>
                <w:sz w:val="20"/>
                <w:szCs w:val="20"/>
              </w:rPr>
              <w:t>UWAGA!</w:t>
            </w:r>
            <w:r w:rsidR="008B745A">
              <w:rPr>
                <w:rFonts w:ascii="Arial" w:hAnsi="Arial" w:cs="Arial"/>
                <w:b/>
                <w:bCs/>
                <w:i/>
                <w:iCs/>
                <w:color w:val="0070C0"/>
                <w:sz w:val="20"/>
                <w:szCs w:val="20"/>
              </w:rPr>
              <w:t xml:space="preserve"> </w:t>
            </w:r>
            <w:r w:rsidRPr="00A2540E">
              <w:rPr>
                <w:rFonts w:ascii="Arial" w:hAnsi="Arial" w:cs="Arial"/>
                <w:i/>
                <w:iCs/>
                <w:color w:val="0070C0"/>
                <w:sz w:val="20"/>
                <w:szCs w:val="20"/>
              </w:rPr>
              <w:t xml:space="preserve">Wykonawca jest zobowiązany do wypełnienia i dołączenia niniejszego </w:t>
            </w:r>
            <w:r w:rsidR="008B745A">
              <w:rPr>
                <w:rFonts w:ascii="Arial" w:hAnsi="Arial" w:cs="Arial"/>
                <w:i/>
                <w:iCs/>
                <w:color w:val="0070C0"/>
                <w:sz w:val="20"/>
                <w:szCs w:val="20"/>
              </w:rPr>
              <w:t>dokumentu</w:t>
            </w:r>
            <w:r w:rsidRPr="00A2540E">
              <w:rPr>
                <w:rFonts w:ascii="Arial" w:hAnsi="Arial" w:cs="Arial"/>
                <w:i/>
                <w:iCs/>
                <w:color w:val="0070C0"/>
                <w:sz w:val="20"/>
                <w:szCs w:val="20"/>
              </w:rPr>
              <w:t xml:space="preserve"> do składanej oferty tylko w przypadku, gdy powierzy wykonanie części zamówienia Podwykonawcom</w:t>
            </w:r>
          </w:p>
        </w:tc>
      </w:tr>
    </w:tbl>
    <w:p w:rsidR="00A2540E" w:rsidRPr="00A2540E" w:rsidRDefault="00A2540E" w:rsidP="00A2540E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540E">
        <w:rPr>
          <w:rFonts w:ascii="Arial" w:eastAsia="Times New Roman" w:hAnsi="Arial" w:cs="Arial"/>
          <w:sz w:val="24"/>
          <w:szCs w:val="24"/>
          <w:lang w:eastAsia="pl-PL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2540E" w:rsidRPr="00A2540E" w:rsidTr="009B1625">
        <w:tc>
          <w:tcPr>
            <w:tcW w:w="2269" w:type="dxa"/>
            <w:shd w:val="clear" w:color="auto" w:fill="auto"/>
          </w:tcPr>
          <w:p w:rsidR="00A2540E" w:rsidRPr="00A2540E" w:rsidRDefault="00A2540E" w:rsidP="00A2540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A2540E" w:rsidRPr="00A2540E" w:rsidRDefault="00306157" w:rsidP="00A2540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0615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Przebudowa, rozbudowa i zmiana sposobu użytkowania części budynku przychodni zdrowia na potrzeby Gminnego Żłobka w ramach Programu rozwoju instytucji opieki nad dziećmi w wieku do lat 3 "MALUCH+" 2022-2029</w:t>
            </w:r>
            <w:r w:rsidR="00A2540E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306157" w:rsidRPr="00A2540E" w:rsidTr="00FC5C1D">
        <w:tc>
          <w:tcPr>
            <w:tcW w:w="2269" w:type="dxa"/>
            <w:shd w:val="clear" w:color="auto" w:fill="auto"/>
          </w:tcPr>
          <w:p w:rsidR="00306157" w:rsidRPr="00A2540E" w:rsidRDefault="00306157" w:rsidP="00FC5C1D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:rsidR="00306157" w:rsidRPr="00A2540E" w:rsidRDefault="00306157" w:rsidP="00FC5C1D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0615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ZP.271.3.10.2024</w:t>
            </w:r>
          </w:p>
        </w:tc>
      </w:tr>
    </w:tbl>
    <w:p w:rsidR="008F2498" w:rsidRDefault="00306157" w:rsidP="00A2540E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A2540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2540E" w:rsidRPr="00A2540E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Pr="00306157">
        <w:rPr>
          <w:rFonts w:ascii="Arial" w:eastAsia="Times New Roman" w:hAnsi="Arial" w:cs="Arial"/>
          <w:b/>
          <w:sz w:val="24"/>
          <w:szCs w:val="24"/>
          <w:lang w:eastAsia="pl-PL"/>
        </w:rPr>
        <w:t>Gmina Kamienica Polska</w:t>
      </w:r>
      <w:r w:rsidR="00A2540E" w:rsidRPr="00A2540E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A2540E" w:rsidRPr="00A2540E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="00A2540E">
        <w:rPr>
          <w:rFonts w:ascii="Arial" w:eastAsia="Times New Roman" w:hAnsi="Arial" w:cs="Arial"/>
          <w:sz w:val="24"/>
          <w:szCs w:val="24"/>
          <w:lang w:eastAsia="pl-PL"/>
        </w:rPr>
        <w:t>(y)</w:t>
      </w:r>
      <w:r w:rsidR="00A2540E" w:rsidRPr="00A2540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A2540E">
        <w:rPr>
          <w:rFonts w:ascii="Arial" w:eastAsia="Times New Roman" w:hAnsi="Arial" w:cs="Arial"/>
          <w:bCs/>
          <w:sz w:val="24"/>
          <w:szCs w:val="24"/>
          <w:lang w:eastAsia="pl-PL"/>
        </w:rPr>
        <w:t>i</w:t>
      </w:r>
      <w:r w:rsidR="00A2540E" w:rsidRPr="00A2540E">
        <w:rPr>
          <w:rFonts w:ascii="Arial" w:eastAsia="Times New Roman" w:hAnsi="Arial" w:cs="Arial"/>
          <w:bCs/>
          <w:sz w:val="24"/>
          <w:szCs w:val="24"/>
          <w:lang w:eastAsia="pl-PL"/>
        </w:rPr>
        <w:t>ż</w:t>
      </w:r>
      <w:r w:rsidR="00A2540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A56A6F" w:rsidRPr="005657EB">
        <w:rPr>
          <w:rFonts w:ascii="Arial" w:hAnsi="Arial" w:cs="Arial"/>
          <w:sz w:val="24"/>
          <w:szCs w:val="24"/>
        </w:rPr>
        <w:t>w przedmiot</w:t>
      </w:r>
      <w:r w:rsidR="00E631B6" w:rsidRPr="005657EB">
        <w:rPr>
          <w:rFonts w:ascii="Arial" w:hAnsi="Arial" w:cs="Arial"/>
          <w:sz w:val="24"/>
          <w:szCs w:val="24"/>
        </w:rPr>
        <w:t xml:space="preserve">owym postępowaniu </w:t>
      </w:r>
      <w:r w:rsidR="005A0158" w:rsidRPr="005657EB">
        <w:rPr>
          <w:rFonts w:ascii="Arial" w:hAnsi="Arial" w:cs="Arial"/>
          <w:sz w:val="24"/>
          <w:szCs w:val="24"/>
        </w:rPr>
        <w:t>zamierzamy powierzyć Podwykonawcom wykonanie następujących</w:t>
      </w:r>
      <w:r w:rsidR="00A56A6F" w:rsidRPr="005657EB">
        <w:rPr>
          <w:rFonts w:ascii="Arial" w:hAnsi="Arial" w:cs="Arial"/>
          <w:sz w:val="24"/>
          <w:szCs w:val="24"/>
        </w:rPr>
        <w:t xml:space="preserve"> części zamówienia:</w:t>
      </w:r>
    </w:p>
    <w:tbl>
      <w:tblPr>
        <w:tblW w:w="9072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3260"/>
      </w:tblGrid>
      <w:tr w:rsidR="00A2540E" w:rsidRPr="00A2540E" w:rsidTr="00A2540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A2540E" w:rsidRPr="00A2540E" w:rsidRDefault="00A2540E" w:rsidP="00A254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A2540E" w:rsidRPr="00A2540E" w:rsidRDefault="00A2540E" w:rsidP="00A254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Opis części zamówienia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A2540E" w:rsidRPr="00A2540E" w:rsidRDefault="00A2540E" w:rsidP="00A254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Podwykonawcy</w:t>
            </w:r>
          </w:p>
        </w:tc>
      </w:tr>
      <w:tr w:rsidR="00A2540E" w:rsidRPr="00A2540E" w:rsidTr="00A2540E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40E" w:rsidRPr="00A2540E" w:rsidRDefault="00A2540E" w:rsidP="00A2540E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40E" w:rsidRPr="00A2540E" w:rsidRDefault="00A2540E" w:rsidP="00A2540E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40E" w:rsidRPr="00A2540E" w:rsidRDefault="00A2540E" w:rsidP="00A2540E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2540E" w:rsidRPr="00A2540E" w:rsidTr="00A2540E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40E" w:rsidRPr="00A2540E" w:rsidRDefault="00A2540E" w:rsidP="00A2540E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40E" w:rsidRPr="00A2540E" w:rsidRDefault="00A2540E" w:rsidP="00A2540E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40E" w:rsidRPr="00A2540E" w:rsidRDefault="00A2540E" w:rsidP="00A2540E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8B745A" w:rsidRDefault="008B745A" w:rsidP="008B745A">
      <w:pPr>
        <w:autoSpaceDE w:val="0"/>
        <w:autoSpaceDN w:val="0"/>
        <w:adjustRightInd w:val="0"/>
        <w:spacing w:after="48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8B745A" w:rsidRPr="008B745A" w:rsidTr="009B1625">
        <w:tc>
          <w:tcPr>
            <w:tcW w:w="2660" w:type="dxa"/>
            <w:shd w:val="clear" w:color="auto" w:fill="auto"/>
          </w:tcPr>
          <w:p w:rsidR="008B745A" w:rsidRPr="008B745A" w:rsidRDefault="008B745A" w:rsidP="008B745A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8B745A" w:rsidRPr="008B745A" w:rsidRDefault="008B745A" w:rsidP="008B745A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:rsidR="008B745A" w:rsidRPr="008B745A" w:rsidRDefault="008B745A" w:rsidP="008B745A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8B745A" w:rsidRPr="008B745A" w:rsidRDefault="008B745A" w:rsidP="008B745A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8B745A" w:rsidRPr="008B745A" w:rsidRDefault="008B745A" w:rsidP="008B745A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8B745A" w:rsidRPr="008B745A" w:rsidRDefault="008B745A" w:rsidP="008B745A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306157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:rsidR="00025386" w:rsidRPr="005657EB" w:rsidRDefault="00025386" w:rsidP="008B745A">
      <w:pPr>
        <w:spacing w:after="0"/>
        <w:rPr>
          <w:rFonts w:ascii="Arial" w:hAnsi="Arial" w:cs="Arial"/>
          <w:sz w:val="18"/>
          <w:szCs w:val="18"/>
        </w:rPr>
      </w:pPr>
    </w:p>
    <w:sectPr w:rsidR="00025386" w:rsidRPr="005657EB" w:rsidSect="00A254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2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045C9" w:rsidRDefault="005045C9" w:rsidP="00025386">
      <w:pPr>
        <w:spacing w:after="0" w:line="240" w:lineRule="auto"/>
      </w:pPr>
      <w:r>
        <w:separator/>
      </w:r>
    </w:p>
  </w:endnote>
  <w:endnote w:type="continuationSeparator" w:id="0">
    <w:p w:rsidR="005045C9" w:rsidRDefault="005045C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6157" w:rsidRDefault="003061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25386" w:rsidRDefault="00A56A6F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1026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 w:rsidR="00A2540E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E405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E405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6157" w:rsidRDefault="003061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045C9" w:rsidRDefault="005045C9" w:rsidP="00025386">
      <w:pPr>
        <w:spacing w:after="0" w:line="240" w:lineRule="auto"/>
      </w:pPr>
      <w:r>
        <w:separator/>
      </w:r>
    </w:p>
  </w:footnote>
  <w:footnote w:type="continuationSeparator" w:id="0">
    <w:p w:rsidR="005045C9" w:rsidRDefault="005045C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6157" w:rsidRDefault="003061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6157" w:rsidRDefault="0030615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6157" w:rsidRDefault="003061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revisionView w:inkAnnotation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45C9"/>
    <w:rsid w:val="00025386"/>
    <w:rsid w:val="00101B40"/>
    <w:rsid w:val="001C2314"/>
    <w:rsid w:val="00306157"/>
    <w:rsid w:val="0036631E"/>
    <w:rsid w:val="003C30EF"/>
    <w:rsid w:val="005045C9"/>
    <w:rsid w:val="005428E4"/>
    <w:rsid w:val="005624D8"/>
    <w:rsid w:val="005657EB"/>
    <w:rsid w:val="0057252E"/>
    <w:rsid w:val="005A0158"/>
    <w:rsid w:val="0069796D"/>
    <w:rsid w:val="008B745A"/>
    <w:rsid w:val="008E405A"/>
    <w:rsid w:val="008F2498"/>
    <w:rsid w:val="009B1625"/>
    <w:rsid w:val="00A2540E"/>
    <w:rsid w:val="00A56A6F"/>
    <w:rsid w:val="00D55FC4"/>
    <w:rsid w:val="00E631B6"/>
    <w:rsid w:val="00F16E93"/>
    <w:rsid w:val="00F96483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E54CB759-B4AF-42BD-8531-728C7317A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W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Wawrzyńczak</dc:creator>
  <cp:keywords/>
  <dc:description/>
  <cp:lastModifiedBy>Anna Wawrzyńczak</cp:lastModifiedBy>
  <cp:revision>2</cp:revision>
  <dcterms:created xsi:type="dcterms:W3CDTF">2024-07-12T06:33:00Z</dcterms:created>
  <dcterms:modified xsi:type="dcterms:W3CDTF">2024-07-12T06:33:00Z</dcterms:modified>
</cp:coreProperties>
</file>