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321F" w14:textId="646E139B" w:rsidR="00025386" w:rsidRPr="00EF0513" w:rsidRDefault="00657A47" w:rsidP="00A137C9">
      <w:pPr>
        <w:pStyle w:val="Nagwek4"/>
        <w:spacing w:after="600" w:line="276" w:lineRule="auto"/>
        <w:rPr>
          <w:bCs/>
          <w:i w:val="0"/>
          <w:szCs w:val="24"/>
        </w:rPr>
      </w:pPr>
      <w:bookmarkStart w:id="0" w:name="_Hlk60301409"/>
      <w:r w:rsidRPr="00EF0513">
        <w:rPr>
          <w:bCs/>
          <w:i w:val="0"/>
          <w:szCs w:val="24"/>
        </w:rPr>
        <w:t xml:space="preserve">Załącznik nr </w:t>
      </w:r>
      <w:r w:rsidR="00B3405E">
        <w:rPr>
          <w:bCs/>
          <w:i w:val="0"/>
          <w:szCs w:val="24"/>
        </w:rPr>
        <w:t>4</w:t>
      </w:r>
      <w:r w:rsidR="007666D6" w:rsidRPr="00EF0513">
        <w:rPr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53927" w:rsidRPr="00EF0513" w14:paraId="1963543F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90A74E" w14:textId="77777777" w:rsidR="008D442B" w:rsidRPr="00EF0513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0513">
              <w:rPr>
                <w:rFonts w:ascii="Times New Roman" w:hAnsi="Times New Roman"/>
                <w:b/>
                <w:sz w:val="28"/>
                <w:szCs w:val="28"/>
              </w:rPr>
              <w:t xml:space="preserve">OŚWIADCZENIE WYKONAWCÓW </w:t>
            </w:r>
          </w:p>
          <w:p w14:paraId="236F1F39" w14:textId="77777777" w:rsidR="00053927" w:rsidRPr="00EF0513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0513">
              <w:rPr>
                <w:rFonts w:ascii="Times New Roman" w:hAnsi="Times New Roman"/>
                <w:b/>
                <w:sz w:val="28"/>
                <w:szCs w:val="28"/>
              </w:rPr>
              <w:t>WSPÓLNIE UBIEGAJĄCYCH SIĘ O UDZIELENIE ZAMÓWIENIA</w:t>
            </w:r>
            <w:r w:rsidR="00053927" w:rsidRPr="00EF051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790D96E9" w14:textId="77777777" w:rsidR="00053927" w:rsidRPr="00EF0513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F0513">
              <w:rPr>
                <w:rFonts w:ascii="Times New Roman" w:hAnsi="Times New Roman"/>
                <w:color w:val="0070C0"/>
                <w:sz w:val="20"/>
                <w:szCs w:val="20"/>
                <w:u w:val="single"/>
              </w:rPr>
              <w:t>Uwaga</w:t>
            </w:r>
            <w:r w:rsidRPr="00EF0513">
              <w:rPr>
                <w:rFonts w:ascii="Times New Roman" w:hAnsi="Times New Roman"/>
                <w:color w:val="0070C0"/>
                <w:sz w:val="20"/>
                <w:szCs w:val="20"/>
              </w:rPr>
              <w:t xml:space="preserve">: 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W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ykonawc</w:t>
            </w:r>
            <w:r w:rsidR="00B641BE"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EF0513">
              <w:rPr>
                <w:rFonts w:ascii="Times New Roman" w:hAnsi="Times New Roman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12A3A212" w14:textId="77777777" w:rsidR="00A137C9" w:rsidRPr="00EF0513" w:rsidRDefault="00A137C9" w:rsidP="00A137C9">
      <w:pPr>
        <w:spacing w:before="60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F0513">
        <w:rPr>
          <w:rFonts w:ascii="Times New Roman" w:hAnsi="Times New Roman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EF0513" w14:paraId="1A84DC63" w14:textId="77777777" w:rsidTr="004F10A0">
        <w:tc>
          <w:tcPr>
            <w:tcW w:w="2269" w:type="dxa"/>
            <w:shd w:val="clear" w:color="auto" w:fill="auto"/>
          </w:tcPr>
          <w:p w14:paraId="2A8D5452" w14:textId="77777777" w:rsidR="00A137C9" w:rsidRPr="00EF0513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0AE8A815" w14:textId="77777777" w:rsidR="00A137C9" w:rsidRPr="00EF0513" w:rsidRDefault="0064535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645359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Jednorazowe wyroby medyczne - powtórka</w:t>
            </w:r>
            <w:r w:rsidR="00A137C9" w:rsidRPr="00EF0513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45359" w:rsidRPr="00EF0513" w14:paraId="281BFC81" w14:textId="77777777" w:rsidTr="00E7510E">
        <w:tc>
          <w:tcPr>
            <w:tcW w:w="2269" w:type="dxa"/>
            <w:shd w:val="clear" w:color="auto" w:fill="auto"/>
          </w:tcPr>
          <w:p w14:paraId="760782A0" w14:textId="77777777" w:rsidR="00645359" w:rsidRPr="00EF0513" w:rsidRDefault="00645359" w:rsidP="00E7510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192B2AF7" w14:textId="77777777" w:rsidR="00645359" w:rsidRPr="00EF0513" w:rsidRDefault="00645359" w:rsidP="00E7510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645359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14-P-25</w:t>
            </w:r>
          </w:p>
        </w:tc>
      </w:tr>
    </w:tbl>
    <w:p w14:paraId="54B2B23C" w14:textId="77777777" w:rsidR="00A137C9" w:rsidRPr="00EF0513" w:rsidRDefault="00A137C9" w:rsidP="00A137C9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</w:p>
    <w:p w14:paraId="666C8BAD" w14:textId="77777777" w:rsidR="003A486D" w:rsidRPr="00EF0513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0513">
        <w:rPr>
          <w:rFonts w:ascii="Times New Roman" w:hAnsi="Times New Roman"/>
          <w:sz w:val="24"/>
          <w:szCs w:val="24"/>
        </w:rPr>
        <w:t xml:space="preserve">prowadzonego przez </w:t>
      </w:r>
      <w:r w:rsidR="00645359" w:rsidRPr="00645359">
        <w:rPr>
          <w:rFonts w:ascii="Times New Roman" w:hAnsi="Times New Roman"/>
          <w:b/>
          <w:sz w:val="24"/>
          <w:szCs w:val="24"/>
        </w:rPr>
        <w:t>Szpital Miejski nr 4 w Gliwicach Sp. z o.o.</w:t>
      </w:r>
      <w:r w:rsidRPr="00EF0513">
        <w:rPr>
          <w:rFonts w:ascii="Times New Roman" w:hAnsi="Times New Roman"/>
          <w:b/>
          <w:sz w:val="24"/>
          <w:szCs w:val="24"/>
        </w:rPr>
        <w:t>,</w:t>
      </w:r>
      <w:r w:rsidRPr="00EF0513">
        <w:rPr>
          <w:rFonts w:ascii="Times New Roman" w:hAnsi="Times New Roman"/>
          <w:sz w:val="24"/>
          <w:szCs w:val="24"/>
        </w:rPr>
        <w:t xml:space="preserve"> d</w:t>
      </w:r>
      <w:r w:rsidR="008D442B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ziałając </w:t>
      </w:r>
      <w:r w:rsidR="003A486D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EF0513">
        <w:rPr>
          <w:rFonts w:ascii="Times New Roman" w:eastAsia="Times New Roman" w:hAnsi="Times New Roman"/>
          <w:sz w:val="24"/>
          <w:szCs w:val="24"/>
          <w:lang w:eastAsia="pl-PL"/>
        </w:rPr>
        <w:t>składzie:</w:t>
      </w:r>
    </w:p>
    <w:p w14:paraId="6D374A8E" w14:textId="77777777" w:rsidR="00A137C9" w:rsidRPr="00EF0513" w:rsidRDefault="00A137C9" w:rsidP="00A137C9">
      <w:pPr>
        <w:pStyle w:val="Akapitzlist"/>
        <w:spacing w:after="120" w:line="276" w:lineRule="auto"/>
        <w:ind w:left="0"/>
        <w:jc w:val="both"/>
        <w:rPr>
          <w:bCs/>
          <w:i/>
          <w:iCs/>
          <w:color w:val="0070C0"/>
          <w:sz w:val="18"/>
          <w:szCs w:val="18"/>
        </w:rPr>
      </w:pPr>
      <w:r w:rsidRPr="00EF0513">
        <w:rPr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94"/>
        <w:gridCol w:w="4995"/>
      </w:tblGrid>
      <w:tr w:rsidR="003A486D" w:rsidRPr="00EF0513" w14:paraId="329DFC22" w14:textId="77777777" w:rsidTr="00A137C9">
        <w:tc>
          <w:tcPr>
            <w:tcW w:w="617" w:type="dxa"/>
            <w:shd w:val="clear" w:color="auto" w:fill="auto"/>
            <w:vAlign w:val="center"/>
          </w:tcPr>
          <w:p w14:paraId="7D341A33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52DE1707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</w:t>
            </w:r>
            <w:r w:rsidR="0024648D"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2D26552A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EF0513" w14:paraId="3DDB741B" w14:textId="77777777" w:rsidTr="00A137C9">
        <w:tc>
          <w:tcPr>
            <w:tcW w:w="617" w:type="dxa"/>
            <w:shd w:val="clear" w:color="auto" w:fill="auto"/>
            <w:vAlign w:val="center"/>
          </w:tcPr>
          <w:p w14:paraId="71DE6FF4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7D79C80B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43FC371F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A486D" w:rsidRPr="00EF0513" w14:paraId="1CA02668" w14:textId="77777777" w:rsidTr="00A137C9">
        <w:tc>
          <w:tcPr>
            <w:tcW w:w="617" w:type="dxa"/>
            <w:shd w:val="clear" w:color="auto" w:fill="auto"/>
            <w:vAlign w:val="center"/>
          </w:tcPr>
          <w:p w14:paraId="27021377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15B1860A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566FDDE3" w14:textId="77777777" w:rsidR="003A486D" w:rsidRPr="00EF051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6EE2E8F" w14:textId="77777777" w:rsidR="00DC652A" w:rsidRPr="00EF0513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F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8D442B" w:rsidRPr="00EF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świadczam, </w:t>
      </w:r>
      <w:r w:rsidR="008D442B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stosownie do postanowień art. 117 ust. 4 </w:t>
      </w:r>
      <w:r w:rsidRPr="00EF0513">
        <w:rPr>
          <w:rFonts w:ascii="Times New Roman" w:hAnsi="Times New Roman"/>
          <w:sz w:val="24"/>
          <w:szCs w:val="24"/>
        </w:rPr>
        <w:t xml:space="preserve">ustawy z dnia 11 września 2019r. Prawo zamówień publicznych </w:t>
      </w:r>
      <w:r w:rsidR="00645359" w:rsidRPr="00645359">
        <w:rPr>
          <w:rFonts w:ascii="Times New Roman" w:hAnsi="Times New Roman"/>
          <w:sz w:val="24"/>
          <w:szCs w:val="24"/>
        </w:rPr>
        <w:t>(t.j. Dz. U. z 2024 poz. 1320)</w:t>
      </w:r>
      <w:r w:rsidRPr="00EF0513">
        <w:rPr>
          <w:rFonts w:ascii="Times New Roman" w:hAnsi="Times New Roman"/>
          <w:sz w:val="24"/>
          <w:szCs w:val="24"/>
        </w:rPr>
        <w:t>, że w ramach zamówienia</w:t>
      </w:r>
      <w:r w:rsidR="00A137C9" w:rsidRPr="00EF0513">
        <w:rPr>
          <w:rFonts w:ascii="Times New Roman" w:hAnsi="Times New Roman"/>
          <w:sz w:val="24"/>
          <w:szCs w:val="24"/>
        </w:rPr>
        <w:t>,</w:t>
      </w:r>
      <w:r w:rsidR="00A137C9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>następujące roboty</w:t>
      </w:r>
      <w:r w:rsidR="00B641BE"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>/ usługi / dostawy</w:t>
      </w:r>
      <w:r w:rsidR="00B641BE" w:rsidRPr="00EF0513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EF0513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EF0513">
        <w:rPr>
          <w:rFonts w:ascii="Times New Roman" w:eastAsia="Times New Roman" w:hAnsi="Times New Roman"/>
          <w:sz w:val="24"/>
          <w:szCs w:val="24"/>
          <w:lang w:eastAsia="pl-PL"/>
        </w:rPr>
        <w:t>dzielenie zamówienia</w:t>
      </w:r>
      <w:r w:rsidR="00DC652A" w:rsidRPr="00EF0513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56"/>
        <w:gridCol w:w="4899"/>
      </w:tblGrid>
      <w:tr w:rsidR="00B641BE" w:rsidRPr="00EF0513" w14:paraId="1AB67D57" w14:textId="77777777" w:rsidTr="00A137C9">
        <w:tc>
          <w:tcPr>
            <w:tcW w:w="617" w:type="dxa"/>
            <w:shd w:val="clear" w:color="auto" w:fill="auto"/>
            <w:vAlign w:val="center"/>
          </w:tcPr>
          <w:p w14:paraId="3A7D086E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69B92DB0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001AAEF4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EF0513" w14:paraId="4F03AB10" w14:textId="77777777" w:rsidTr="00A137C9">
        <w:tc>
          <w:tcPr>
            <w:tcW w:w="617" w:type="dxa"/>
            <w:shd w:val="clear" w:color="auto" w:fill="auto"/>
            <w:vAlign w:val="center"/>
          </w:tcPr>
          <w:p w14:paraId="65F33D02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3F786C1D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09D86E14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B641BE" w:rsidRPr="00EF0513" w14:paraId="2F6F9841" w14:textId="77777777" w:rsidTr="00A137C9">
        <w:tc>
          <w:tcPr>
            <w:tcW w:w="617" w:type="dxa"/>
            <w:shd w:val="clear" w:color="auto" w:fill="auto"/>
            <w:vAlign w:val="center"/>
          </w:tcPr>
          <w:p w14:paraId="5AC66EAF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099122AB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1FEBAD99" w14:textId="77777777" w:rsidR="00B641BE" w:rsidRPr="00EF051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6730CF00" w14:textId="77777777" w:rsidR="007A2C38" w:rsidRPr="00EF0513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bookmarkEnd w:id="0"/>
    <w:p w14:paraId="56822796" w14:textId="77777777" w:rsidR="007A2C38" w:rsidRPr="00EF0513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EF0513" w14:paraId="1BEDC7FB" w14:textId="77777777" w:rsidTr="004F10A0">
        <w:tc>
          <w:tcPr>
            <w:tcW w:w="2660" w:type="dxa"/>
            <w:shd w:val="clear" w:color="auto" w:fill="auto"/>
          </w:tcPr>
          <w:p w14:paraId="5A35979B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550607A6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63604C2F" w14:textId="77777777" w:rsidR="00A137C9" w:rsidRPr="00EF0513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0057A1F6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14:paraId="3CED09A6" w14:textId="77777777" w:rsidR="00A137C9" w:rsidRPr="00EF051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6C97F062" w14:textId="77777777" w:rsidR="00A137C9" w:rsidRPr="00EF0513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</w:pPr>
            <w:r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[</w:t>
            </w:r>
            <w:r w:rsidR="00645359"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F0513">
              <w:rPr>
                <w:rFonts w:ascii="Times New Roman" w:eastAsia="Times New Roman" w:hAnsi="Times New Roman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0C1D9CB6" w14:textId="77777777" w:rsidR="00A137C9" w:rsidRPr="00EF0513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sectPr w:rsidR="00A137C9" w:rsidRPr="00EF0513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27C42" w14:textId="77777777" w:rsidR="00583687" w:rsidRDefault="00583687" w:rsidP="00025386">
      <w:pPr>
        <w:spacing w:after="0" w:line="240" w:lineRule="auto"/>
      </w:pPr>
      <w:r>
        <w:separator/>
      </w:r>
    </w:p>
  </w:endnote>
  <w:endnote w:type="continuationSeparator" w:id="0">
    <w:p w14:paraId="5932C624" w14:textId="77777777" w:rsidR="00583687" w:rsidRDefault="0058368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B1016" w14:textId="77777777" w:rsidR="00645359" w:rsidRDefault="006453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124E9" w14:textId="77777777" w:rsidR="00025386" w:rsidRDefault="00A56A6F" w:rsidP="00025386">
    <w:pPr>
      <w:pStyle w:val="Stopka"/>
      <w:tabs>
        <w:tab w:val="clear" w:pos="4536"/>
      </w:tabs>
      <w:jc w:val="center"/>
    </w:pPr>
    <w:r>
      <w:rPr>
        <w:noProof/>
      </w:rPr>
      <w:pict w14:anchorId="3EEFECDF"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51E1CF6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137C9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EDF0E5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D01F" w14:textId="77777777" w:rsidR="00645359" w:rsidRDefault="006453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00DEA" w14:textId="77777777" w:rsidR="00583687" w:rsidRDefault="00583687" w:rsidP="00025386">
      <w:pPr>
        <w:spacing w:after="0" w:line="240" w:lineRule="auto"/>
      </w:pPr>
      <w:r>
        <w:separator/>
      </w:r>
    </w:p>
  </w:footnote>
  <w:footnote w:type="continuationSeparator" w:id="0">
    <w:p w14:paraId="71D8B2BF" w14:textId="77777777" w:rsidR="00583687" w:rsidRDefault="0058368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6888" w14:textId="77777777" w:rsidR="00645359" w:rsidRDefault="006453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3EB8" w14:textId="77777777" w:rsidR="00645359" w:rsidRDefault="006453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96D7E" w14:textId="77777777" w:rsidR="00645359" w:rsidRDefault="006453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69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3687"/>
    <w:rsid w:val="00020F0C"/>
    <w:rsid w:val="00025386"/>
    <w:rsid w:val="000423B9"/>
    <w:rsid w:val="00053927"/>
    <w:rsid w:val="00084786"/>
    <w:rsid w:val="0016158F"/>
    <w:rsid w:val="001C2314"/>
    <w:rsid w:val="00213980"/>
    <w:rsid w:val="0024648D"/>
    <w:rsid w:val="003A486D"/>
    <w:rsid w:val="004374F2"/>
    <w:rsid w:val="00460705"/>
    <w:rsid w:val="00485239"/>
    <w:rsid w:val="004A0686"/>
    <w:rsid w:val="004E27D7"/>
    <w:rsid w:val="004F10A0"/>
    <w:rsid w:val="0055145C"/>
    <w:rsid w:val="005624D8"/>
    <w:rsid w:val="00583687"/>
    <w:rsid w:val="00620476"/>
    <w:rsid w:val="00645359"/>
    <w:rsid w:val="00657A47"/>
    <w:rsid w:val="00745A44"/>
    <w:rsid w:val="00751F41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A137C9"/>
    <w:rsid w:val="00A56A6F"/>
    <w:rsid w:val="00A87380"/>
    <w:rsid w:val="00AF4E90"/>
    <w:rsid w:val="00AF7375"/>
    <w:rsid w:val="00B3405E"/>
    <w:rsid w:val="00B641BE"/>
    <w:rsid w:val="00B77707"/>
    <w:rsid w:val="00BE3BCE"/>
    <w:rsid w:val="00CB29AC"/>
    <w:rsid w:val="00D03170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0513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6E1E3"/>
  <w15:chartTrackingRefBased/>
  <w15:docId w15:val="{F1E42EBA-772D-4C72-B8C4-5F352F6D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amms</dc:creator>
  <cp:keywords/>
  <dc:description/>
  <cp:lastModifiedBy>Szpital Miejski Nr 4 w Gliwicach</cp:lastModifiedBy>
  <cp:revision>3</cp:revision>
  <dcterms:created xsi:type="dcterms:W3CDTF">2025-03-18T11:59:00Z</dcterms:created>
  <dcterms:modified xsi:type="dcterms:W3CDTF">2025-03-18T11:59:00Z</dcterms:modified>
</cp:coreProperties>
</file>