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D57A4" w14:textId="77777777" w:rsidR="00FB7F50" w:rsidRPr="00E44891" w:rsidRDefault="000E55F4" w:rsidP="00E44891">
      <w:pPr>
        <w:spacing w:after="240" w:line="276" w:lineRule="auto"/>
        <w:jc w:val="right"/>
      </w:pPr>
      <w:bookmarkStart w:id="0" w:name="_Hlk53520193"/>
      <w:r w:rsidRPr="00E44891">
        <w:t>Rzeszów</w:t>
      </w:r>
      <w:r w:rsidR="00FB7F50" w:rsidRPr="00E44891">
        <w:t xml:space="preserve"> dnia: </w:t>
      </w:r>
      <w:r w:rsidRPr="00E44891">
        <w:t>2023-03-08</w:t>
      </w:r>
    </w:p>
    <w:p w14:paraId="7EF7F648" w14:textId="77777777" w:rsidR="00FB7F50" w:rsidRPr="00E44891" w:rsidRDefault="00FB7F50" w:rsidP="00E44891">
      <w:pPr>
        <w:spacing w:after="240" w:line="276" w:lineRule="auto"/>
      </w:pPr>
    </w:p>
    <w:p w14:paraId="09B021D8" w14:textId="77777777" w:rsidR="000E55F4" w:rsidRPr="00E44891" w:rsidRDefault="000E55F4" w:rsidP="00E44891">
      <w:pPr>
        <w:spacing w:after="40" w:line="276" w:lineRule="auto"/>
        <w:rPr>
          <w:b/>
          <w:bCs/>
        </w:rPr>
      </w:pPr>
      <w:r w:rsidRPr="00E44891">
        <w:rPr>
          <w:b/>
          <w:bCs/>
        </w:rPr>
        <w:t>Politechnika Rzeszowska</w:t>
      </w:r>
    </w:p>
    <w:p w14:paraId="450F0E58" w14:textId="77777777" w:rsidR="00FB7F50" w:rsidRPr="00E44891" w:rsidRDefault="000E55F4" w:rsidP="00E44891">
      <w:pPr>
        <w:spacing w:after="40" w:line="276" w:lineRule="auto"/>
        <w:rPr>
          <w:b/>
          <w:bCs/>
        </w:rPr>
      </w:pPr>
      <w:r w:rsidRPr="00E44891">
        <w:rPr>
          <w:b/>
          <w:bCs/>
        </w:rPr>
        <w:t>Dział Zamówień Publicznych</w:t>
      </w:r>
    </w:p>
    <w:p w14:paraId="6DA62C9E" w14:textId="77777777" w:rsidR="00FB7F50" w:rsidRPr="00E44891" w:rsidRDefault="000E55F4" w:rsidP="00E44891">
      <w:pPr>
        <w:spacing w:line="276" w:lineRule="auto"/>
      </w:pPr>
      <w:r w:rsidRPr="00E44891">
        <w:t>Al. Powstańców Warszawy</w:t>
      </w:r>
      <w:r w:rsidR="00FB7F50" w:rsidRPr="00E44891">
        <w:t xml:space="preserve"> </w:t>
      </w:r>
      <w:r w:rsidRPr="00E44891">
        <w:t>12</w:t>
      </w:r>
    </w:p>
    <w:p w14:paraId="1B0AA3C2" w14:textId="77777777" w:rsidR="00FB7F50" w:rsidRPr="00E44891" w:rsidRDefault="000E55F4" w:rsidP="00E44891">
      <w:pPr>
        <w:spacing w:line="276" w:lineRule="auto"/>
      </w:pPr>
      <w:r w:rsidRPr="00E44891">
        <w:t>35-959</w:t>
      </w:r>
      <w:r w:rsidR="00FB7F50" w:rsidRPr="00E44891">
        <w:t xml:space="preserve"> </w:t>
      </w:r>
      <w:r w:rsidRPr="00E44891">
        <w:t>Rzeszów</w:t>
      </w:r>
    </w:p>
    <w:p w14:paraId="023914C9" w14:textId="77777777" w:rsidR="00FB7F50" w:rsidRPr="002245BE" w:rsidRDefault="00FB7F50" w:rsidP="00E44891">
      <w:pPr>
        <w:spacing w:line="276" w:lineRule="auto"/>
        <w:jc w:val="both"/>
        <w:rPr>
          <w:bCs/>
          <w:sz w:val="18"/>
          <w:szCs w:val="18"/>
        </w:rPr>
      </w:pPr>
      <w:r w:rsidRPr="002245BE">
        <w:rPr>
          <w:bCs/>
          <w:sz w:val="18"/>
          <w:szCs w:val="18"/>
        </w:rPr>
        <w:t>……………………………………</w:t>
      </w:r>
      <w:r w:rsidR="004E7234">
        <w:rPr>
          <w:bCs/>
          <w:sz w:val="18"/>
          <w:szCs w:val="18"/>
        </w:rPr>
        <w:t>………….</w:t>
      </w:r>
    </w:p>
    <w:p w14:paraId="62DF052F" w14:textId="77777777" w:rsidR="00FB7F50" w:rsidRPr="002245BE" w:rsidRDefault="00FB7F50" w:rsidP="00E44891">
      <w:pPr>
        <w:spacing w:line="276" w:lineRule="auto"/>
        <w:jc w:val="both"/>
        <w:rPr>
          <w:bCs/>
          <w:sz w:val="18"/>
          <w:szCs w:val="18"/>
        </w:rPr>
      </w:pPr>
      <w:r w:rsidRPr="002245BE">
        <w:rPr>
          <w:bCs/>
          <w:sz w:val="18"/>
          <w:szCs w:val="18"/>
        </w:rPr>
        <w:t>[nazwa zamawiającego, adres]</w:t>
      </w:r>
    </w:p>
    <w:p w14:paraId="20D6D5B0" w14:textId="77777777" w:rsidR="008642B3" w:rsidRDefault="00836DAF" w:rsidP="00402AFB">
      <w:pPr>
        <w:pStyle w:val="Nagwek1"/>
        <w:spacing w:before="840" w:line="276" w:lineRule="auto"/>
        <w:rPr>
          <w:sz w:val="28"/>
        </w:rPr>
      </w:pPr>
      <w:r>
        <w:rPr>
          <w:sz w:val="28"/>
        </w:rPr>
        <w:t>OGŁOSZENIE</w:t>
      </w:r>
    </w:p>
    <w:p w14:paraId="6CD083D9" w14:textId="77777777" w:rsidR="008642B3" w:rsidRDefault="008642B3" w:rsidP="00402AFB">
      <w:pPr>
        <w:spacing w:after="840" w:line="276" w:lineRule="auto"/>
        <w:jc w:val="center"/>
        <w:rPr>
          <w:b/>
          <w:sz w:val="28"/>
        </w:rPr>
      </w:pPr>
      <w:r>
        <w:rPr>
          <w:b/>
          <w:sz w:val="28"/>
        </w:rPr>
        <w:t xml:space="preserve">o </w:t>
      </w:r>
      <w:r w:rsidR="0054734E">
        <w:rPr>
          <w:b/>
          <w:sz w:val="28"/>
        </w:rPr>
        <w:t>wyborze najkorzystniejszej oferty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375"/>
        <w:gridCol w:w="8123"/>
      </w:tblGrid>
      <w:tr w:rsidR="00E44891" w:rsidRPr="00AB67CF" w14:paraId="6F49FC26" w14:textId="77777777" w:rsidTr="00172A87">
        <w:trPr>
          <w:trHeight w:val="638"/>
        </w:trPr>
        <w:tc>
          <w:tcPr>
            <w:tcW w:w="1384" w:type="dxa"/>
            <w:shd w:val="clear" w:color="auto" w:fill="auto"/>
          </w:tcPr>
          <w:p w14:paraId="38CC617A" w14:textId="77777777" w:rsidR="00E44891" w:rsidRPr="00AB67CF" w:rsidRDefault="00E44891" w:rsidP="00E44891">
            <w:pPr>
              <w:spacing w:after="60" w:line="276" w:lineRule="auto"/>
              <w:jc w:val="both"/>
            </w:pPr>
            <w:r w:rsidRPr="00AB67CF">
              <w:t>Dotyczy:</w:t>
            </w:r>
          </w:p>
        </w:tc>
        <w:tc>
          <w:tcPr>
            <w:tcW w:w="8330" w:type="dxa"/>
            <w:shd w:val="clear" w:color="auto" w:fill="auto"/>
          </w:tcPr>
          <w:p w14:paraId="13C45DAA" w14:textId="77777777" w:rsidR="00E44891" w:rsidRPr="00AB67CF" w:rsidRDefault="00E44891" w:rsidP="00E44891">
            <w:pPr>
              <w:spacing w:after="60" w:line="276" w:lineRule="auto"/>
              <w:jc w:val="both"/>
            </w:pPr>
            <w:r w:rsidRPr="00AB67CF">
              <w:t>postępowania o udzielenie zamówienia publicznego, prowadzonego w trybie przetarg nieograniczony</w:t>
            </w:r>
            <w:r w:rsidRPr="00AB67CF">
              <w:rPr>
                <w:b/>
              </w:rPr>
              <w:t xml:space="preserve"> </w:t>
            </w:r>
            <w:r w:rsidRPr="00AB67CF">
              <w:rPr>
                <w:bCs/>
              </w:rPr>
              <w:t>na</w:t>
            </w:r>
            <w:r w:rsidRPr="00AB67CF">
              <w:rPr>
                <w:b/>
              </w:rPr>
              <w:t xml:space="preserve"> </w:t>
            </w:r>
            <w:r w:rsidRPr="00AB67CF">
              <w:rPr>
                <w:bCs/>
              </w:rPr>
              <w:t>”</w:t>
            </w:r>
            <w:r w:rsidRPr="00AB67CF">
              <w:rPr>
                <w:b/>
                <w:bCs/>
              </w:rPr>
              <w:t>Usługi szkolenia studentów Politechniki Rzeszowskiej w Ośrodku Kształcenia Lotniczego w sezonie 2023.</w:t>
            </w:r>
            <w:r w:rsidRPr="00AB67CF">
              <w:rPr>
                <w:bCs/>
              </w:rPr>
              <w:t>”</w:t>
            </w:r>
          </w:p>
        </w:tc>
      </w:tr>
    </w:tbl>
    <w:p w14:paraId="045B4342" w14:textId="77777777" w:rsidR="00E44891" w:rsidRDefault="00E44891" w:rsidP="00E44891">
      <w:pPr>
        <w:pStyle w:val="Nagwek"/>
        <w:tabs>
          <w:tab w:val="clear" w:pos="4536"/>
          <w:tab w:val="clear" w:pos="9072"/>
        </w:tabs>
        <w:spacing w:before="600" w:after="120" w:line="276" w:lineRule="auto"/>
        <w:jc w:val="both"/>
      </w:pPr>
      <w:r w:rsidRPr="00AB67CF">
        <w:rPr>
          <w:bCs/>
        </w:rPr>
        <w:t>Znak sprawy</w:t>
      </w:r>
      <w:r>
        <w:rPr>
          <w:b/>
        </w:rPr>
        <w:t>:</w:t>
      </w:r>
      <w:r>
        <w:rPr>
          <w:b/>
        </w:rPr>
        <w:tab/>
      </w:r>
      <w:r w:rsidRPr="00AB67CF">
        <w:rPr>
          <w:b/>
        </w:rPr>
        <w:t>NA/P/323/2022</w:t>
      </w:r>
    </w:p>
    <w:p w14:paraId="3C2FDB6C" w14:textId="77777777" w:rsidR="00E44891" w:rsidRPr="00AB67CF" w:rsidRDefault="00E44891" w:rsidP="00E44891">
      <w:pPr>
        <w:pStyle w:val="Nagwek"/>
        <w:tabs>
          <w:tab w:val="clear" w:pos="4536"/>
          <w:tab w:val="clear" w:pos="9072"/>
        </w:tabs>
        <w:spacing w:before="600" w:after="600" w:line="276" w:lineRule="auto"/>
        <w:jc w:val="both"/>
        <w:rPr>
          <w:b/>
        </w:rPr>
      </w:pPr>
      <w:r w:rsidRPr="00AB67CF">
        <w:t>Zamawiający</w:t>
      </w:r>
      <w:r>
        <w:t>:</w:t>
      </w:r>
      <w:r w:rsidRPr="00AB67CF">
        <w:t xml:space="preserve"> </w:t>
      </w:r>
      <w:r w:rsidRPr="00AB67CF">
        <w:rPr>
          <w:b/>
        </w:rPr>
        <w:t>Politechnika Rzeszowska</w:t>
      </w:r>
    </w:p>
    <w:p w14:paraId="5D844487" w14:textId="77777777" w:rsidR="00402AFB" w:rsidRDefault="00402AFB" w:rsidP="00E44891">
      <w:pPr>
        <w:pStyle w:val="Nagwek"/>
        <w:tabs>
          <w:tab w:val="clear" w:pos="4536"/>
          <w:tab w:val="clear" w:pos="9072"/>
        </w:tabs>
        <w:spacing w:before="480" w:after="120" w:line="276" w:lineRule="auto"/>
        <w:ind w:firstLine="708"/>
        <w:jc w:val="both"/>
        <w:rPr>
          <w:b/>
        </w:rPr>
      </w:pPr>
    </w:p>
    <w:p w14:paraId="7C2B69DC" w14:textId="1D0B81EE" w:rsidR="008642B3" w:rsidRDefault="000E55F4" w:rsidP="00E44891">
      <w:pPr>
        <w:pStyle w:val="Nagwek"/>
        <w:tabs>
          <w:tab w:val="clear" w:pos="4536"/>
          <w:tab w:val="clear" w:pos="9072"/>
        </w:tabs>
        <w:spacing w:before="480" w:after="120" w:line="276" w:lineRule="auto"/>
        <w:ind w:firstLine="708"/>
        <w:jc w:val="both"/>
      </w:pPr>
      <w:r w:rsidRPr="00E44891">
        <w:rPr>
          <w:b/>
        </w:rPr>
        <w:t>Dział Zamówień Publicznych</w:t>
      </w:r>
      <w:r w:rsidR="00C65E53" w:rsidRPr="00E44891">
        <w:t>, działając na podstawie art. 253 ust. 1</w:t>
      </w:r>
      <w:r w:rsidR="00836DAF" w:rsidRPr="00E44891">
        <w:t xml:space="preserve"> pkt. 1 i ust. 2</w:t>
      </w:r>
      <w:r w:rsidR="00C65E53" w:rsidRPr="00E44891">
        <w:t xml:space="preserve"> ustawy z dnia 11 września 2019r. Prawo zamówień publicznych </w:t>
      </w:r>
      <w:r w:rsidRPr="00E44891">
        <w:t>(</w:t>
      </w:r>
      <w:proofErr w:type="spellStart"/>
      <w:r w:rsidRPr="00E44891">
        <w:t>t.j</w:t>
      </w:r>
      <w:proofErr w:type="spellEnd"/>
      <w:r w:rsidRPr="00E44891">
        <w:t>. Dz. U. z 2022r. poz. 1710)</w:t>
      </w:r>
      <w:r w:rsidR="00C65E53" w:rsidRPr="00E44891">
        <w:t>, zwanej dalej „ustawą Pzp”</w:t>
      </w:r>
      <w:r w:rsidR="00D26ED6" w:rsidRPr="00E44891">
        <w:t xml:space="preserve">, </w:t>
      </w:r>
      <w:r w:rsidR="00C65E53" w:rsidRPr="00E44891">
        <w:t>informuje</w:t>
      </w:r>
      <w:r w:rsidR="00D26ED6" w:rsidRPr="00E44891">
        <w:t xml:space="preserve">, </w:t>
      </w:r>
      <w:r w:rsidR="00E44891" w:rsidRPr="00AB67CF">
        <w:t>że w toczącym się postępowaniu o udzielenie zamówienia publicznego, jako najkorzystniejsze wybrane zostały oferty</w:t>
      </w:r>
      <w:r w:rsidR="00D26ED6" w:rsidRPr="00E44891">
        <w:t>:</w:t>
      </w: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E44891" w:rsidRPr="00AB67CF" w14:paraId="6C410C48" w14:textId="77777777" w:rsidTr="00E44891">
        <w:trPr>
          <w:cantSplit/>
        </w:trPr>
        <w:tc>
          <w:tcPr>
            <w:tcW w:w="9498" w:type="dxa"/>
          </w:tcPr>
          <w:p w14:paraId="7323074F" w14:textId="77777777" w:rsidR="00E44891" w:rsidRPr="004358DF" w:rsidRDefault="00E44891" w:rsidP="00172A87">
            <w:pPr>
              <w:spacing w:before="60" w:after="120" w:line="276" w:lineRule="auto"/>
              <w:jc w:val="both"/>
              <w:rPr>
                <w:b/>
                <w:i/>
              </w:rPr>
            </w:pPr>
            <w:r w:rsidRPr="004358DF">
              <w:rPr>
                <w:b/>
                <w:iCs/>
              </w:rPr>
              <w:lastRenderedPageBreak/>
              <w:t>Zadanie częściowe nr 1:</w:t>
            </w:r>
            <w:r w:rsidRPr="004358DF">
              <w:rPr>
                <w:b/>
                <w:i/>
              </w:rPr>
              <w:t xml:space="preserve"> Szkolenie studentów Politechniki Rzeszowskiej w Ośrodku Kształcenia Lotniczego według zadań 0, I, II, III, V określonych w Instrukcji Szkolenia ISz_ATP/OKL/2014 na symulatorach lotu FNPT 2 ALSIM ALX oraz na samolotach TB-9 TAMPICO, PA-28 ARROW oraz PA-34 SENECA V w liczbie 1 000 godzin szkoleniowych</w:t>
            </w:r>
          </w:p>
          <w:p w14:paraId="21DC6414" w14:textId="77777777" w:rsidR="00E44891" w:rsidRPr="004358DF" w:rsidRDefault="00E44891" w:rsidP="00172A87">
            <w:pPr>
              <w:spacing w:before="60" w:after="120" w:line="276" w:lineRule="auto"/>
              <w:jc w:val="both"/>
              <w:rPr>
                <w:bCs/>
                <w:iCs/>
                <w:u w:val="single"/>
              </w:rPr>
            </w:pPr>
            <w:r w:rsidRPr="004358DF">
              <w:rPr>
                <w:bCs/>
                <w:iCs/>
                <w:u w:val="single"/>
              </w:rPr>
              <w:t>Wybrano następujące oferty Wykonawców, z którymi zostanie zawarta umowa ramowa</w:t>
            </w:r>
          </w:p>
          <w:p w14:paraId="1EF808D7" w14:textId="77777777" w:rsidR="00E44891" w:rsidRPr="004358DF" w:rsidRDefault="00E44891" w:rsidP="00172A87">
            <w:pPr>
              <w:numPr>
                <w:ilvl w:val="0"/>
                <w:numId w:val="1"/>
              </w:numPr>
              <w:spacing w:before="60" w:after="120" w:line="276" w:lineRule="auto"/>
              <w:jc w:val="both"/>
              <w:rPr>
                <w:bCs/>
              </w:rPr>
            </w:pPr>
            <w:r w:rsidRPr="004358DF">
              <w:rPr>
                <w:b/>
              </w:rPr>
              <w:t xml:space="preserve">Alicja Minda, </w:t>
            </w:r>
            <w:r w:rsidRPr="004358DF">
              <w:rPr>
                <w:bCs/>
              </w:rPr>
              <w:t>ul. Ślusarczyka 4 /16</w:t>
            </w:r>
            <w:r w:rsidRPr="004358DF">
              <w:rPr>
                <w:b/>
              </w:rPr>
              <w:t xml:space="preserve">, </w:t>
            </w:r>
            <w:r w:rsidRPr="004358DF">
              <w:rPr>
                <w:bCs/>
              </w:rPr>
              <w:t>35-513 Rzeszów</w:t>
            </w:r>
            <w:r w:rsidRPr="004358DF">
              <w:rPr>
                <w:b/>
              </w:rPr>
              <w:t xml:space="preserve"> </w:t>
            </w:r>
            <w:r w:rsidRPr="004358DF">
              <w:t xml:space="preserve">za cenę brutto </w:t>
            </w:r>
            <w:r w:rsidRPr="004358DF">
              <w:rPr>
                <w:b/>
              </w:rPr>
              <w:t>140 000.00 zł</w:t>
            </w:r>
            <w:r w:rsidRPr="004358DF">
              <w:rPr>
                <w:bCs/>
              </w:rPr>
              <w:t>.</w:t>
            </w:r>
          </w:p>
          <w:p w14:paraId="2C77F513" w14:textId="77777777" w:rsidR="00E44891" w:rsidRPr="004358DF" w:rsidRDefault="00E44891" w:rsidP="00172A87">
            <w:pPr>
              <w:numPr>
                <w:ilvl w:val="0"/>
                <w:numId w:val="1"/>
              </w:numPr>
              <w:spacing w:before="60" w:after="120" w:line="276" w:lineRule="auto"/>
              <w:jc w:val="both"/>
              <w:rPr>
                <w:bCs/>
              </w:rPr>
            </w:pPr>
            <w:r w:rsidRPr="004358DF">
              <w:rPr>
                <w:b/>
                <w:bCs/>
              </w:rPr>
              <w:t xml:space="preserve">Jakub Chwostek, </w:t>
            </w:r>
            <w:r w:rsidRPr="004358DF">
              <w:t>ul.</w:t>
            </w:r>
            <w:r w:rsidRPr="004358DF">
              <w:rPr>
                <w:b/>
                <w:bCs/>
              </w:rPr>
              <w:t xml:space="preserve"> </w:t>
            </w:r>
            <w:r w:rsidRPr="004358DF">
              <w:t>Prusa 1</w:t>
            </w:r>
            <w:r w:rsidRPr="004358DF">
              <w:rPr>
                <w:b/>
                <w:bCs/>
              </w:rPr>
              <w:t xml:space="preserve">, </w:t>
            </w:r>
            <w:r w:rsidRPr="004358DF">
              <w:t xml:space="preserve">37-100 Łańcut za cenę brutto </w:t>
            </w:r>
            <w:r w:rsidRPr="004358DF">
              <w:rPr>
                <w:b/>
              </w:rPr>
              <w:t>140 000.00 zł</w:t>
            </w:r>
          </w:p>
          <w:p w14:paraId="1101B2FF" w14:textId="77777777" w:rsidR="00E44891" w:rsidRPr="004358DF" w:rsidRDefault="00E44891" w:rsidP="00172A87">
            <w:pPr>
              <w:spacing w:before="60" w:after="120" w:line="276" w:lineRule="auto"/>
              <w:jc w:val="both"/>
              <w:rPr>
                <w:color w:val="000000"/>
              </w:rPr>
            </w:pPr>
            <w:r w:rsidRPr="004358DF">
              <w:rPr>
                <w:color w:val="000000"/>
                <w:u w:val="single"/>
              </w:rPr>
              <w:t>Uzasadnienie wyboru ofert</w:t>
            </w:r>
            <w:r w:rsidRPr="004358DF">
              <w:rPr>
                <w:color w:val="000000"/>
              </w:rPr>
              <w:t>:</w:t>
            </w:r>
          </w:p>
          <w:p w14:paraId="093C92FE" w14:textId="77777777" w:rsidR="00E44891" w:rsidRPr="004358DF" w:rsidRDefault="00E44891" w:rsidP="00172A87">
            <w:pPr>
              <w:pStyle w:val="Nagwek"/>
              <w:tabs>
                <w:tab w:val="clear" w:pos="4536"/>
                <w:tab w:val="clear" w:pos="9072"/>
              </w:tabs>
              <w:spacing w:before="60" w:after="120" w:line="276" w:lineRule="auto"/>
            </w:pPr>
            <w:r w:rsidRPr="004358DF">
              <w:t>Oferty zgodne z wymaganiami Zamawiającego, wszystkie oferty spełniają wszystkie warunki postawione przez Zamawiającego. Wykonawcy nie podlegają wykluczeniu z postępowania oraz spełniają wszystkie warunki postawione przez Zamawiającego w niniejszym postępowaniu.</w:t>
            </w:r>
          </w:p>
          <w:p w14:paraId="73DFD025" w14:textId="77777777" w:rsidR="00E44891" w:rsidRPr="004358DF" w:rsidRDefault="00E44891" w:rsidP="00172A87">
            <w:pPr>
              <w:pStyle w:val="Nagwek"/>
              <w:tabs>
                <w:tab w:val="clear" w:pos="4536"/>
                <w:tab w:val="clear" w:pos="9072"/>
              </w:tabs>
              <w:spacing w:before="60" w:after="120" w:line="276" w:lineRule="auto"/>
            </w:pPr>
            <w:r w:rsidRPr="004358DF">
              <w:t xml:space="preserve">Ze wszystkimi wskazanymi powyżej Wykonawcami zostanie zawarta umowa ramowa na warunkach określonych w dokumentach zamówienia, zgodnie z art. 264 ust. 1 ustawy Pzp, z uwzględnieniem art. 577 ustawy Pzp, w terminie nie krótszym niż 10 dni od dnia przesłania niniejszego zawiadomienia o wyborze najkorzystniejszej oferty </w:t>
            </w:r>
          </w:p>
        </w:tc>
      </w:tr>
      <w:tr w:rsidR="00E44891" w:rsidRPr="00AB67CF" w14:paraId="30BD0D1E" w14:textId="77777777" w:rsidTr="00E44891">
        <w:trPr>
          <w:cantSplit/>
        </w:trPr>
        <w:tc>
          <w:tcPr>
            <w:tcW w:w="9498" w:type="dxa"/>
          </w:tcPr>
          <w:p w14:paraId="16811547" w14:textId="77777777" w:rsidR="00E44891" w:rsidRPr="004358DF" w:rsidRDefault="00E44891" w:rsidP="00172A87">
            <w:pPr>
              <w:spacing w:before="60" w:after="120" w:line="276" w:lineRule="auto"/>
              <w:jc w:val="both"/>
              <w:rPr>
                <w:b/>
              </w:rPr>
            </w:pPr>
            <w:r w:rsidRPr="004358DF">
              <w:rPr>
                <w:b/>
                <w:iCs/>
              </w:rPr>
              <w:t>Zadanie częściowe nr 2:</w:t>
            </w:r>
            <w:r w:rsidRPr="004358DF">
              <w:rPr>
                <w:b/>
                <w:i/>
              </w:rPr>
              <w:t xml:space="preserve"> Szkolenie studentów Politechniki Rzeszowskiej w Ośrodku Kształcenia Lotniczego według zadań: 0, I, II, III, IV, V, VI określonych w Instrukcji Szkolenia ISz_ATP/OKL/2014 na symulatorach lotu FNPT 2 ALSIM ALX oraz na samolotach TB-9 TAMPICO, PA-28 ARROW oraz PA-34 SENECA V w liczbie 1 500 godzin szkoleniowych</w:t>
            </w:r>
          </w:p>
          <w:p w14:paraId="711A06A7" w14:textId="77777777" w:rsidR="00E44891" w:rsidRPr="004358DF" w:rsidRDefault="00E44891" w:rsidP="00172A87">
            <w:pPr>
              <w:spacing w:before="60" w:after="120" w:line="276" w:lineRule="auto"/>
              <w:jc w:val="both"/>
              <w:rPr>
                <w:bCs/>
                <w:iCs/>
                <w:u w:val="single"/>
              </w:rPr>
            </w:pPr>
            <w:r w:rsidRPr="004358DF">
              <w:rPr>
                <w:bCs/>
                <w:iCs/>
                <w:u w:val="single"/>
              </w:rPr>
              <w:t>Wybrano następujące oferty Wykonawców, z którymi zostanie zawarta umowa ramowa</w:t>
            </w:r>
          </w:p>
          <w:p w14:paraId="0E7E27E9" w14:textId="77777777" w:rsidR="00E44891" w:rsidRPr="004358DF" w:rsidRDefault="00E44891" w:rsidP="00172A87">
            <w:pPr>
              <w:numPr>
                <w:ilvl w:val="0"/>
                <w:numId w:val="2"/>
              </w:numPr>
              <w:spacing w:before="60" w:after="120" w:line="276" w:lineRule="auto"/>
              <w:jc w:val="both"/>
              <w:rPr>
                <w:bCs/>
              </w:rPr>
            </w:pPr>
            <w:r w:rsidRPr="004358DF">
              <w:rPr>
                <w:b/>
              </w:rPr>
              <w:t xml:space="preserve">Alicja Minda, </w:t>
            </w:r>
            <w:r w:rsidRPr="004358DF">
              <w:rPr>
                <w:bCs/>
              </w:rPr>
              <w:t>ul.</w:t>
            </w:r>
            <w:r w:rsidRPr="004358DF">
              <w:rPr>
                <w:b/>
              </w:rPr>
              <w:t xml:space="preserve"> </w:t>
            </w:r>
            <w:r w:rsidRPr="004358DF">
              <w:rPr>
                <w:bCs/>
              </w:rPr>
              <w:t>Ślusarczyka 4 /16</w:t>
            </w:r>
            <w:r w:rsidRPr="004358DF">
              <w:rPr>
                <w:b/>
              </w:rPr>
              <w:t xml:space="preserve">, </w:t>
            </w:r>
            <w:r w:rsidRPr="004358DF">
              <w:rPr>
                <w:bCs/>
              </w:rPr>
              <w:t>35-513 Rzeszów</w:t>
            </w:r>
            <w:r w:rsidRPr="004358DF">
              <w:rPr>
                <w:b/>
              </w:rPr>
              <w:t xml:space="preserve"> </w:t>
            </w:r>
            <w:r w:rsidRPr="004358DF">
              <w:t xml:space="preserve">za cenę brutto </w:t>
            </w:r>
            <w:r w:rsidRPr="004358DF">
              <w:rPr>
                <w:b/>
              </w:rPr>
              <w:t>210 000.00 zł</w:t>
            </w:r>
            <w:r w:rsidRPr="004358DF">
              <w:rPr>
                <w:bCs/>
              </w:rPr>
              <w:t>.</w:t>
            </w:r>
          </w:p>
          <w:p w14:paraId="18CDD736" w14:textId="77777777" w:rsidR="00E44891" w:rsidRPr="004358DF" w:rsidRDefault="00E44891" w:rsidP="00172A87">
            <w:pPr>
              <w:numPr>
                <w:ilvl w:val="0"/>
                <w:numId w:val="2"/>
              </w:numPr>
              <w:spacing w:before="60" w:after="120" w:line="276" w:lineRule="auto"/>
              <w:jc w:val="both"/>
              <w:rPr>
                <w:bCs/>
              </w:rPr>
            </w:pPr>
            <w:r w:rsidRPr="004358DF">
              <w:rPr>
                <w:b/>
                <w:bCs/>
              </w:rPr>
              <w:t xml:space="preserve">Jakub Chwostek, </w:t>
            </w:r>
            <w:r w:rsidRPr="004358DF">
              <w:t>ul.</w:t>
            </w:r>
            <w:r w:rsidRPr="004358DF">
              <w:rPr>
                <w:b/>
                <w:bCs/>
              </w:rPr>
              <w:t xml:space="preserve"> </w:t>
            </w:r>
            <w:r w:rsidRPr="004358DF">
              <w:t>Prusa 1</w:t>
            </w:r>
            <w:r w:rsidRPr="004358DF">
              <w:rPr>
                <w:b/>
                <w:bCs/>
              </w:rPr>
              <w:t xml:space="preserve">, </w:t>
            </w:r>
            <w:r w:rsidRPr="004358DF">
              <w:t xml:space="preserve">37-100 Łańcut za cenę brutto </w:t>
            </w:r>
            <w:r w:rsidRPr="004358DF">
              <w:rPr>
                <w:b/>
              </w:rPr>
              <w:t>210 000.00 zł</w:t>
            </w:r>
          </w:p>
          <w:p w14:paraId="2BC5E39F" w14:textId="77777777" w:rsidR="00E44891" w:rsidRPr="004358DF" w:rsidRDefault="00E44891" w:rsidP="00172A87">
            <w:pPr>
              <w:numPr>
                <w:ilvl w:val="0"/>
                <w:numId w:val="2"/>
              </w:numPr>
              <w:spacing w:before="60" w:after="120" w:line="276" w:lineRule="auto"/>
              <w:jc w:val="both"/>
              <w:rPr>
                <w:bCs/>
              </w:rPr>
            </w:pPr>
            <w:r w:rsidRPr="004358DF">
              <w:rPr>
                <w:b/>
              </w:rPr>
              <w:t xml:space="preserve">AVIATION Krzysztof Gosławski, </w:t>
            </w:r>
            <w:r w:rsidRPr="004358DF">
              <w:rPr>
                <w:bCs/>
              </w:rPr>
              <w:t>ul. Młodzieżowa 6, 98-300 Wieluń</w:t>
            </w:r>
            <w:r w:rsidRPr="004358DF">
              <w:rPr>
                <w:b/>
              </w:rPr>
              <w:t xml:space="preserve"> </w:t>
            </w:r>
            <w:r w:rsidRPr="004358DF">
              <w:t xml:space="preserve">za cenę brutto </w:t>
            </w:r>
            <w:r w:rsidRPr="004358DF">
              <w:rPr>
                <w:b/>
              </w:rPr>
              <w:t>210 000.00 zł</w:t>
            </w:r>
            <w:r w:rsidRPr="004358DF">
              <w:rPr>
                <w:bCs/>
              </w:rPr>
              <w:t>.</w:t>
            </w:r>
          </w:p>
          <w:p w14:paraId="61BA1CA8" w14:textId="77777777" w:rsidR="00E44891" w:rsidRPr="004358DF" w:rsidRDefault="00E44891" w:rsidP="00172A87">
            <w:pPr>
              <w:spacing w:before="60" w:after="120" w:line="276" w:lineRule="auto"/>
              <w:jc w:val="both"/>
              <w:rPr>
                <w:color w:val="000000"/>
              </w:rPr>
            </w:pPr>
            <w:r w:rsidRPr="004358DF">
              <w:rPr>
                <w:color w:val="000000"/>
                <w:u w:val="single"/>
              </w:rPr>
              <w:t>Uzasadnienie wyboru ofert</w:t>
            </w:r>
            <w:r w:rsidRPr="004358DF">
              <w:rPr>
                <w:color w:val="000000"/>
              </w:rPr>
              <w:t>:</w:t>
            </w:r>
          </w:p>
          <w:p w14:paraId="3BEA4754" w14:textId="77777777" w:rsidR="00E44891" w:rsidRPr="004358DF" w:rsidRDefault="00E44891" w:rsidP="00172A87">
            <w:pPr>
              <w:pStyle w:val="Nagwek"/>
              <w:tabs>
                <w:tab w:val="clear" w:pos="4536"/>
                <w:tab w:val="clear" w:pos="9072"/>
              </w:tabs>
              <w:spacing w:before="60" w:after="120" w:line="276" w:lineRule="auto"/>
            </w:pPr>
            <w:r w:rsidRPr="004358DF">
              <w:t>Oferty zgodne z wymaganiami Zamawiającego, wszystkie oferty spełniają wszystkie warunki postawione przez Zamawiającego. Wykonawcy nie podlegają wykluczeniu z postępowania oraz spełniają wszystkie warunki postawione przez Zamawiającego w niniejszym postępowaniu.</w:t>
            </w:r>
          </w:p>
          <w:p w14:paraId="25BF2361" w14:textId="77777777" w:rsidR="00E44891" w:rsidRPr="004358DF" w:rsidRDefault="00E44891" w:rsidP="00172A87">
            <w:pPr>
              <w:pStyle w:val="Nagwek"/>
              <w:tabs>
                <w:tab w:val="clear" w:pos="4536"/>
                <w:tab w:val="clear" w:pos="9072"/>
              </w:tabs>
              <w:spacing w:before="60" w:after="120" w:line="276" w:lineRule="auto"/>
            </w:pPr>
            <w:r w:rsidRPr="004358DF">
              <w:t>Ze wszystkimi wskazanymi powyżej Wykonawcami zostanie zawarta umowa ramowa na warunkach określonych w dokumentach zamówienia, zgodnie z art. 264 ust. 1 ustawy Pzp, z uwzględnieniem art. 577 ustawy Pzp, w terminie nie krótszym niż 10 dni od dnia przesłania niniejszego zawiadomienia o wyborze najkorzystniejszej oferty</w:t>
            </w:r>
          </w:p>
        </w:tc>
      </w:tr>
      <w:tr w:rsidR="00E44891" w:rsidRPr="00AB67CF" w14:paraId="02691851" w14:textId="77777777" w:rsidTr="00E44891">
        <w:trPr>
          <w:cantSplit/>
        </w:trPr>
        <w:tc>
          <w:tcPr>
            <w:tcW w:w="9498" w:type="dxa"/>
          </w:tcPr>
          <w:p w14:paraId="5FACF94F" w14:textId="77777777" w:rsidR="00E44891" w:rsidRPr="004358DF" w:rsidRDefault="00E44891" w:rsidP="00172A87">
            <w:pPr>
              <w:spacing w:before="60" w:after="120" w:line="276" w:lineRule="auto"/>
              <w:jc w:val="both"/>
              <w:rPr>
                <w:b/>
              </w:rPr>
            </w:pPr>
            <w:r w:rsidRPr="004358DF">
              <w:rPr>
                <w:b/>
                <w:iCs/>
              </w:rPr>
              <w:lastRenderedPageBreak/>
              <w:t>Zadanie częściowe nr 4:</w:t>
            </w:r>
            <w:r w:rsidRPr="004358DF">
              <w:rPr>
                <w:b/>
                <w:i/>
              </w:rPr>
              <w:t xml:space="preserve"> Szkolenie studentów Politechniki Rzeszowskiej w Ośrodku Kształcenia Lotniczego według zadań: 0, I, II, III, IV, V, VI, VII, VIII, IX określonych w Instrukcji Szkolenia ISz_ATP/OKL/2014 na symulatorach lotu FNPT 2 ALSIM ALX oraz na samolotach TB-9 TAMPICO, PA-28 ARROW oraz PA-34 SENECA V w liczbie 3 500 godzin szkoleniowych</w:t>
            </w:r>
          </w:p>
          <w:p w14:paraId="09E53B7F" w14:textId="77777777" w:rsidR="00E44891" w:rsidRPr="004358DF" w:rsidRDefault="00E44891" w:rsidP="00172A87">
            <w:pPr>
              <w:spacing w:before="60" w:after="120" w:line="276" w:lineRule="auto"/>
              <w:jc w:val="both"/>
              <w:rPr>
                <w:b/>
              </w:rPr>
            </w:pPr>
            <w:r w:rsidRPr="004358DF">
              <w:rPr>
                <w:bCs/>
                <w:iCs/>
                <w:u w:val="single"/>
              </w:rPr>
              <w:t>Wybrano następujące oferty Wykonawców, z którymi zostanie zawarta umowa ramowa:</w:t>
            </w:r>
          </w:p>
          <w:p w14:paraId="3A282AEA" w14:textId="77777777" w:rsidR="00E44891" w:rsidRPr="004358DF" w:rsidRDefault="00E44891" w:rsidP="00172A87">
            <w:pPr>
              <w:numPr>
                <w:ilvl w:val="0"/>
                <w:numId w:val="3"/>
              </w:numPr>
              <w:spacing w:before="60" w:after="120" w:line="276" w:lineRule="auto"/>
              <w:jc w:val="both"/>
              <w:rPr>
                <w:b/>
              </w:rPr>
            </w:pPr>
            <w:r w:rsidRPr="004358DF">
              <w:rPr>
                <w:b/>
              </w:rPr>
              <w:t xml:space="preserve">ROZAIRO Ireneusz Rozum, </w:t>
            </w:r>
            <w:r w:rsidRPr="004358DF">
              <w:rPr>
                <w:bCs/>
              </w:rPr>
              <w:t>ul. Neseberska 4 /125</w:t>
            </w:r>
            <w:r w:rsidRPr="004358DF">
              <w:rPr>
                <w:b/>
              </w:rPr>
              <w:t xml:space="preserve">, </w:t>
            </w:r>
            <w:r w:rsidRPr="004358DF">
              <w:rPr>
                <w:bCs/>
              </w:rPr>
              <w:t>02-758 Warszawa</w:t>
            </w:r>
            <w:r w:rsidRPr="004358DF">
              <w:rPr>
                <w:b/>
              </w:rPr>
              <w:t xml:space="preserve"> </w:t>
            </w:r>
            <w:r w:rsidRPr="004358DF">
              <w:t xml:space="preserve">za cenę brutto </w:t>
            </w:r>
            <w:r w:rsidRPr="004358DF">
              <w:rPr>
                <w:b/>
              </w:rPr>
              <w:t>682 500.00 zł</w:t>
            </w:r>
            <w:r w:rsidRPr="004358DF">
              <w:rPr>
                <w:bCs/>
              </w:rPr>
              <w:t>.</w:t>
            </w:r>
          </w:p>
          <w:p w14:paraId="32031A31" w14:textId="77777777" w:rsidR="00E44891" w:rsidRPr="004358DF" w:rsidRDefault="00E44891" w:rsidP="00172A87">
            <w:pPr>
              <w:numPr>
                <w:ilvl w:val="0"/>
                <w:numId w:val="3"/>
              </w:numPr>
              <w:spacing w:before="60" w:after="120" w:line="276" w:lineRule="auto"/>
              <w:jc w:val="both"/>
              <w:rPr>
                <w:b/>
              </w:rPr>
            </w:pPr>
            <w:r w:rsidRPr="004358DF">
              <w:rPr>
                <w:b/>
                <w:bCs/>
              </w:rPr>
              <w:t xml:space="preserve">AIRFLOW Krzysztof Figiel, </w:t>
            </w:r>
            <w:r w:rsidRPr="004358DF">
              <w:t>ul. Instalatorów 5A/24</w:t>
            </w:r>
            <w:r w:rsidRPr="004358DF">
              <w:rPr>
                <w:b/>
                <w:bCs/>
              </w:rPr>
              <w:t xml:space="preserve">, </w:t>
            </w:r>
            <w:r w:rsidRPr="004358DF">
              <w:t xml:space="preserve">02-237 Warszawa za cenę brutto </w:t>
            </w:r>
            <w:r w:rsidRPr="004358DF">
              <w:rPr>
                <w:b/>
              </w:rPr>
              <w:t>682 500.00 zł</w:t>
            </w:r>
          </w:p>
          <w:p w14:paraId="3C1092B5" w14:textId="77777777" w:rsidR="00E44891" w:rsidRPr="004358DF" w:rsidRDefault="00E44891" w:rsidP="00172A87">
            <w:pPr>
              <w:numPr>
                <w:ilvl w:val="0"/>
                <w:numId w:val="3"/>
              </w:numPr>
              <w:spacing w:before="60" w:after="120" w:line="276" w:lineRule="auto"/>
              <w:jc w:val="both"/>
              <w:rPr>
                <w:b/>
              </w:rPr>
            </w:pPr>
            <w:r w:rsidRPr="004358DF">
              <w:rPr>
                <w:b/>
                <w:bCs/>
              </w:rPr>
              <w:t xml:space="preserve">Kamil Kosacki, </w:t>
            </w:r>
            <w:r w:rsidRPr="004358DF">
              <w:t>ul. Obrzeżna 1D/135</w:t>
            </w:r>
            <w:r w:rsidRPr="004358DF">
              <w:rPr>
                <w:b/>
                <w:bCs/>
              </w:rPr>
              <w:t xml:space="preserve">, </w:t>
            </w:r>
            <w:r w:rsidRPr="004358DF">
              <w:t xml:space="preserve">02-691 Warszawa za cenę brutto </w:t>
            </w:r>
            <w:r w:rsidRPr="004358DF">
              <w:rPr>
                <w:b/>
              </w:rPr>
              <w:t>682 500.00 zł</w:t>
            </w:r>
          </w:p>
          <w:p w14:paraId="62D8F97A" w14:textId="77777777" w:rsidR="00E44891" w:rsidRPr="004358DF" w:rsidRDefault="00E44891" w:rsidP="00172A87">
            <w:pPr>
              <w:numPr>
                <w:ilvl w:val="0"/>
                <w:numId w:val="3"/>
              </w:numPr>
              <w:spacing w:before="60" w:after="120" w:line="276" w:lineRule="auto"/>
              <w:jc w:val="both"/>
              <w:rPr>
                <w:b/>
              </w:rPr>
            </w:pPr>
            <w:r w:rsidRPr="004358DF">
              <w:rPr>
                <w:b/>
                <w:bCs/>
              </w:rPr>
              <w:t xml:space="preserve">Jerzy Bakunowicz, </w:t>
            </w:r>
            <w:r w:rsidRPr="004358DF">
              <w:t>Krasne 498B</w:t>
            </w:r>
            <w:r w:rsidRPr="004358DF">
              <w:rPr>
                <w:b/>
                <w:bCs/>
              </w:rPr>
              <w:t xml:space="preserve">, </w:t>
            </w:r>
            <w:r w:rsidRPr="004358DF">
              <w:t xml:space="preserve">36-007 Krasne za cenę brutto </w:t>
            </w:r>
            <w:r w:rsidRPr="004358DF">
              <w:rPr>
                <w:b/>
              </w:rPr>
              <w:t>682 500.00 zł</w:t>
            </w:r>
          </w:p>
          <w:p w14:paraId="38E7A15A" w14:textId="77777777" w:rsidR="00E44891" w:rsidRPr="004358DF" w:rsidRDefault="00E44891" w:rsidP="00172A87">
            <w:pPr>
              <w:numPr>
                <w:ilvl w:val="0"/>
                <w:numId w:val="3"/>
              </w:numPr>
              <w:spacing w:before="60" w:after="120" w:line="276" w:lineRule="auto"/>
              <w:ind w:left="714" w:hanging="357"/>
              <w:jc w:val="both"/>
              <w:rPr>
                <w:b/>
              </w:rPr>
            </w:pPr>
            <w:r w:rsidRPr="004358DF">
              <w:rPr>
                <w:b/>
                <w:bCs/>
              </w:rPr>
              <w:t xml:space="preserve">Jerzy Piekarz, </w:t>
            </w:r>
            <w:r w:rsidRPr="004358DF">
              <w:t>ul. Kolbego 3/73</w:t>
            </w:r>
            <w:r w:rsidRPr="004358DF">
              <w:rPr>
                <w:b/>
                <w:bCs/>
              </w:rPr>
              <w:t xml:space="preserve">, </w:t>
            </w:r>
            <w:r w:rsidRPr="004358DF">
              <w:t xml:space="preserve">35-512 Rzeszów za cenę brutto </w:t>
            </w:r>
            <w:r w:rsidRPr="004358DF">
              <w:rPr>
                <w:b/>
              </w:rPr>
              <w:t>682 500.00 zł</w:t>
            </w:r>
          </w:p>
          <w:p w14:paraId="2925BFFB" w14:textId="77777777" w:rsidR="00E44891" w:rsidRPr="004358DF" w:rsidRDefault="00E44891" w:rsidP="00172A87">
            <w:pPr>
              <w:numPr>
                <w:ilvl w:val="0"/>
                <w:numId w:val="3"/>
              </w:numPr>
              <w:spacing w:before="60" w:after="120" w:line="276" w:lineRule="auto"/>
              <w:jc w:val="both"/>
              <w:rPr>
                <w:b/>
              </w:rPr>
            </w:pPr>
            <w:r w:rsidRPr="004358DF">
              <w:rPr>
                <w:b/>
                <w:bCs/>
              </w:rPr>
              <w:t xml:space="preserve">Paweł Jażdżewski, </w:t>
            </w:r>
            <w:r w:rsidRPr="004358DF">
              <w:t>Zaczernie 201A</w:t>
            </w:r>
            <w:r w:rsidRPr="004358DF">
              <w:rPr>
                <w:b/>
                <w:bCs/>
              </w:rPr>
              <w:t xml:space="preserve">, </w:t>
            </w:r>
            <w:r w:rsidRPr="004358DF">
              <w:t xml:space="preserve">36-062 Zaczernie za cenę brutto </w:t>
            </w:r>
            <w:r w:rsidRPr="004358DF">
              <w:rPr>
                <w:b/>
              </w:rPr>
              <w:t>682 500.00 zł</w:t>
            </w:r>
          </w:p>
          <w:p w14:paraId="2842C232" w14:textId="77777777" w:rsidR="00E44891" w:rsidRPr="004358DF" w:rsidRDefault="00E44891" w:rsidP="00172A87">
            <w:pPr>
              <w:numPr>
                <w:ilvl w:val="0"/>
                <w:numId w:val="3"/>
              </w:numPr>
              <w:spacing w:before="60" w:after="120" w:line="276" w:lineRule="auto"/>
              <w:jc w:val="both"/>
              <w:rPr>
                <w:b/>
              </w:rPr>
            </w:pPr>
            <w:r w:rsidRPr="004358DF">
              <w:rPr>
                <w:b/>
                <w:bCs/>
              </w:rPr>
              <w:t xml:space="preserve">Rafał Stępniak, </w:t>
            </w:r>
            <w:r w:rsidRPr="004358DF">
              <w:t>Szeroki Łan 10</w:t>
            </w:r>
            <w:r w:rsidRPr="004358DF">
              <w:rPr>
                <w:b/>
                <w:bCs/>
              </w:rPr>
              <w:t xml:space="preserve">, </w:t>
            </w:r>
            <w:r w:rsidRPr="004358DF">
              <w:t xml:space="preserve">41-214 Sosnowiec za cenę brutto </w:t>
            </w:r>
            <w:r w:rsidRPr="004358DF">
              <w:rPr>
                <w:b/>
              </w:rPr>
              <w:t>682 500.00 zł</w:t>
            </w:r>
          </w:p>
          <w:p w14:paraId="2420D2FB" w14:textId="77777777" w:rsidR="00E44891" w:rsidRPr="004358DF" w:rsidRDefault="00E44891" w:rsidP="00172A87">
            <w:pPr>
              <w:numPr>
                <w:ilvl w:val="0"/>
                <w:numId w:val="3"/>
              </w:numPr>
              <w:spacing w:before="60" w:after="120" w:line="276" w:lineRule="auto"/>
              <w:jc w:val="both"/>
              <w:rPr>
                <w:b/>
              </w:rPr>
            </w:pPr>
            <w:r w:rsidRPr="004358DF">
              <w:rPr>
                <w:b/>
                <w:bCs/>
              </w:rPr>
              <w:t xml:space="preserve">Stanisław Bańkowski, </w:t>
            </w:r>
            <w:r w:rsidRPr="004358DF">
              <w:t>Terliczka 13</w:t>
            </w:r>
            <w:r w:rsidRPr="004358DF">
              <w:rPr>
                <w:b/>
                <w:bCs/>
              </w:rPr>
              <w:t xml:space="preserve">, </w:t>
            </w:r>
            <w:r w:rsidRPr="004358DF">
              <w:t xml:space="preserve">36-001 Trzebownisko za cenę brutto </w:t>
            </w:r>
            <w:r w:rsidRPr="004358DF">
              <w:rPr>
                <w:b/>
              </w:rPr>
              <w:t>682 500.00 zł</w:t>
            </w:r>
          </w:p>
          <w:p w14:paraId="1A4AA05B" w14:textId="77777777" w:rsidR="00E44891" w:rsidRPr="004358DF" w:rsidRDefault="00E44891" w:rsidP="00172A87">
            <w:pPr>
              <w:spacing w:before="60" w:after="120" w:line="276" w:lineRule="auto"/>
              <w:jc w:val="both"/>
              <w:rPr>
                <w:color w:val="000000"/>
              </w:rPr>
            </w:pPr>
            <w:r w:rsidRPr="004358DF">
              <w:rPr>
                <w:color w:val="000000"/>
                <w:u w:val="single"/>
              </w:rPr>
              <w:t>Uzasadnienie wyboru ofert</w:t>
            </w:r>
            <w:r w:rsidRPr="004358DF">
              <w:rPr>
                <w:color w:val="000000"/>
              </w:rPr>
              <w:t>:</w:t>
            </w:r>
          </w:p>
          <w:p w14:paraId="3BF68D3D" w14:textId="77777777" w:rsidR="00E44891" w:rsidRPr="004358DF" w:rsidRDefault="00E44891" w:rsidP="00172A87">
            <w:pPr>
              <w:pStyle w:val="Nagwek"/>
              <w:tabs>
                <w:tab w:val="clear" w:pos="4536"/>
                <w:tab w:val="clear" w:pos="9072"/>
              </w:tabs>
              <w:spacing w:before="60" w:after="120" w:line="276" w:lineRule="auto"/>
            </w:pPr>
            <w:r w:rsidRPr="004358DF">
              <w:t>Oferty zgodne z wymaganiami Zamawiającego, wszystkie oferty spełniają wszystkie warunki postawione przez Zamawiającego. Wykonawcy nie podlegają wykluczeniu z postępowania oraz spełniają wszystkie warunki postawione przez Zamawiającego w niniejszym postępowaniu.</w:t>
            </w:r>
          </w:p>
          <w:p w14:paraId="7C953041" w14:textId="77777777" w:rsidR="00E44891" w:rsidRPr="004358DF" w:rsidRDefault="00E44891" w:rsidP="00172A87">
            <w:pPr>
              <w:pStyle w:val="Nagwek"/>
              <w:tabs>
                <w:tab w:val="clear" w:pos="4536"/>
                <w:tab w:val="clear" w:pos="9072"/>
              </w:tabs>
              <w:spacing w:before="60" w:after="120" w:line="276" w:lineRule="auto"/>
            </w:pPr>
            <w:r w:rsidRPr="004358DF">
              <w:t>Ze wszystkimi wskazanymi powyżej Wykonawcami zostanie zawarta umowa ramowa na warunkach określonych w dokumentach zamówienia, zgodnie z art. 264 ust. 1 ustawy Pzp, z uwzględnieniem art. 577 ustawy Pzp, w terminie nie krótszym niż 10 dni od dnia przesłania niniejszego zawiadomienia o wyborze najkorzystniejszej oferty</w:t>
            </w:r>
          </w:p>
        </w:tc>
      </w:tr>
      <w:tr w:rsidR="00E44891" w:rsidRPr="00AB67CF" w14:paraId="6FFE892A" w14:textId="77777777" w:rsidTr="00E44891">
        <w:trPr>
          <w:cantSplit/>
        </w:trPr>
        <w:tc>
          <w:tcPr>
            <w:tcW w:w="9498" w:type="dxa"/>
          </w:tcPr>
          <w:p w14:paraId="14D681B8" w14:textId="77777777" w:rsidR="00E44891" w:rsidRPr="004358DF" w:rsidRDefault="00E44891" w:rsidP="00172A87">
            <w:pPr>
              <w:spacing w:before="60" w:after="120" w:line="276" w:lineRule="auto"/>
              <w:jc w:val="both"/>
              <w:rPr>
                <w:b/>
              </w:rPr>
            </w:pPr>
            <w:r w:rsidRPr="004358DF">
              <w:rPr>
                <w:b/>
                <w:iCs/>
              </w:rPr>
              <w:lastRenderedPageBreak/>
              <w:t>Zadanie częściowe nr 5:</w:t>
            </w:r>
            <w:r w:rsidRPr="004358DF">
              <w:rPr>
                <w:b/>
                <w:i/>
              </w:rPr>
              <w:t xml:space="preserve"> Szkolenie studentów Politechniki Rzeszowskiej w Ośrodku Kształcenia Lotniczego według zadania XI określonego w Instrukcji Szkolenia ISz_ATP/OKL/2014 na symulatorach lotu FNPT 2 ALSIM ALX oraz na samolotach TB-9 TAMPICO, PA-28 ARROW oraz PA-34 SENECA V w liczbie 500 godzin szkoleniowych</w:t>
            </w:r>
          </w:p>
          <w:p w14:paraId="043B1C5C" w14:textId="77777777" w:rsidR="00E44891" w:rsidRPr="004358DF" w:rsidRDefault="00E44891" w:rsidP="00172A87">
            <w:pPr>
              <w:spacing w:before="60" w:after="120" w:line="276" w:lineRule="auto"/>
              <w:jc w:val="both"/>
              <w:rPr>
                <w:bCs/>
                <w:iCs/>
                <w:u w:val="single"/>
              </w:rPr>
            </w:pPr>
            <w:r w:rsidRPr="004358DF">
              <w:rPr>
                <w:bCs/>
                <w:iCs/>
                <w:u w:val="single"/>
              </w:rPr>
              <w:t>Wybrano następujące oferty Wykonawców, z którymi zostanie zawarta umowa ramowa</w:t>
            </w:r>
          </w:p>
          <w:p w14:paraId="6ABB957D" w14:textId="77777777" w:rsidR="00E44891" w:rsidRPr="004358DF" w:rsidRDefault="00E44891" w:rsidP="00172A87">
            <w:pPr>
              <w:numPr>
                <w:ilvl w:val="0"/>
                <w:numId w:val="4"/>
              </w:numPr>
              <w:spacing w:before="60" w:after="120" w:line="276" w:lineRule="auto"/>
              <w:jc w:val="both"/>
            </w:pPr>
            <w:r w:rsidRPr="004358DF">
              <w:rPr>
                <w:b/>
                <w:bCs/>
              </w:rPr>
              <w:t xml:space="preserve">Paweł Mietecki, </w:t>
            </w:r>
            <w:r w:rsidRPr="004358DF">
              <w:t xml:space="preserve">ul. 3-go Maja 1/1, 32-600 Oświęcim za cenę brutto </w:t>
            </w:r>
            <w:r w:rsidRPr="004358DF">
              <w:rPr>
                <w:b/>
              </w:rPr>
              <w:t>97 500.00 zł</w:t>
            </w:r>
            <w:r w:rsidRPr="004358DF">
              <w:rPr>
                <w:bCs/>
              </w:rPr>
              <w:t>.</w:t>
            </w:r>
          </w:p>
          <w:p w14:paraId="3962D2B9" w14:textId="77777777" w:rsidR="00E44891" w:rsidRPr="004358DF" w:rsidRDefault="00E44891" w:rsidP="00172A87">
            <w:pPr>
              <w:numPr>
                <w:ilvl w:val="0"/>
                <w:numId w:val="4"/>
              </w:numPr>
              <w:spacing w:before="60" w:after="120" w:line="276" w:lineRule="auto"/>
              <w:jc w:val="both"/>
            </w:pPr>
            <w:r w:rsidRPr="004358DF">
              <w:rPr>
                <w:b/>
                <w:bCs/>
              </w:rPr>
              <w:t xml:space="preserve">Paweł Jażdżewski, </w:t>
            </w:r>
            <w:r w:rsidRPr="004358DF">
              <w:t>Zaczernie 201A</w:t>
            </w:r>
            <w:r w:rsidRPr="004358DF">
              <w:rPr>
                <w:b/>
                <w:bCs/>
              </w:rPr>
              <w:t xml:space="preserve">, </w:t>
            </w:r>
            <w:r w:rsidRPr="004358DF">
              <w:t xml:space="preserve">36-062 Zaczernie za cenę brutto </w:t>
            </w:r>
            <w:r w:rsidRPr="004358DF">
              <w:rPr>
                <w:b/>
              </w:rPr>
              <w:t>97 500.00 zł</w:t>
            </w:r>
          </w:p>
          <w:p w14:paraId="1F3AD5C8" w14:textId="77777777" w:rsidR="00E44891" w:rsidRPr="004358DF" w:rsidRDefault="00E44891" w:rsidP="00172A87">
            <w:pPr>
              <w:spacing w:before="60" w:after="120" w:line="276" w:lineRule="auto"/>
              <w:jc w:val="both"/>
              <w:rPr>
                <w:color w:val="000000"/>
              </w:rPr>
            </w:pPr>
            <w:r w:rsidRPr="004358DF">
              <w:rPr>
                <w:color w:val="000000"/>
                <w:u w:val="single"/>
              </w:rPr>
              <w:t>Uzasadnienie wyboru ofert</w:t>
            </w:r>
            <w:r w:rsidRPr="004358DF">
              <w:rPr>
                <w:color w:val="000000"/>
              </w:rPr>
              <w:t>:</w:t>
            </w:r>
          </w:p>
          <w:p w14:paraId="2F281394" w14:textId="77777777" w:rsidR="00E44891" w:rsidRPr="004358DF" w:rsidRDefault="00E44891" w:rsidP="00172A87">
            <w:pPr>
              <w:pStyle w:val="Nagwek"/>
              <w:tabs>
                <w:tab w:val="clear" w:pos="4536"/>
                <w:tab w:val="clear" w:pos="9072"/>
              </w:tabs>
              <w:spacing w:before="60" w:after="120" w:line="276" w:lineRule="auto"/>
            </w:pPr>
            <w:r w:rsidRPr="004358DF">
              <w:t>Oferty zgodne z wymaganiami Zamawiającego, wszystkie oferty spełniają wszystkie warunki postawione przez Zamawiającego. Wykonawcy nie podlegają wykluczeniu z postępowania oraz spełniają wszystkie warunki postawione przez Zamawiającego w niniejszym postępowaniu.</w:t>
            </w:r>
          </w:p>
          <w:p w14:paraId="2F83D7E7" w14:textId="77777777" w:rsidR="00E44891" w:rsidRPr="004358DF" w:rsidRDefault="00E44891" w:rsidP="00172A87">
            <w:pPr>
              <w:pStyle w:val="Nagwek"/>
              <w:tabs>
                <w:tab w:val="clear" w:pos="4536"/>
                <w:tab w:val="clear" w:pos="9072"/>
              </w:tabs>
              <w:spacing w:before="60" w:after="120" w:line="276" w:lineRule="auto"/>
            </w:pPr>
            <w:r w:rsidRPr="004358DF">
              <w:t>Ze wszystkimi wskazanymi powyżej Wykonawcami zostanie zawarta umowa ramowa na warunkach określonych w dokumentach zamówienia, zgodnie z art. 264 ust. 1 ustawy Pzp, z uwzględnieniem art. 577 ustawy Pzp, w terminie nie krótszym niż 10 dni od dnia przesłania niniejszego zawiadomienia o wyborze najkorzystniejszej oferty</w:t>
            </w:r>
          </w:p>
        </w:tc>
      </w:tr>
    </w:tbl>
    <w:p w14:paraId="4913915E" w14:textId="77777777" w:rsidR="00E44891" w:rsidRPr="008D208B" w:rsidRDefault="00E44891" w:rsidP="00E44891">
      <w:pPr>
        <w:spacing w:before="480" w:after="240" w:line="276" w:lineRule="auto"/>
        <w:ind w:firstLine="709"/>
        <w:jc w:val="both"/>
        <w:rPr>
          <w:color w:val="000000"/>
        </w:rPr>
      </w:pPr>
      <w:r w:rsidRPr="008D208B">
        <w:rPr>
          <w:color w:val="000000"/>
        </w:rPr>
        <w:t>Punktacja przyznana ofertom w poszczególnych kryteriach oceny ofert wraz z łączną liczbą punktów: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2268"/>
        <w:gridCol w:w="2126"/>
        <w:gridCol w:w="1560"/>
      </w:tblGrid>
      <w:tr w:rsidR="00E44891" w:rsidRPr="008D208B" w14:paraId="25F2B1EE" w14:textId="77777777" w:rsidTr="00172A87"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14:paraId="0EBC9C51" w14:textId="77777777" w:rsidR="00E44891" w:rsidRPr="008D208B" w:rsidRDefault="00E44891" w:rsidP="00172A87">
            <w:pPr>
              <w:spacing w:before="60" w:after="60"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bookmarkStart w:id="1" w:name="_Hlk129169429"/>
            <w:r w:rsidRPr="008D208B">
              <w:rPr>
                <w:b/>
                <w:sz w:val="22"/>
                <w:szCs w:val="22"/>
              </w:rPr>
              <w:t>Zadanie częściowe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14:paraId="74C588BE" w14:textId="77777777" w:rsidR="00E44891" w:rsidRPr="008D208B" w:rsidRDefault="00E44891" w:rsidP="00172A87">
            <w:pPr>
              <w:spacing w:before="60" w:after="60"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8D208B">
              <w:rPr>
                <w:b/>
                <w:sz w:val="22"/>
                <w:szCs w:val="22"/>
              </w:rPr>
              <w:t>Nazwa i adres wykonawcy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14:paraId="591BDF80" w14:textId="77777777" w:rsidR="00E44891" w:rsidRPr="008D208B" w:rsidRDefault="00E44891" w:rsidP="00172A87">
            <w:pPr>
              <w:spacing w:before="60" w:after="60"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8D208B">
              <w:rPr>
                <w:b/>
                <w:color w:val="000000"/>
                <w:sz w:val="22"/>
                <w:szCs w:val="22"/>
              </w:rPr>
              <w:t>Nazwa kryterium - liczba pkt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14:paraId="1D5A22B8" w14:textId="77777777" w:rsidR="00E44891" w:rsidRPr="008D208B" w:rsidRDefault="00E44891" w:rsidP="00172A87">
            <w:pPr>
              <w:spacing w:before="60" w:after="60"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8D208B">
              <w:rPr>
                <w:b/>
                <w:color w:val="000000"/>
                <w:sz w:val="22"/>
                <w:szCs w:val="22"/>
              </w:rPr>
              <w:t>Razem</w:t>
            </w:r>
          </w:p>
        </w:tc>
      </w:tr>
      <w:tr w:rsidR="00E44891" w:rsidRPr="008D208B" w14:paraId="08B45F11" w14:textId="77777777" w:rsidTr="00172A87"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AA0BD11" w14:textId="77777777" w:rsidR="00E44891" w:rsidRPr="008D208B" w:rsidRDefault="00E44891" w:rsidP="00172A87">
            <w:pPr>
              <w:spacing w:before="60" w:after="60" w:line="276" w:lineRule="auto"/>
              <w:rPr>
                <w:bCs/>
                <w:color w:val="000000"/>
                <w:sz w:val="22"/>
                <w:szCs w:val="22"/>
              </w:rPr>
            </w:pPr>
            <w:r w:rsidRPr="008D208B">
              <w:rPr>
                <w:bCs/>
                <w:iCs/>
                <w:sz w:val="22"/>
                <w:szCs w:val="22"/>
              </w:rPr>
              <w:t>Zadanie częściowe nr 1:</w:t>
            </w:r>
            <w:r w:rsidRPr="008D208B">
              <w:rPr>
                <w:bCs/>
                <w:i/>
                <w:sz w:val="22"/>
                <w:szCs w:val="22"/>
              </w:rPr>
              <w:t xml:space="preserve"> Szkolenie studentów Politechniki Rzeszowskiej w Ośrodku Kształcenia Lotniczego według zadań 0, I, II, III, V określonych w Instrukcji Szkolenia ISz_ATP/OKL/2014 na symulatorach lotu FNPT 2 ALSIM ALX oraz na samolotach TB-9 TAMPICO, PA-28 ARROW oraz PA-34 SENECA V w liczbie 1 000 godzin szkoleniowych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33822B90" w14:textId="77777777" w:rsidR="00E44891" w:rsidRPr="008D208B" w:rsidRDefault="00E44891" w:rsidP="00172A87">
            <w:pPr>
              <w:spacing w:before="60" w:after="60" w:line="276" w:lineRule="auto"/>
              <w:rPr>
                <w:b/>
                <w:bCs/>
                <w:sz w:val="22"/>
                <w:szCs w:val="22"/>
              </w:rPr>
            </w:pPr>
            <w:r w:rsidRPr="008D208B">
              <w:rPr>
                <w:b/>
                <w:bCs/>
                <w:sz w:val="22"/>
                <w:szCs w:val="22"/>
              </w:rPr>
              <w:t>Alicja Minda</w:t>
            </w:r>
          </w:p>
          <w:p w14:paraId="23CE0CDB" w14:textId="77777777" w:rsidR="00E44891" w:rsidRPr="008D208B" w:rsidRDefault="00E44891" w:rsidP="00172A87">
            <w:pPr>
              <w:spacing w:before="60" w:after="60" w:line="276" w:lineRule="auto"/>
              <w:rPr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Ślusarczyka 4/16</w:t>
            </w:r>
          </w:p>
          <w:p w14:paraId="32CFE35C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35-513 Rzeszów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shd w:val="clear" w:color="auto" w:fill="auto"/>
          </w:tcPr>
          <w:p w14:paraId="6C5203EE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1 - Cena - 100.00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6DB48E" w14:textId="77777777" w:rsidR="00E44891" w:rsidRPr="008D208B" w:rsidRDefault="00E44891" w:rsidP="00172A87">
            <w:pPr>
              <w:spacing w:before="60" w:after="60" w:line="276" w:lineRule="auto"/>
              <w:jc w:val="center"/>
              <w:rPr>
                <w:b/>
                <w:bCs/>
                <w:color w:val="000000"/>
              </w:rPr>
            </w:pPr>
            <w:r w:rsidRPr="008D208B">
              <w:rPr>
                <w:b/>
                <w:bCs/>
              </w:rPr>
              <w:t xml:space="preserve">  100,00</w:t>
            </w:r>
          </w:p>
        </w:tc>
      </w:tr>
      <w:tr w:rsidR="00E44891" w:rsidRPr="008D208B" w14:paraId="5211E9B8" w14:textId="77777777" w:rsidTr="00172A87">
        <w:tc>
          <w:tcPr>
            <w:tcW w:w="3544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AAFBA7D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2920070" w14:textId="77777777" w:rsidR="00E44891" w:rsidRPr="008D208B" w:rsidRDefault="00E44891" w:rsidP="00172A87">
            <w:pPr>
              <w:spacing w:before="60" w:after="60" w:line="276" w:lineRule="auto"/>
              <w:rPr>
                <w:b/>
                <w:bCs/>
                <w:sz w:val="22"/>
                <w:szCs w:val="22"/>
              </w:rPr>
            </w:pPr>
            <w:r w:rsidRPr="008D208B">
              <w:rPr>
                <w:b/>
                <w:bCs/>
                <w:sz w:val="22"/>
                <w:szCs w:val="22"/>
              </w:rPr>
              <w:t>Jakub Chwostek</w:t>
            </w:r>
          </w:p>
          <w:p w14:paraId="062796EB" w14:textId="77777777" w:rsidR="00E44891" w:rsidRPr="008D208B" w:rsidRDefault="00E44891" w:rsidP="00172A87">
            <w:pPr>
              <w:spacing w:before="60" w:after="60" w:line="276" w:lineRule="auto"/>
              <w:rPr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Prusa 1</w:t>
            </w:r>
          </w:p>
          <w:p w14:paraId="37D55AC3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37-100 Łańcut</w:t>
            </w:r>
          </w:p>
        </w:tc>
        <w:tc>
          <w:tcPr>
            <w:tcW w:w="2126" w:type="dxa"/>
            <w:shd w:val="clear" w:color="auto" w:fill="auto"/>
          </w:tcPr>
          <w:p w14:paraId="0F07B6D2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1 - Cena - 100.00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5FD50CF" w14:textId="77777777" w:rsidR="00E44891" w:rsidRPr="008D208B" w:rsidRDefault="00E44891" w:rsidP="00172A87">
            <w:pPr>
              <w:spacing w:before="60" w:after="60" w:line="276" w:lineRule="auto"/>
              <w:jc w:val="center"/>
              <w:rPr>
                <w:b/>
                <w:bCs/>
                <w:color w:val="000000"/>
              </w:rPr>
            </w:pPr>
            <w:r w:rsidRPr="008D208B">
              <w:rPr>
                <w:b/>
                <w:bCs/>
              </w:rPr>
              <w:t xml:space="preserve">  100,00</w:t>
            </w:r>
          </w:p>
        </w:tc>
      </w:tr>
      <w:tr w:rsidR="00E44891" w:rsidRPr="008D208B" w14:paraId="6F2039F6" w14:textId="77777777" w:rsidTr="00172A87"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4400D7D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78523F7C" w14:textId="77777777" w:rsidR="00E44891" w:rsidRPr="008D208B" w:rsidRDefault="00E44891" w:rsidP="00172A87">
            <w:pPr>
              <w:spacing w:before="60" w:after="60" w:line="276" w:lineRule="auto"/>
              <w:rPr>
                <w:b/>
                <w:bCs/>
                <w:sz w:val="22"/>
                <w:szCs w:val="22"/>
              </w:rPr>
            </w:pPr>
            <w:r w:rsidRPr="008D208B">
              <w:rPr>
                <w:b/>
                <w:bCs/>
                <w:sz w:val="22"/>
                <w:szCs w:val="22"/>
              </w:rPr>
              <w:t>ADAM BYLINKA COMPANY</w:t>
            </w:r>
          </w:p>
          <w:p w14:paraId="065A7867" w14:textId="77777777" w:rsidR="00E44891" w:rsidRPr="008D208B" w:rsidRDefault="00E44891" w:rsidP="00172A87">
            <w:pPr>
              <w:spacing w:before="60" w:after="60" w:line="276" w:lineRule="auto"/>
              <w:rPr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Westerplatte 1</w:t>
            </w:r>
          </w:p>
          <w:p w14:paraId="57C9C0BD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05</w:t>
            </w:r>
            <w:r>
              <w:rPr>
                <w:sz w:val="22"/>
                <w:szCs w:val="22"/>
              </w:rPr>
              <w:t>-</w:t>
            </w:r>
            <w:r w:rsidRPr="008D208B">
              <w:rPr>
                <w:sz w:val="22"/>
                <w:szCs w:val="22"/>
              </w:rPr>
              <w:t>410 Józefów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auto"/>
          </w:tcPr>
          <w:p w14:paraId="71F3EAC6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1 - Cena - 0.00</w:t>
            </w:r>
          </w:p>
        </w:tc>
        <w:tc>
          <w:tcPr>
            <w:tcW w:w="156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829F26" w14:textId="77777777" w:rsidR="00E44891" w:rsidRPr="008D208B" w:rsidRDefault="00E44891" w:rsidP="00172A87">
            <w:pPr>
              <w:spacing w:before="60" w:after="60" w:line="276" w:lineRule="auto"/>
              <w:jc w:val="center"/>
              <w:rPr>
                <w:b/>
                <w:bCs/>
                <w:color w:val="000000"/>
              </w:rPr>
            </w:pPr>
            <w:r w:rsidRPr="008D208B">
              <w:rPr>
                <w:b/>
                <w:bCs/>
              </w:rPr>
              <w:t xml:space="preserve">  0,00</w:t>
            </w:r>
          </w:p>
        </w:tc>
      </w:tr>
      <w:tr w:rsidR="00E44891" w:rsidRPr="008D208B" w14:paraId="59DA4362" w14:textId="77777777" w:rsidTr="00172A87"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25C854F" w14:textId="77777777" w:rsidR="00E44891" w:rsidRPr="008D208B" w:rsidRDefault="00E44891" w:rsidP="00172A87">
            <w:pPr>
              <w:spacing w:before="60" w:after="60" w:line="276" w:lineRule="auto"/>
              <w:rPr>
                <w:bCs/>
                <w:color w:val="000000"/>
                <w:sz w:val="22"/>
                <w:szCs w:val="22"/>
              </w:rPr>
            </w:pPr>
            <w:r w:rsidRPr="008D208B">
              <w:rPr>
                <w:bCs/>
                <w:iCs/>
                <w:sz w:val="22"/>
                <w:szCs w:val="22"/>
              </w:rPr>
              <w:t>Zadanie częściowe nr 2:</w:t>
            </w:r>
            <w:r w:rsidRPr="008D208B">
              <w:rPr>
                <w:bCs/>
                <w:i/>
                <w:sz w:val="22"/>
                <w:szCs w:val="22"/>
              </w:rPr>
              <w:t xml:space="preserve"> Szkolenie studentów Politechniki Rzeszowskiej w Ośrodku Kształcenia Lotniczego według zadań: 0, I, II, III, IV, V, VI określonych w Instrukcji Szkolenia ISz_ATP/OKL/2014 na symulatorach lotu FNPT 2 ALSIM ALX oraz na samolotach TB-9 TAMPICO, PA-28 </w:t>
            </w:r>
            <w:r w:rsidRPr="008D208B">
              <w:rPr>
                <w:bCs/>
                <w:i/>
                <w:sz w:val="22"/>
                <w:szCs w:val="22"/>
              </w:rPr>
              <w:lastRenderedPageBreak/>
              <w:t>ARROW oraz PA-34 SENECA V w liczbie 1 500 godzin szkoleniowych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7272F3C0" w14:textId="77777777" w:rsidR="00E44891" w:rsidRPr="008D208B" w:rsidRDefault="00E44891" w:rsidP="00172A87">
            <w:pPr>
              <w:spacing w:before="60" w:after="60" w:line="276" w:lineRule="auto"/>
              <w:rPr>
                <w:b/>
                <w:bCs/>
                <w:sz w:val="22"/>
                <w:szCs w:val="22"/>
              </w:rPr>
            </w:pPr>
            <w:r w:rsidRPr="008D208B">
              <w:rPr>
                <w:b/>
                <w:bCs/>
                <w:sz w:val="22"/>
                <w:szCs w:val="22"/>
              </w:rPr>
              <w:lastRenderedPageBreak/>
              <w:t>Alicja Minda</w:t>
            </w:r>
          </w:p>
          <w:p w14:paraId="3EFDF49A" w14:textId="77777777" w:rsidR="00E44891" w:rsidRPr="008D208B" w:rsidRDefault="00E44891" w:rsidP="00172A87">
            <w:pPr>
              <w:spacing w:before="60" w:after="60" w:line="276" w:lineRule="auto"/>
              <w:rPr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Ślusarczyka 4/16</w:t>
            </w:r>
          </w:p>
          <w:p w14:paraId="2F9D887F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35-513 Rzeszów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shd w:val="clear" w:color="auto" w:fill="auto"/>
          </w:tcPr>
          <w:p w14:paraId="498A2DBA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1 - Cena - 100.00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091E3F" w14:textId="77777777" w:rsidR="00E44891" w:rsidRPr="008D208B" w:rsidRDefault="00E44891" w:rsidP="00172A87">
            <w:pPr>
              <w:spacing w:before="60" w:after="60" w:line="276" w:lineRule="auto"/>
              <w:jc w:val="center"/>
              <w:rPr>
                <w:b/>
                <w:bCs/>
                <w:color w:val="000000"/>
              </w:rPr>
            </w:pPr>
            <w:r w:rsidRPr="008D208B">
              <w:rPr>
                <w:b/>
                <w:bCs/>
              </w:rPr>
              <w:t xml:space="preserve">  100,00</w:t>
            </w:r>
          </w:p>
        </w:tc>
      </w:tr>
      <w:tr w:rsidR="00E44891" w:rsidRPr="008D208B" w14:paraId="371EC484" w14:textId="77777777" w:rsidTr="00172A87">
        <w:tc>
          <w:tcPr>
            <w:tcW w:w="3544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557E10B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7611FB0" w14:textId="77777777" w:rsidR="00E44891" w:rsidRPr="008D208B" w:rsidRDefault="00E44891" w:rsidP="00172A87">
            <w:pPr>
              <w:spacing w:before="60" w:after="60" w:line="276" w:lineRule="auto"/>
              <w:rPr>
                <w:b/>
                <w:bCs/>
                <w:sz w:val="22"/>
                <w:szCs w:val="22"/>
              </w:rPr>
            </w:pPr>
            <w:r w:rsidRPr="008D208B">
              <w:rPr>
                <w:b/>
                <w:bCs/>
                <w:sz w:val="22"/>
                <w:szCs w:val="22"/>
              </w:rPr>
              <w:t>AVIATION Krzysztof Gosławski</w:t>
            </w:r>
          </w:p>
          <w:p w14:paraId="240981B9" w14:textId="77777777" w:rsidR="00E44891" w:rsidRPr="008D208B" w:rsidRDefault="00E44891" w:rsidP="00172A87">
            <w:pPr>
              <w:spacing w:before="60" w:after="60" w:line="276" w:lineRule="auto"/>
              <w:rPr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Młodzieżowa 6</w:t>
            </w:r>
          </w:p>
          <w:p w14:paraId="1BC2676F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98-300 Wieluń</w:t>
            </w:r>
          </w:p>
        </w:tc>
        <w:tc>
          <w:tcPr>
            <w:tcW w:w="2126" w:type="dxa"/>
            <w:shd w:val="clear" w:color="auto" w:fill="auto"/>
          </w:tcPr>
          <w:p w14:paraId="0C06BCE8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1 - Cena - 100.00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989D0DE" w14:textId="77777777" w:rsidR="00E44891" w:rsidRPr="008D208B" w:rsidRDefault="00E44891" w:rsidP="00172A87">
            <w:pPr>
              <w:spacing w:before="60" w:after="60" w:line="276" w:lineRule="auto"/>
              <w:jc w:val="center"/>
              <w:rPr>
                <w:b/>
                <w:bCs/>
                <w:color w:val="000000"/>
              </w:rPr>
            </w:pPr>
            <w:r w:rsidRPr="008D208B">
              <w:rPr>
                <w:b/>
                <w:bCs/>
              </w:rPr>
              <w:t xml:space="preserve">  100,00</w:t>
            </w:r>
          </w:p>
        </w:tc>
      </w:tr>
      <w:tr w:rsidR="00E44891" w:rsidRPr="008D208B" w14:paraId="49E26835" w14:textId="77777777" w:rsidTr="00172A87"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265DD23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08E151BF" w14:textId="77777777" w:rsidR="00E44891" w:rsidRPr="008D208B" w:rsidRDefault="00E44891" w:rsidP="00172A87">
            <w:pPr>
              <w:spacing w:before="60" w:after="60" w:line="276" w:lineRule="auto"/>
              <w:rPr>
                <w:b/>
                <w:bCs/>
                <w:sz w:val="22"/>
                <w:szCs w:val="22"/>
              </w:rPr>
            </w:pPr>
            <w:r w:rsidRPr="008D208B">
              <w:rPr>
                <w:b/>
                <w:bCs/>
                <w:sz w:val="22"/>
                <w:szCs w:val="22"/>
              </w:rPr>
              <w:t>Jakub Chwostek</w:t>
            </w:r>
          </w:p>
          <w:p w14:paraId="4709D18C" w14:textId="77777777" w:rsidR="00E44891" w:rsidRPr="008D208B" w:rsidRDefault="00E44891" w:rsidP="00172A87">
            <w:pPr>
              <w:spacing w:before="60" w:after="60" w:line="276" w:lineRule="auto"/>
              <w:rPr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Prusa 1</w:t>
            </w:r>
          </w:p>
          <w:p w14:paraId="5EB8B46F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37-100 Łańcut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auto"/>
          </w:tcPr>
          <w:p w14:paraId="6EEEF896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1 - Cena - 100.00</w:t>
            </w:r>
          </w:p>
        </w:tc>
        <w:tc>
          <w:tcPr>
            <w:tcW w:w="156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C392C5" w14:textId="77777777" w:rsidR="00E44891" w:rsidRPr="008D208B" w:rsidRDefault="00E44891" w:rsidP="00172A87">
            <w:pPr>
              <w:spacing w:before="60" w:after="60" w:line="276" w:lineRule="auto"/>
              <w:jc w:val="center"/>
              <w:rPr>
                <w:b/>
                <w:bCs/>
                <w:color w:val="000000"/>
              </w:rPr>
            </w:pPr>
            <w:r w:rsidRPr="008D208B">
              <w:rPr>
                <w:b/>
                <w:bCs/>
              </w:rPr>
              <w:t xml:space="preserve">  100,00</w:t>
            </w:r>
          </w:p>
        </w:tc>
      </w:tr>
      <w:tr w:rsidR="00E44891" w:rsidRPr="008D208B" w14:paraId="730F1C2A" w14:textId="77777777" w:rsidTr="00172A87"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DC48E87" w14:textId="77777777" w:rsidR="00E44891" w:rsidRPr="008D208B" w:rsidRDefault="00E44891" w:rsidP="00172A87">
            <w:pPr>
              <w:spacing w:before="60" w:after="60" w:line="276" w:lineRule="auto"/>
              <w:rPr>
                <w:bCs/>
                <w:color w:val="000000"/>
                <w:sz w:val="22"/>
                <w:szCs w:val="22"/>
              </w:rPr>
            </w:pPr>
            <w:r w:rsidRPr="008D208B">
              <w:rPr>
                <w:bCs/>
                <w:iCs/>
                <w:sz w:val="22"/>
                <w:szCs w:val="22"/>
              </w:rPr>
              <w:t>Zadanie częściowe nr 4:</w:t>
            </w:r>
            <w:r w:rsidRPr="008D208B">
              <w:rPr>
                <w:bCs/>
                <w:i/>
                <w:sz w:val="22"/>
                <w:szCs w:val="22"/>
              </w:rPr>
              <w:t xml:space="preserve"> Szkolenie studentów Politechniki Rzeszowskiej w Ośrodku Kształcenia Lotniczego według zadań: 0, I, II, III, IV, V, VI, VII, VIII, IX określonych w Instrukcji Szkolenia ISz_ATP/OKL/2014 na symulatorach lotu FNPT 2 ALSIM ALX oraz na samolotach TB-9 TAMPICO, PA-28 ARROW oraz PA-34 SENECA V w liczbie 3 500 godzin szkoleniowych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489C7947" w14:textId="77777777" w:rsidR="00E44891" w:rsidRPr="008D208B" w:rsidRDefault="00E44891" w:rsidP="00172A87">
            <w:pPr>
              <w:spacing w:before="60" w:after="60" w:line="276" w:lineRule="auto"/>
              <w:rPr>
                <w:b/>
                <w:bCs/>
                <w:sz w:val="22"/>
                <w:szCs w:val="22"/>
              </w:rPr>
            </w:pPr>
            <w:r w:rsidRPr="008D208B">
              <w:rPr>
                <w:b/>
                <w:bCs/>
                <w:sz w:val="22"/>
                <w:szCs w:val="22"/>
              </w:rPr>
              <w:t>ROZAIRO Ireneusz Rozum</w:t>
            </w:r>
          </w:p>
          <w:p w14:paraId="35E58763" w14:textId="77777777" w:rsidR="00E44891" w:rsidRPr="008D208B" w:rsidRDefault="00E44891" w:rsidP="00172A87">
            <w:pPr>
              <w:spacing w:before="60" w:after="60" w:line="276" w:lineRule="auto"/>
              <w:rPr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Neseberska 4/125</w:t>
            </w:r>
          </w:p>
          <w:p w14:paraId="4187BEB3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02-758 Warszawa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shd w:val="clear" w:color="auto" w:fill="auto"/>
          </w:tcPr>
          <w:p w14:paraId="0FABBBC9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1 - Cena - 100.00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4FD0EE" w14:textId="77777777" w:rsidR="00E44891" w:rsidRPr="008D208B" w:rsidRDefault="00E44891" w:rsidP="00172A87">
            <w:pPr>
              <w:spacing w:before="60" w:after="60" w:line="276" w:lineRule="auto"/>
              <w:jc w:val="center"/>
              <w:rPr>
                <w:b/>
                <w:bCs/>
                <w:color w:val="000000"/>
              </w:rPr>
            </w:pPr>
            <w:r w:rsidRPr="008D208B">
              <w:rPr>
                <w:b/>
                <w:bCs/>
              </w:rPr>
              <w:t xml:space="preserve">  100,00</w:t>
            </w:r>
          </w:p>
        </w:tc>
      </w:tr>
      <w:tr w:rsidR="00E44891" w:rsidRPr="008D208B" w14:paraId="7EC4CA8D" w14:textId="77777777" w:rsidTr="00172A87">
        <w:tc>
          <w:tcPr>
            <w:tcW w:w="3544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5B87211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FFCC4ED" w14:textId="77777777" w:rsidR="00E44891" w:rsidRPr="008D208B" w:rsidRDefault="00E44891" w:rsidP="00172A87">
            <w:pPr>
              <w:spacing w:before="60" w:after="60" w:line="276" w:lineRule="auto"/>
              <w:rPr>
                <w:b/>
                <w:bCs/>
                <w:sz w:val="22"/>
                <w:szCs w:val="22"/>
              </w:rPr>
            </w:pPr>
            <w:r w:rsidRPr="008D208B">
              <w:rPr>
                <w:b/>
                <w:bCs/>
                <w:sz w:val="22"/>
                <w:szCs w:val="22"/>
              </w:rPr>
              <w:t>AIRFLOW Krzysztof Figiel</w:t>
            </w:r>
          </w:p>
          <w:p w14:paraId="0F1B8E45" w14:textId="77777777" w:rsidR="00E44891" w:rsidRPr="008D208B" w:rsidRDefault="00E44891" w:rsidP="00172A87">
            <w:pPr>
              <w:spacing w:before="60" w:after="60" w:line="276" w:lineRule="auto"/>
              <w:rPr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Instalatorów 5A/24</w:t>
            </w:r>
          </w:p>
          <w:p w14:paraId="2F2D9C33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02-237 Warszawa</w:t>
            </w:r>
          </w:p>
        </w:tc>
        <w:tc>
          <w:tcPr>
            <w:tcW w:w="2126" w:type="dxa"/>
            <w:shd w:val="clear" w:color="auto" w:fill="auto"/>
          </w:tcPr>
          <w:p w14:paraId="03CE0DAC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1 - Cena - 100.00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2EF3B5B" w14:textId="77777777" w:rsidR="00E44891" w:rsidRPr="008D208B" w:rsidRDefault="00E44891" w:rsidP="00172A87">
            <w:pPr>
              <w:spacing w:before="60" w:after="60" w:line="276" w:lineRule="auto"/>
              <w:jc w:val="center"/>
              <w:rPr>
                <w:b/>
                <w:bCs/>
                <w:color w:val="000000"/>
              </w:rPr>
            </w:pPr>
            <w:r w:rsidRPr="008D208B">
              <w:rPr>
                <w:b/>
                <w:bCs/>
              </w:rPr>
              <w:t xml:space="preserve">  100,00</w:t>
            </w:r>
          </w:p>
        </w:tc>
      </w:tr>
      <w:tr w:rsidR="00E44891" w:rsidRPr="008D208B" w14:paraId="1C0A2D67" w14:textId="77777777" w:rsidTr="00172A87">
        <w:tc>
          <w:tcPr>
            <w:tcW w:w="3544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E9B81C6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0ECE8131" w14:textId="77777777" w:rsidR="00E44891" w:rsidRPr="008D208B" w:rsidRDefault="00E44891" w:rsidP="00172A87">
            <w:pPr>
              <w:spacing w:before="60" w:after="60" w:line="276" w:lineRule="auto"/>
              <w:rPr>
                <w:b/>
                <w:bCs/>
                <w:sz w:val="22"/>
                <w:szCs w:val="22"/>
              </w:rPr>
            </w:pPr>
            <w:r w:rsidRPr="008D208B">
              <w:rPr>
                <w:b/>
                <w:bCs/>
                <w:sz w:val="22"/>
                <w:szCs w:val="22"/>
              </w:rPr>
              <w:t>Kamil Kosacki</w:t>
            </w:r>
          </w:p>
          <w:p w14:paraId="233EFCBC" w14:textId="77777777" w:rsidR="00E44891" w:rsidRPr="008D208B" w:rsidRDefault="00E44891" w:rsidP="00172A87">
            <w:pPr>
              <w:spacing w:before="60" w:after="60" w:line="276" w:lineRule="auto"/>
              <w:rPr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Obrzeżna 1D/135</w:t>
            </w:r>
          </w:p>
          <w:p w14:paraId="42727A29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02-691 Warszawa</w:t>
            </w:r>
          </w:p>
        </w:tc>
        <w:tc>
          <w:tcPr>
            <w:tcW w:w="2126" w:type="dxa"/>
            <w:shd w:val="clear" w:color="auto" w:fill="auto"/>
          </w:tcPr>
          <w:p w14:paraId="3CC543C5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1 - Cena - 100.00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6C5C457" w14:textId="77777777" w:rsidR="00E44891" w:rsidRPr="008D208B" w:rsidRDefault="00E44891" w:rsidP="00172A87">
            <w:pPr>
              <w:spacing w:before="60" w:after="60" w:line="276" w:lineRule="auto"/>
              <w:jc w:val="center"/>
              <w:rPr>
                <w:b/>
                <w:bCs/>
                <w:color w:val="000000"/>
              </w:rPr>
            </w:pPr>
            <w:r w:rsidRPr="008D208B">
              <w:rPr>
                <w:b/>
                <w:bCs/>
              </w:rPr>
              <w:t xml:space="preserve">  100,00</w:t>
            </w:r>
          </w:p>
        </w:tc>
      </w:tr>
      <w:tr w:rsidR="00E44891" w:rsidRPr="008D208B" w14:paraId="27F13DC4" w14:textId="77777777" w:rsidTr="00172A87">
        <w:tc>
          <w:tcPr>
            <w:tcW w:w="3544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D7C7C31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BB55159" w14:textId="77777777" w:rsidR="00E44891" w:rsidRPr="008D208B" w:rsidRDefault="00E44891" w:rsidP="00172A87">
            <w:pPr>
              <w:spacing w:before="60" w:after="60" w:line="276" w:lineRule="auto"/>
              <w:rPr>
                <w:b/>
                <w:bCs/>
                <w:sz w:val="22"/>
                <w:szCs w:val="22"/>
              </w:rPr>
            </w:pPr>
            <w:r w:rsidRPr="008D208B">
              <w:rPr>
                <w:b/>
                <w:bCs/>
                <w:sz w:val="22"/>
                <w:szCs w:val="22"/>
              </w:rPr>
              <w:t>Jerzy Bakunowicz</w:t>
            </w:r>
          </w:p>
          <w:p w14:paraId="35FE8C3D" w14:textId="77777777" w:rsidR="00E44891" w:rsidRPr="008D208B" w:rsidRDefault="00E44891" w:rsidP="00172A87">
            <w:pPr>
              <w:spacing w:before="60" w:after="60" w:line="276" w:lineRule="auto"/>
              <w:rPr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Krasne 498B</w:t>
            </w:r>
          </w:p>
          <w:p w14:paraId="0156CFE3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36-007 Krasne</w:t>
            </w:r>
          </w:p>
        </w:tc>
        <w:tc>
          <w:tcPr>
            <w:tcW w:w="2126" w:type="dxa"/>
            <w:shd w:val="clear" w:color="auto" w:fill="auto"/>
          </w:tcPr>
          <w:p w14:paraId="7A71F521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1 - Cena - 100.00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0D5DFA4" w14:textId="77777777" w:rsidR="00E44891" w:rsidRPr="008D208B" w:rsidRDefault="00E44891" w:rsidP="00172A87">
            <w:pPr>
              <w:spacing w:before="60" w:after="60" w:line="276" w:lineRule="auto"/>
              <w:jc w:val="center"/>
              <w:rPr>
                <w:b/>
                <w:bCs/>
                <w:color w:val="000000"/>
              </w:rPr>
            </w:pPr>
            <w:r w:rsidRPr="008D208B">
              <w:rPr>
                <w:b/>
                <w:bCs/>
              </w:rPr>
              <w:t xml:space="preserve">  100,00</w:t>
            </w:r>
          </w:p>
        </w:tc>
      </w:tr>
      <w:tr w:rsidR="00E44891" w:rsidRPr="008D208B" w14:paraId="38CD2C82" w14:textId="77777777" w:rsidTr="00172A87">
        <w:tc>
          <w:tcPr>
            <w:tcW w:w="3544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DB61F7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74A3D4D" w14:textId="77777777" w:rsidR="00E44891" w:rsidRPr="008D208B" w:rsidRDefault="00E44891" w:rsidP="00172A87">
            <w:pPr>
              <w:spacing w:before="60" w:after="60" w:line="276" w:lineRule="auto"/>
              <w:rPr>
                <w:b/>
                <w:bCs/>
                <w:sz w:val="22"/>
                <w:szCs w:val="22"/>
              </w:rPr>
            </w:pPr>
            <w:r w:rsidRPr="008D208B">
              <w:rPr>
                <w:b/>
                <w:bCs/>
                <w:sz w:val="22"/>
                <w:szCs w:val="22"/>
              </w:rPr>
              <w:t>Jerzy Piekarz</w:t>
            </w:r>
          </w:p>
          <w:p w14:paraId="361E78E2" w14:textId="77777777" w:rsidR="00E44891" w:rsidRPr="008D208B" w:rsidRDefault="00E44891" w:rsidP="00172A87">
            <w:pPr>
              <w:spacing w:before="60" w:after="60" w:line="276" w:lineRule="auto"/>
              <w:rPr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Kolbego 3/73</w:t>
            </w:r>
          </w:p>
          <w:p w14:paraId="4A103BA2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35-512 Rzeszów</w:t>
            </w:r>
          </w:p>
        </w:tc>
        <w:tc>
          <w:tcPr>
            <w:tcW w:w="2126" w:type="dxa"/>
            <w:shd w:val="clear" w:color="auto" w:fill="auto"/>
          </w:tcPr>
          <w:p w14:paraId="6BCCA545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1 - Cena - 100.00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4ED25BB" w14:textId="77777777" w:rsidR="00E44891" w:rsidRPr="008D208B" w:rsidRDefault="00E44891" w:rsidP="00172A87">
            <w:pPr>
              <w:spacing w:before="60" w:after="60" w:line="276" w:lineRule="auto"/>
              <w:jc w:val="center"/>
              <w:rPr>
                <w:b/>
                <w:bCs/>
                <w:color w:val="000000"/>
              </w:rPr>
            </w:pPr>
            <w:r w:rsidRPr="008D208B">
              <w:rPr>
                <w:b/>
                <w:bCs/>
              </w:rPr>
              <w:t xml:space="preserve">  100,00</w:t>
            </w:r>
          </w:p>
        </w:tc>
      </w:tr>
      <w:tr w:rsidR="00E44891" w:rsidRPr="008D208B" w14:paraId="7C5862C1" w14:textId="77777777" w:rsidTr="00172A87">
        <w:tc>
          <w:tcPr>
            <w:tcW w:w="3544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2314C32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844F341" w14:textId="77777777" w:rsidR="00E44891" w:rsidRPr="008D208B" w:rsidRDefault="00E44891" w:rsidP="00172A87">
            <w:pPr>
              <w:spacing w:before="60" w:after="60" w:line="276" w:lineRule="auto"/>
              <w:rPr>
                <w:b/>
                <w:bCs/>
                <w:sz w:val="22"/>
                <w:szCs w:val="22"/>
              </w:rPr>
            </w:pPr>
            <w:r w:rsidRPr="008D208B">
              <w:rPr>
                <w:b/>
                <w:bCs/>
                <w:sz w:val="22"/>
                <w:szCs w:val="22"/>
              </w:rPr>
              <w:t>Paweł Jażdżewski</w:t>
            </w:r>
          </w:p>
          <w:p w14:paraId="7834DD53" w14:textId="77777777" w:rsidR="00E44891" w:rsidRPr="008D208B" w:rsidRDefault="00E44891" w:rsidP="00172A87">
            <w:pPr>
              <w:spacing w:before="60" w:after="60" w:line="276" w:lineRule="auto"/>
              <w:rPr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Zaczernie 201A</w:t>
            </w:r>
          </w:p>
          <w:p w14:paraId="1F1BBBC1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36-062 Zaczernie</w:t>
            </w:r>
          </w:p>
        </w:tc>
        <w:tc>
          <w:tcPr>
            <w:tcW w:w="2126" w:type="dxa"/>
            <w:shd w:val="clear" w:color="auto" w:fill="auto"/>
          </w:tcPr>
          <w:p w14:paraId="05FEA5AC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1 - Cena - 100.00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52660B3" w14:textId="77777777" w:rsidR="00E44891" w:rsidRPr="008D208B" w:rsidRDefault="00E44891" w:rsidP="00172A87">
            <w:pPr>
              <w:spacing w:before="60" w:after="60" w:line="276" w:lineRule="auto"/>
              <w:jc w:val="center"/>
              <w:rPr>
                <w:b/>
                <w:bCs/>
                <w:color w:val="000000"/>
              </w:rPr>
            </w:pPr>
            <w:r w:rsidRPr="008D208B">
              <w:rPr>
                <w:b/>
                <w:bCs/>
              </w:rPr>
              <w:t xml:space="preserve">  100,00</w:t>
            </w:r>
          </w:p>
        </w:tc>
      </w:tr>
      <w:tr w:rsidR="00E44891" w:rsidRPr="008D208B" w14:paraId="15429ED6" w14:textId="77777777" w:rsidTr="00172A87">
        <w:tc>
          <w:tcPr>
            <w:tcW w:w="3544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5D17B00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06896A1" w14:textId="77777777" w:rsidR="00E44891" w:rsidRPr="008D208B" w:rsidRDefault="00E44891" w:rsidP="00172A87">
            <w:pPr>
              <w:spacing w:before="60" w:after="60" w:line="276" w:lineRule="auto"/>
              <w:rPr>
                <w:b/>
                <w:bCs/>
                <w:sz w:val="22"/>
                <w:szCs w:val="22"/>
              </w:rPr>
            </w:pPr>
            <w:r w:rsidRPr="008D208B">
              <w:rPr>
                <w:b/>
                <w:bCs/>
                <w:sz w:val="22"/>
                <w:szCs w:val="22"/>
              </w:rPr>
              <w:t>Rafał Stępniak</w:t>
            </w:r>
          </w:p>
          <w:p w14:paraId="376759FB" w14:textId="77777777" w:rsidR="00E44891" w:rsidRPr="008D208B" w:rsidRDefault="00E44891" w:rsidP="00172A87">
            <w:pPr>
              <w:spacing w:before="60" w:after="60" w:line="276" w:lineRule="auto"/>
              <w:rPr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Szeroki Łan 10</w:t>
            </w:r>
          </w:p>
          <w:p w14:paraId="12F3D491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41-214 Sosnowiec</w:t>
            </w:r>
          </w:p>
        </w:tc>
        <w:tc>
          <w:tcPr>
            <w:tcW w:w="2126" w:type="dxa"/>
            <w:shd w:val="clear" w:color="auto" w:fill="auto"/>
          </w:tcPr>
          <w:p w14:paraId="2F2E851C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1 - Cena - 100.00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6B5531F" w14:textId="77777777" w:rsidR="00E44891" w:rsidRPr="008D208B" w:rsidRDefault="00E44891" w:rsidP="00172A87">
            <w:pPr>
              <w:spacing w:before="60" w:after="60" w:line="276" w:lineRule="auto"/>
              <w:jc w:val="center"/>
              <w:rPr>
                <w:b/>
                <w:bCs/>
                <w:color w:val="000000"/>
              </w:rPr>
            </w:pPr>
            <w:r w:rsidRPr="008D208B">
              <w:rPr>
                <w:b/>
                <w:bCs/>
              </w:rPr>
              <w:t xml:space="preserve">  100,00</w:t>
            </w:r>
          </w:p>
        </w:tc>
      </w:tr>
      <w:tr w:rsidR="00E44891" w:rsidRPr="008D208B" w14:paraId="6FB94DFF" w14:textId="77777777" w:rsidTr="00172A87"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7D431AA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628209E4" w14:textId="77777777" w:rsidR="00E44891" w:rsidRPr="008D208B" w:rsidRDefault="00E44891" w:rsidP="00172A87">
            <w:pPr>
              <w:spacing w:before="60" w:after="60" w:line="276" w:lineRule="auto"/>
              <w:rPr>
                <w:b/>
                <w:bCs/>
                <w:sz w:val="22"/>
                <w:szCs w:val="22"/>
              </w:rPr>
            </w:pPr>
            <w:r w:rsidRPr="008D208B">
              <w:rPr>
                <w:b/>
                <w:bCs/>
                <w:sz w:val="22"/>
                <w:szCs w:val="22"/>
              </w:rPr>
              <w:t>Stanisław Bańkowski</w:t>
            </w:r>
          </w:p>
          <w:p w14:paraId="31C26671" w14:textId="77777777" w:rsidR="00E44891" w:rsidRPr="008D208B" w:rsidRDefault="00E44891" w:rsidP="00172A87">
            <w:pPr>
              <w:spacing w:before="60" w:after="60" w:line="276" w:lineRule="auto"/>
              <w:rPr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Terliczka 13</w:t>
            </w:r>
          </w:p>
          <w:p w14:paraId="09E0C523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36-001 Trzebownisko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auto"/>
          </w:tcPr>
          <w:p w14:paraId="0EF77927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1 - Cena - 100.00</w:t>
            </w:r>
          </w:p>
        </w:tc>
        <w:tc>
          <w:tcPr>
            <w:tcW w:w="156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EF91CD" w14:textId="77777777" w:rsidR="00E44891" w:rsidRPr="008D208B" w:rsidRDefault="00E44891" w:rsidP="00172A87">
            <w:pPr>
              <w:spacing w:before="60" w:after="60" w:line="276" w:lineRule="auto"/>
              <w:jc w:val="center"/>
              <w:rPr>
                <w:b/>
                <w:bCs/>
                <w:color w:val="000000"/>
              </w:rPr>
            </w:pPr>
            <w:r w:rsidRPr="008D208B">
              <w:rPr>
                <w:b/>
                <w:bCs/>
              </w:rPr>
              <w:t xml:space="preserve">  100,00</w:t>
            </w:r>
          </w:p>
        </w:tc>
      </w:tr>
      <w:tr w:rsidR="00E44891" w:rsidRPr="008D208B" w14:paraId="2F78F9B6" w14:textId="77777777" w:rsidTr="00172A87"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2F21863" w14:textId="77777777" w:rsidR="00E44891" w:rsidRPr="008D208B" w:rsidRDefault="00E44891" w:rsidP="00172A87">
            <w:pPr>
              <w:spacing w:before="60" w:after="60" w:line="276" w:lineRule="auto"/>
              <w:rPr>
                <w:bCs/>
                <w:color w:val="000000"/>
                <w:sz w:val="22"/>
                <w:szCs w:val="22"/>
              </w:rPr>
            </w:pPr>
            <w:r w:rsidRPr="008D208B">
              <w:rPr>
                <w:bCs/>
                <w:iCs/>
                <w:sz w:val="22"/>
                <w:szCs w:val="22"/>
              </w:rPr>
              <w:t>Zadanie częściowe nr 5:</w:t>
            </w:r>
            <w:r w:rsidRPr="008D208B">
              <w:rPr>
                <w:bCs/>
                <w:i/>
                <w:sz w:val="22"/>
                <w:szCs w:val="22"/>
              </w:rPr>
              <w:t xml:space="preserve"> Szkolenie studentów Politechniki Rzeszowskiej w Ośrodku Kształcenia Lotniczego według zadania XI określonego w Instrukcji Szkolenia ISz_ATP/OKL/2014 na symulatorach lotu FNPT 2 ALSIM ALX oraz na samolotach TB-9 TAMPICO, PA-28 ARROW oraz PA-34 SENECA V w liczbie 500 godzin szkoleniowych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0C9E6569" w14:textId="77777777" w:rsidR="00E44891" w:rsidRPr="008D208B" w:rsidRDefault="00E44891" w:rsidP="00172A87">
            <w:pPr>
              <w:spacing w:before="60" w:after="60" w:line="276" w:lineRule="auto"/>
              <w:rPr>
                <w:b/>
                <w:bCs/>
                <w:sz w:val="22"/>
                <w:szCs w:val="22"/>
              </w:rPr>
            </w:pPr>
            <w:r w:rsidRPr="008D208B">
              <w:rPr>
                <w:b/>
                <w:bCs/>
                <w:sz w:val="22"/>
                <w:szCs w:val="22"/>
              </w:rPr>
              <w:t>Paweł Mietecki</w:t>
            </w:r>
          </w:p>
          <w:p w14:paraId="33A51FA6" w14:textId="77777777" w:rsidR="00E44891" w:rsidRPr="008D208B" w:rsidRDefault="00E44891" w:rsidP="00172A87">
            <w:pPr>
              <w:spacing w:before="60" w:after="60" w:line="276" w:lineRule="auto"/>
              <w:rPr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3-go Maja 1/1</w:t>
            </w:r>
          </w:p>
          <w:p w14:paraId="60BBE71D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32-600 Oświęcim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shd w:val="clear" w:color="auto" w:fill="auto"/>
          </w:tcPr>
          <w:p w14:paraId="239E2C23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1 - Cena - 100.00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100413" w14:textId="77777777" w:rsidR="00E44891" w:rsidRPr="008D208B" w:rsidRDefault="00E44891" w:rsidP="00172A87">
            <w:pPr>
              <w:spacing w:before="60" w:after="60" w:line="276" w:lineRule="auto"/>
              <w:jc w:val="center"/>
              <w:rPr>
                <w:b/>
                <w:bCs/>
                <w:color w:val="000000"/>
              </w:rPr>
            </w:pPr>
            <w:r w:rsidRPr="008D208B">
              <w:rPr>
                <w:b/>
                <w:bCs/>
              </w:rPr>
              <w:t xml:space="preserve">  100,00</w:t>
            </w:r>
          </w:p>
        </w:tc>
      </w:tr>
      <w:tr w:rsidR="00E44891" w:rsidRPr="008D208B" w14:paraId="3A7A7E81" w14:textId="77777777" w:rsidTr="00172A87">
        <w:tc>
          <w:tcPr>
            <w:tcW w:w="354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4F10866B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4801A5C4" w14:textId="77777777" w:rsidR="00E44891" w:rsidRPr="008D208B" w:rsidRDefault="00E44891" w:rsidP="00172A87">
            <w:pPr>
              <w:spacing w:before="60" w:after="60" w:line="276" w:lineRule="auto"/>
              <w:rPr>
                <w:b/>
                <w:bCs/>
                <w:sz w:val="22"/>
                <w:szCs w:val="22"/>
              </w:rPr>
            </w:pPr>
            <w:r w:rsidRPr="008D208B">
              <w:rPr>
                <w:b/>
                <w:bCs/>
                <w:sz w:val="22"/>
                <w:szCs w:val="22"/>
              </w:rPr>
              <w:t>Jan Markowski</w:t>
            </w:r>
          </w:p>
          <w:p w14:paraId="02412374" w14:textId="77777777" w:rsidR="00E44891" w:rsidRPr="008D208B" w:rsidRDefault="00E44891" w:rsidP="00172A87">
            <w:pPr>
              <w:spacing w:before="60" w:after="60" w:line="276" w:lineRule="auto"/>
              <w:rPr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Lea 8/29</w:t>
            </w:r>
          </w:p>
          <w:p w14:paraId="17F9C50D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30-048 Kraków</w:t>
            </w:r>
          </w:p>
        </w:tc>
        <w:tc>
          <w:tcPr>
            <w:tcW w:w="2126" w:type="dxa"/>
            <w:shd w:val="clear" w:color="auto" w:fill="auto"/>
          </w:tcPr>
          <w:p w14:paraId="64094822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1 - Cena - 0.00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3212AF9" w14:textId="77777777" w:rsidR="00E44891" w:rsidRPr="008D208B" w:rsidRDefault="00E44891" w:rsidP="00172A87">
            <w:pPr>
              <w:spacing w:before="60" w:after="60" w:line="276" w:lineRule="auto"/>
              <w:jc w:val="center"/>
              <w:rPr>
                <w:b/>
                <w:bCs/>
                <w:color w:val="000000"/>
              </w:rPr>
            </w:pPr>
            <w:r w:rsidRPr="008D208B">
              <w:rPr>
                <w:b/>
                <w:bCs/>
              </w:rPr>
              <w:t xml:space="preserve">  0,00</w:t>
            </w:r>
          </w:p>
        </w:tc>
      </w:tr>
      <w:tr w:rsidR="00E44891" w:rsidRPr="008D208B" w14:paraId="7F47A7F3" w14:textId="77777777" w:rsidTr="00172A87">
        <w:tc>
          <w:tcPr>
            <w:tcW w:w="354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0853F1DC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77233FB" w14:textId="77777777" w:rsidR="00E44891" w:rsidRPr="008D208B" w:rsidRDefault="00E44891" w:rsidP="00172A87">
            <w:pPr>
              <w:spacing w:before="60" w:after="60" w:line="276" w:lineRule="auto"/>
              <w:rPr>
                <w:b/>
                <w:bCs/>
                <w:sz w:val="22"/>
                <w:szCs w:val="22"/>
              </w:rPr>
            </w:pPr>
            <w:r w:rsidRPr="008D208B">
              <w:rPr>
                <w:b/>
                <w:bCs/>
                <w:sz w:val="22"/>
                <w:szCs w:val="22"/>
              </w:rPr>
              <w:t>Paweł Jażdżewski</w:t>
            </w:r>
          </w:p>
          <w:p w14:paraId="1340DA5C" w14:textId="77777777" w:rsidR="00E44891" w:rsidRPr="008D208B" w:rsidRDefault="00E44891" w:rsidP="00172A87">
            <w:pPr>
              <w:spacing w:before="60" w:after="60" w:line="276" w:lineRule="auto"/>
              <w:rPr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Zaczernie 201A</w:t>
            </w:r>
          </w:p>
          <w:p w14:paraId="3A05BB69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36-062 Zaczernie</w:t>
            </w:r>
          </w:p>
        </w:tc>
        <w:tc>
          <w:tcPr>
            <w:tcW w:w="2126" w:type="dxa"/>
            <w:shd w:val="clear" w:color="auto" w:fill="auto"/>
          </w:tcPr>
          <w:p w14:paraId="08F389A2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1 - Cena - 100.00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1F3C134" w14:textId="77777777" w:rsidR="00E44891" w:rsidRPr="008D208B" w:rsidRDefault="00E44891" w:rsidP="00172A87">
            <w:pPr>
              <w:spacing w:before="60" w:after="60" w:line="276" w:lineRule="auto"/>
              <w:jc w:val="center"/>
              <w:rPr>
                <w:b/>
                <w:bCs/>
                <w:color w:val="000000"/>
              </w:rPr>
            </w:pPr>
            <w:r w:rsidRPr="008D208B">
              <w:rPr>
                <w:b/>
                <w:bCs/>
              </w:rPr>
              <w:t xml:space="preserve">  100,00</w:t>
            </w:r>
          </w:p>
        </w:tc>
      </w:tr>
      <w:tr w:rsidR="00E44891" w:rsidRPr="008D208B" w14:paraId="04B4BFC1" w14:textId="77777777" w:rsidTr="00172A87"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B032118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42198463" w14:textId="77777777" w:rsidR="00E44891" w:rsidRPr="008D208B" w:rsidRDefault="00E44891" w:rsidP="00172A87">
            <w:pPr>
              <w:spacing w:before="60" w:after="60" w:line="276" w:lineRule="auto"/>
              <w:rPr>
                <w:b/>
                <w:bCs/>
                <w:sz w:val="22"/>
                <w:szCs w:val="22"/>
              </w:rPr>
            </w:pPr>
            <w:r w:rsidRPr="008D208B">
              <w:rPr>
                <w:b/>
                <w:bCs/>
                <w:sz w:val="22"/>
                <w:szCs w:val="22"/>
              </w:rPr>
              <w:t>Robert Nowaczyk</w:t>
            </w:r>
          </w:p>
          <w:p w14:paraId="67F8AEBE" w14:textId="77777777" w:rsidR="00E44891" w:rsidRPr="008D208B" w:rsidRDefault="00E44891" w:rsidP="00172A87">
            <w:pPr>
              <w:spacing w:before="60" w:after="60" w:line="276" w:lineRule="auto"/>
              <w:rPr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Promienna 24</w:t>
            </w:r>
          </w:p>
          <w:p w14:paraId="4A5494A0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34-324 Lipowa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auto"/>
          </w:tcPr>
          <w:p w14:paraId="29D6A3A8" w14:textId="77777777" w:rsidR="00E44891" w:rsidRPr="008D208B" w:rsidRDefault="00E44891" w:rsidP="00172A87">
            <w:pPr>
              <w:spacing w:before="60" w:after="60" w:line="276" w:lineRule="auto"/>
              <w:rPr>
                <w:color w:val="000000"/>
                <w:sz w:val="22"/>
                <w:szCs w:val="22"/>
              </w:rPr>
            </w:pPr>
            <w:r w:rsidRPr="008D208B">
              <w:rPr>
                <w:sz w:val="22"/>
                <w:szCs w:val="22"/>
              </w:rPr>
              <w:t>1 - Cena - 0.00</w:t>
            </w:r>
          </w:p>
        </w:tc>
        <w:tc>
          <w:tcPr>
            <w:tcW w:w="156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511C3B" w14:textId="77777777" w:rsidR="00E44891" w:rsidRPr="008D208B" w:rsidRDefault="00E44891" w:rsidP="00172A87">
            <w:pPr>
              <w:spacing w:before="60" w:after="60" w:line="276" w:lineRule="auto"/>
              <w:jc w:val="center"/>
              <w:rPr>
                <w:b/>
                <w:bCs/>
                <w:color w:val="000000"/>
              </w:rPr>
            </w:pPr>
            <w:r w:rsidRPr="008D208B">
              <w:rPr>
                <w:b/>
                <w:bCs/>
              </w:rPr>
              <w:t xml:space="preserve">  0,00</w:t>
            </w:r>
          </w:p>
        </w:tc>
      </w:tr>
      <w:bookmarkEnd w:id="1"/>
    </w:tbl>
    <w:p w14:paraId="30623A3F" w14:textId="77777777" w:rsidR="00E44891" w:rsidRPr="00E44891" w:rsidRDefault="00E44891" w:rsidP="00E44891">
      <w:pPr>
        <w:pStyle w:val="Nagwek"/>
        <w:tabs>
          <w:tab w:val="clear" w:pos="4536"/>
          <w:tab w:val="clear" w:pos="9072"/>
        </w:tabs>
        <w:spacing w:before="480" w:after="120" w:line="276" w:lineRule="auto"/>
        <w:ind w:firstLine="708"/>
        <w:jc w:val="both"/>
        <w:rPr>
          <w:bCs/>
          <w:sz w:val="28"/>
          <w:szCs w:val="28"/>
        </w:rPr>
      </w:pPr>
    </w:p>
    <w:p w14:paraId="44DD72E2" w14:textId="686D2404" w:rsidR="00B464D3" w:rsidRPr="004229DE" w:rsidRDefault="00B464D3" w:rsidP="00E44891">
      <w:pPr>
        <w:spacing w:before="480" w:after="480" w:line="276" w:lineRule="auto"/>
        <w:ind w:left="3119" w:firstLine="425"/>
        <w:jc w:val="right"/>
        <w:rPr>
          <w:i/>
          <w:sz w:val="22"/>
          <w:szCs w:val="22"/>
        </w:rPr>
      </w:pPr>
      <w:r w:rsidRPr="004229DE">
        <w:rPr>
          <w:i/>
          <w:sz w:val="22"/>
          <w:szCs w:val="22"/>
        </w:rPr>
        <w:t>Zamawiający</w:t>
      </w:r>
      <w:bookmarkEnd w:id="0"/>
    </w:p>
    <w:sectPr w:rsidR="00B464D3" w:rsidRPr="004229DE" w:rsidSect="00211A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79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5F615" w14:textId="77777777" w:rsidR="00253659" w:rsidRDefault="00253659">
      <w:r>
        <w:separator/>
      </w:r>
    </w:p>
  </w:endnote>
  <w:endnote w:type="continuationSeparator" w:id="0">
    <w:p w14:paraId="5A22AF27" w14:textId="77777777" w:rsidR="00253659" w:rsidRDefault="00253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71636" w14:textId="77777777" w:rsidR="006E3089" w:rsidRDefault="006E30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7641F" w14:textId="77777777" w:rsidR="000C1E6F" w:rsidRDefault="000C1E6F">
    <w:pPr>
      <w:pStyle w:val="Stopka"/>
      <w:pBdr>
        <w:bottom w:val="single" w:sz="6" w:space="0" w:color="auto"/>
      </w:pBdr>
      <w:tabs>
        <w:tab w:val="clear" w:pos="4536"/>
        <w:tab w:val="left" w:pos="6237"/>
      </w:tabs>
      <w:rPr>
        <w:sz w:val="18"/>
        <w:szCs w:val="18"/>
      </w:rPr>
    </w:pPr>
  </w:p>
  <w:p w14:paraId="6D48E515" w14:textId="77777777" w:rsidR="000C1E6F" w:rsidRDefault="000C1E6F">
    <w:pPr>
      <w:pStyle w:val="Stopka"/>
      <w:tabs>
        <w:tab w:val="clear" w:pos="4536"/>
      </w:tabs>
      <w:jc w:val="center"/>
      <w:rPr>
        <w:sz w:val="18"/>
        <w:szCs w:val="18"/>
      </w:rPr>
    </w:pPr>
  </w:p>
  <w:p w14:paraId="20893F15" w14:textId="77777777" w:rsidR="000C1E6F" w:rsidRDefault="000C1E6F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1D608" w14:textId="77777777" w:rsidR="006E3089" w:rsidRDefault="006E3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A580D" w14:textId="77777777" w:rsidR="00253659" w:rsidRDefault="00253659">
      <w:r>
        <w:separator/>
      </w:r>
    </w:p>
  </w:footnote>
  <w:footnote w:type="continuationSeparator" w:id="0">
    <w:p w14:paraId="757FBF2C" w14:textId="77777777" w:rsidR="00253659" w:rsidRDefault="00253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BAF16" w14:textId="77777777" w:rsidR="006E3089" w:rsidRDefault="006E30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98691" w14:textId="77777777" w:rsidR="006E3089" w:rsidRDefault="006E308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49B84" w14:textId="77777777" w:rsidR="006E3089" w:rsidRDefault="006E30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50FCD"/>
    <w:multiLevelType w:val="hybridMultilevel"/>
    <w:tmpl w:val="BAC24640"/>
    <w:lvl w:ilvl="0" w:tplc="8CA892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E20"/>
    <w:multiLevelType w:val="hybridMultilevel"/>
    <w:tmpl w:val="D9A2A9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D47C79"/>
    <w:multiLevelType w:val="hybridMultilevel"/>
    <w:tmpl w:val="14A2FF7C"/>
    <w:lvl w:ilvl="0" w:tplc="3A74FC7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275166"/>
    <w:multiLevelType w:val="hybridMultilevel"/>
    <w:tmpl w:val="CC3E09F0"/>
    <w:lvl w:ilvl="0" w:tplc="887C6BB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216"/>
    <w:rsid w:val="00022322"/>
    <w:rsid w:val="00042497"/>
    <w:rsid w:val="000C1E6F"/>
    <w:rsid w:val="000E4E56"/>
    <w:rsid w:val="000E55F4"/>
    <w:rsid w:val="001A1468"/>
    <w:rsid w:val="001B7815"/>
    <w:rsid w:val="001D1EEC"/>
    <w:rsid w:val="00211A34"/>
    <w:rsid w:val="00253659"/>
    <w:rsid w:val="002B1E4F"/>
    <w:rsid w:val="002B6761"/>
    <w:rsid w:val="003445A0"/>
    <w:rsid w:val="003A0AFC"/>
    <w:rsid w:val="003D611C"/>
    <w:rsid w:val="00402AFB"/>
    <w:rsid w:val="00431C0B"/>
    <w:rsid w:val="00437CAD"/>
    <w:rsid w:val="004424BC"/>
    <w:rsid w:val="004657DA"/>
    <w:rsid w:val="004830FD"/>
    <w:rsid w:val="004B2665"/>
    <w:rsid w:val="004C3459"/>
    <w:rsid w:val="004E324A"/>
    <w:rsid w:val="004E7234"/>
    <w:rsid w:val="00514919"/>
    <w:rsid w:val="0054734E"/>
    <w:rsid w:val="00596EA3"/>
    <w:rsid w:val="00596FD7"/>
    <w:rsid w:val="005E5BFF"/>
    <w:rsid w:val="00607F9B"/>
    <w:rsid w:val="00644DCB"/>
    <w:rsid w:val="00657C1E"/>
    <w:rsid w:val="006E3089"/>
    <w:rsid w:val="00712C39"/>
    <w:rsid w:val="00756CDA"/>
    <w:rsid w:val="007E2ACC"/>
    <w:rsid w:val="007E68C5"/>
    <w:rsid w:val="00832144"/>
    <w:rsid w:val="00836DAF"/>
    <w:rsid w:val="008567C7"/>
    <w:rsid w:val="008642B3"/>
    <w:rsid w:val="008A6C10"/>
    <w:rsid w:val="008E5102"/>
    <w:rsid w:val="00915B9E"/>
    <w:rsid w:val="00952256"/>
    <w:rsid w:val="0097748A"/>
    <w:rsid w:val="0099192C"/>
    <w:rsid w:val="009F0E5C"/>
    <w:rsid w:val="00A029B8"/>
    <w:rsid w:val="00A91321"/>
    <w:rsid w:val="00AA02AC"/>
    <w:rsid w:val="00B32D12"/>
    <w:rsid w:val="00B464D3"/>
    <w:rsid w:val="00B8185B"/>
    <w:rsid w:val="00BC6F7F"/>
    <w:rsid w:val="00BD2174"/>
    <w:rsid w:val="00C423DD"/>
    <w:rsid w:val="00C60D7B"/>
    <w:rsid w:val="00C65E53"/>
    <w:rsid w:val="00CA0B33"/>
    <w:rsid w:val="00CA3511"/>
    <w:rsid w:val="00D01E5B"/>
    <w:rsid w:val="00D04203"/>
    <w:rsid w:val="00D168A0"/>
    <w:rsid w:val="00D26ED6"/>
    <w:rsid w:val="00D42C90"/>
    <w:rsid w:val="00D46216"/>
    <w:rsid w:val="00D8427E"/>
    <w:rsid w:val="00E30B2D"/>
    <w:rsid w:val="00E44891"/>
    <w:rsid w:val="00E62859"/>
    <w:rsid w:val="00E85D70"/>
    <w:rsid w:val="00F223E4"/>
    <w:rsid w:val="00F33C66"/>
    <w:rsid w:val="00F960D7"/>
    <w:rsid w:val="00FB7F50"/>
    <w:rsid w:val="00FD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89B0AE"/>
  <w15:chartTrackingRefBased/>
  <w15:docId w15:val="{3CCEC784-6C30-412C-A19F-C66369FDD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center"/>
      <w:outlineLvl w:val="0"/>
    </w:pPr>
    <w:rPr>
      <w:b/>
      <w:kern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Cs w:val="20"/>
    </w:rPr>
  </w:style>
  <w:style w:type="paragraph" w:styleId="Zwykytekst">
    <w:name w:val="Plain Text"/>
    <w:basedOn w:val="Normalny"/>
    <w:rsid w:val="00E85D70"/>
    <w:rPr>
      <w:rFonts w:ascii="Courier New" w:hAnsi="Courier New" w:cs="Courier New"/>
      <w:sz w:val="20"/>
      <w:szCs w:val="20"/>
    </w:rPr>
  </w:style>
  <w:style w:type="table" w:styleId="Tabela-Siatka">
    <w:name w:val="Table Grid"/>
    <w:basedOn w:val="Standardowy"/>
    <w:rsid w:val="00E85D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0424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424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4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4506~1.P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6</Pages>
  <Words>1281</Words>
  <Characters>7689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subject/>
  <dc:creator>Michał Pękala</dc:creator>
  <cp:keywords/>
  <dc:description/>
  <cp:lastModifiedBy>Michał Pękala</cp:lastModifiedBy>
  <cp:revision>4</cp:revision>
  <cp:lastPrinted>1899-12-31T23:00:00Z</cp:lastPrinted>
  <dcterms:created xsi:type="dcterms:W3CDTF">2023-03-08T12:26:00Z</dcterms:created>
  <dcterms:modified xsi:type="dcterms:W3CDTF">2023-03-08T12:30:00Z</dcterms:modified>
</cp:coreProperties>
</file>