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319A" w14:textId="7C7D839B" w:rsidR="008C7D45" w:rsidRDefault="008C7D45" w:rsidP="008C7D45">
      <w:pPr>
        <w:pStyle w:val="Nagwek4"/>
        <w:spacing w:after="360"/>
        <w:ind w:left="0"/>
        <w:rPr>
          <w:rFonts w:ascii="Arial" w:hAnsi="Arial" w:cs="Arial"/>
          <w:bCs/>
          <w:i w:val="0"/>
          <w:szCs w:val="24"/>
        </w:rPr>
      </w:pPr>
      <w:r>
        <w:rPr>
          <w:noProof/>
        </w:rPr>
        <w:drawing>
          <wp:inline distT="0" distB="0" distL="0" distR="0" wp14:anchorId="762EC24C" wp14:editId="27EDA213">
            <wp:extent cx="5760720" cy="771525"/>
            <wp:effectExtent l="0" t="0" r="0" b="9525"/>
            <wp:docPr id="9851167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1CBC5" w14:textId="2F7A41D9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4E45A7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5A33205A" w14:textId="77777777" w:rsidR="00C4103F" w:rsidRPr="0012157F" w:rsidRDefault="007118F0" w:rsidP="00E24546">
      <w:pPr>
        <w:spacing w:after="80" w:line="24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411236E2" w14:textId="28DC1CFF" w:rsidR="00A862BC" w:rsidRPr="0012157F" w:rsidRDefault="00026C54" w:rsidP="00A862BC">
      <w:pPr>
        <w:pStyle w:val="Tekstpodstawowy"/>
        <w:spacing w:after="0"/>
        <w:ind w:left="4111"/>
        <w:rPr>
          <w:rFonts w:ascii="Arial" w:hAnsi="Arial" w:cs="Arial"/>
        </w:rPr>
      </w:pPr>
      <w:r w:rsidRPr="00026C54">
        <w:rPr>
          <w:rFonts w:ascii="Arial" w:hAnsi="Arial" w:cs="Arial"/>
        </w:rPr>
        <w:t xml:space="preserve">Gmina </w:t>
      </w:r>
      <w:r w:rsidR="00A862BC">
        <w:rPr>
          <w:rFonts w:ascii="Arial" w:hAnsi="Arial" w:cs="Arial"/>
        </w:rPr>
        <w:t>Lisków</w:t>
      </w:r>
    </w:p>
    <w:p w14:paraId="5028F5B0" w14:textId="1CC75F5E" w:rsidR="006676AE" w:rsidRPr="0012157F" w:rsidRDefault="00A862BC" w:rsidP="00A862BC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ul. Ks. W. Blizińskiego 56</w:t>
      </w:r>
      <w:r w:rsidR="006676AE" w:rsidRPr="0012157F">
        <w:rPr>
          <w:rFonts w:ascii="Arial" w:hAnsi="Arial" w:cs="Arial"/>
        </w:rPr>
        <w:t xml:space="preserve"> </w:t>
      </w:r>
    </w:p>
    <w:p w14:paraId="4E6638FA" w14:textId="1FAF19C5" w:rsidR="00F90CD1" w:rsidRDefault="00026C5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026C54">
        <w:rPr>
          <w:rFonts w:ascii="Arial" w:hAnsi="Arial" w:cs="Arial"/>
        </w:rPr>
        <w:t>62-8</w:t>
      </w:r>
      <w:r w:rsidR="00A862BC">
        <w:rPr>
          <w:rFonts w:ascii="Arial" w:hAnsi="Arial" w:cs="Arial"/>
        </w:rPr>
        <w:t>50</w:t>
      </w:r>
      <w:r w:rsidR="006676AE" w:rsidRPr="0012157F">
        <w:rPr>
          <w:rFonts w:ascii="Arial" w:hAnsi="Arial" w:cs="Arial"/>
        </w:rPr>
        <w:t xml:space="preserve"> </w:t>
      </w:r>
      <w:r w:rsidR="00A862BC">
        <w:rPr>
          <w:rFonts w:ascii="Arial" w:hAnsi="Arial" w:cs="Arial"/>
        </w:rPr>
        <w:t>Lisków</w:t>
      </w:r>
    </w:p>
    <w:p w14:paraId="42A4B912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445CB0BE" w14:textId="77777777" w:rsidR="009169D4" w:rsidRPr="0012157F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32F5549F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08BC2B4F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5D63D7B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770171F8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0D7E3294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D67186E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3721046F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26C54" w:rsidRPr="0012157F" w14:paraId="45E987D9" w14:textId="77777777" w:rsidTr="00D06640">
        <w:tc>
          <w:tcPr>
            <w:tcW w:w="9104" w:type="dxa"/>
            <w:shd w:val="clear" w:color="auto" w:fill="D9D9D9"/>
          </w:tcPr>
          <w:p w14:paraId="08B3F350" w14:textId="77777777" w:rsidR="00026C54" w:rsidRPr="0012157F" w:rsidRDefault="00026C54" w:rsidP="00D06640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7A8A077F" w14:textId="1BA8722D" w:rsidR="00026C54" w:rsidRPr="0012157F" w:rsidRDefault="00026C54" w:rsidP="00D066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026C54">
              <w:rPr>
                <w:rFonts w:ascii="Arial" w:hAnsi="Arial" w:cs="Arial"/>
                <w:sz w:val="24"/>
                <w:szCs w:val="24"/>
              </w:rPr>
              <w:t>(t.j. Dz. U. z 202</w:t>
            </w:r>
            <w:r w:rsidR="004E45A7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026C54">
              <w:rPr>
                <w:rFonts w:ascii="Arial" w:hAnsi="Arial" w:cs="Arial"/>
                <w:sz w:val="24"/>
                <w:szCs w:val="24"/>
              </w:rPr>
              <w:t>r. poz. 1</w:t>
            </w:r>
            <w:r w:rsidR="004E45A7">
              <w:rPr>
                <w:rFonts w:ascii="Arial" w:hAnsi="Arial" w:cs="Arial"/>
                <w:sz w:val="24"/>
                <w:szCs w:val="24"/>
              </w:rPr>
              <w:t>605</w:t>
            </w:r>
            <w:r w:rsidR="008C7D45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026C54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1C4E7F43" w14:textId="77777777" w:rsidR="00026C54" w:rsidRPr="00612283" w:rsidRDefault="00026C54" w:rsidP="00D0664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A74E504" w14:textId="77777777" w:rsidR="00026C54" w:rsidRPr="00612283" w:rsidRDefault="00026C54" w:rsidP="00D0664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41827C5B" w14:textId="77777777" w:rsidR="00026C54" w:rsidRPr="0012157F" w:rsidRDefault="00026C54" w:rsidP="00D066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B0D730A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3E030CFE" w14:textId="07813AFE" w:rsidR="00E50194" w:rsidRDefault="00A862BC" w:rsidP="00E5019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862BC">
        <w:rPr>
          <w:rFonts w:ascii="Arial" w:hAnsi="Arial" w:cs="Arial"/>
          <w:b/>
          <w:sz w:val="24"/>
          <w:szCs w:val="24"/>
        </w:rPr>
        <w:t>Przebudowa odcinka drogi gminnej nr 675116P w miejscowości Wygoda oraz przebudowa odcinka drogi gminnej nr 5116P wraz z drogą gminną nr 5107P w miejscowości Koźlątków</w:t>
      </w:r>
    </w:p>
    <w:p w14:paraId="16163542" w14:textId="58916483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A862BC">
        <w:rPr>
          <w:rFonts w:ascii="Arial" w:hAnsi="Arial" w:cs="Arial"/>
          <w:b/>
          <w:sz w:val="24"/>
          <w:szCs w:val="24"/>
        </w:rPr>
        <w:t>ROI</w:t>
      </w:r>
      <w:r w:rsidR="00026C54" w:rsidRPr="00026C54">
        <w:rPr>
          <w:rFonts w:ascii="Arial" w:hAnsi="Arial" w:cs="Arial"/>
          <w:b/>
          <w:sz w:val="24"/>
          <w:szCs w:val="24"/>
        </w:rPr>
        <w:t>.271.</w:t>
      </w:r>
      <w:r w:rsidR="00EC1E3E">
        <w:rPr>
          <w:rFonts w:ascii="Arial" w:hAnsi="Arial" w:cs="Arial"/>
          <w:b/>
          <w:sz w:val="24"/>
          <w:szCs w:val="24"/>
        </w:rPr>
        <w:t>1</w:t>
      </w:r>
      <w:r w:rsidR="00026C54" w:rsidRPr="00026C54">
        <w:rPr>
          <w:rFonts w:ascii="Arial" w:hAnsi="Arial" w:cs="Arial"/>
          <w:b/>
          <w:sz w:val="24"/>
          <w:szCs w:val="24"/>
        </w:rPr>
        <w:t>.202</w:t>
      </w:r>
      <w:r w:rsidR="0007309A">
        <w:rPr>
          <w:rFonts w:ascii="Arial" w:hAnsi="Arial" w:cs="Arial"/>
          <w:b/>
          <w:sz w:val="24"/>
          <w:szCs w:val="24"/>
        </w:rPr>
        <w:t>4</w:t>
      </w:r>
    </w:p>
    <w:p w14:paraId="6D05D54E" w14:textId="196D5531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026C54" w:rsidRPr="00026C54">
        <w:rPr>
          <w:rFonts w:ascii="Arial" w:hAnsi="Arial" w:cs="Arial"/>
          <w:b/>
          <w:sz w:val="24"/>
          <w:szCs w:val="24"/>
        </w:rPr>
        <w:t>Gmin</w:t>
      </w:r>
      <w:r w:rsidR="004E45A7">
        <w:rPr>
          <w:rFonts w:ascii="Arial" w:hAnsi="Arial" w:cs="Arial"/>
          <w:b/>
          <w:sz w:val="24"/>
          <w:szCs w:val="24"/>
        </w:rPr>
        <w:t>ę</w:t>
      </w:r>
      <w:r w:rsidR="00026C54" w:rsidRPr="00026C54">
        <w:rPr>
          <w:rFonts w:ascii="Arial" w:hAnsi="Arial" w:cs="Arial"/>
          <w:b/>
          <w:sz w:val="24"/>
          <w:szCs w:val="24"/>
        </w:rPr>
        <w:t xml:space="preserve"> </w:t>
      </w:r>
      <w:r w:rsidR="00A862BC">
        <w:rPr>
          <w:rFonts w:ascii="Arial" w:hAnsi="Arial" w:cs="Arial"/>
          <w:b/>
          <w:sz w:val="24"/>
          <w:szCs w:val="24"/>
        </w:rPr>
        <w:t>Lisków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6B37C48B" w14:textId="77777777" w:rsidTr="00650D6C">
        <w:tc>
          <w:tcPr>
            <w:tcW w:w="9104" w:type="dxa"/>
            <w:shd w:val="clear" w:color="auto" w:fill="D9D9D9"/>
          </w:tcPr>
          <w:p w14:paraId="13D4F1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557BED59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0E4D5C0E" w14:textId="77777777" w:rsidR="00026C54" w:rsidRPr="00992BD8" w:rsidRDefault="00026C54" w:rsidP="00026C54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8D14E11" w14:textId="77777777" w:rsidR="002426FF" w:rsidRPr="00A44833" w:rsidRDefault="00026C54" w:rsidP="00026C54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20ACB8DF" w14:textId="77777777" w:rsidR="00026C54" w:rsidRPr="00A44833" w:rsidRDefault="00026C54" w:rsidP="00026C54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1D3CFC8F" w14:textId="77777777" w:rsidR="00026C54" w:rsidRPr="0012157F" w:rsidRDefault="00026C54" w:rsidP="00026C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5</w:t>
      </w:r>
    </w:p>
    <w:p w14:paraId="47B1C09B" w14:textId="77777777" w:rsidR="00026C54" w:rsidRPr="0012157F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0936DF2A" w14:textId="77777777" w:rsidR="00026C54" w:rsidRPr="00A44833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191C1478" w14:textId="77777777" w:rsidR="00026C54" w:rsidRPr="0012157F" w:rsidRDefault="00026C54" w:rsidP="00026C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6</w:t>
      </w:r>
    </w:p>
    <w:p w14:paraId="6549FAA3" w14:textId="77777777" w:rsidR="00026C54" w:rsidRPr="0012157F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jeżeli występuje konflikt interesów w rozumieniu art. 56 ust. 2, którego nie można skutecznie wyeliminować w inny sposób niż przez wykluczenie Wykonawcy.</w:t>
      </w:r>
    </w:p>
    <w:p w14:paraId="62211E26" w14:textId="77777777" w:rsidR="00026C54" w:rsidRPr="00A44833" w:rsidRDefault="00026C54" w:rsidP="00026C54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2B8E76F7" w14:textId="77777777" w:rsidR="00026C54" w:rsidRPr="0012157F" w:rsidRDefault="00026C54" w:rsidP="00026C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7</w:t>
      </w:r>
    </w:p>
    <w:p w14:paraId="1376AF6F" w14:textId="77777777" w:rsidR="00026C54" w:rsidRPr="0012157F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B34F6A9" w14:textId="77777777" w:rsidR="00026C54" w:rsidRPr="00A44833" w:rsidRDefault="00026C54" w:rsidP="00026C54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49E79A38" w14:textId="77777777" w:rsidR="00026C54" w:rsidRPr="0012157F" w:rsidRDefault="00026C54" w:rsidP="00026C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8</w:t>
      </w:r>
    </w:p>
    <w:p w14:paraId="5514349A" w14:textId="77777777" w:rsidR="00026C54" w:rsidRPr="0012157F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0332E51F" w14:textId="77777777" w:rsidR="00026C54" w:rsidRPr="00A44833" w:rsidRDefault="00026C54" w:rsidP="00026C54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14:paraId="528C7C53" w14:textId="77777777" w:rsidR="00026C54" w:rsidRPr="0012157F" w:rsidRDefault="00026C54" w:rsidP="00026C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9</w:t>
      </w:r>
    </w:p>
    <w:p w14:paraId="728A607B" w14:textId="77777777" w:rsidR="00026C54" w:rsidRPr="0012157F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bezprawnie wpływał lub próbował wpływać na czynności zamawiającego lub próbował pozyskać lub pozyskał informacje poufne, mogące dać mu przewagę w postępowaniu o udzielenie zamówienia.</w:t>
      </w:r>
    </w:p>
    <w:p w14:paraId="41A447D8" w14:textId="77777777" w:rsidR="00026C54" w:rsidRPr="00A44833" w:rsidRDefault="00026C54" w:rsidP="00026C54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14:paraId="5664F85E" w14:textId="77777777" w:rsidR="00026C54" w:rsidRPr="0012157F" w:rsidRDefault="00026C54" w:rsidP="00026C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10</w:t>
      </w:r>
    </w:p>
    <w:p w14:paraId="7A991240" w14:textId="77777777" w:rsidR="00026C54" w:rsidRPr="0012157F" w:rsidRDefault="00026C54" w:rsidP="00026C54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wyniku lekkomyślności lub niedbalstwa przedstawił informacje wprowadzające w błąd, co mogło mieć istotny wpływ na decyzje podejmowane przez Zamawiającego w postępowaniu o udzielenie zamówienia.</w:t>
      </w:r>
    </w:p>
    <w:p w14:paraId="5D5E14DD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7D53469C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EC8D730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79F44AD7" w14:textId="77777777" w:rsidR="00023477" w:rsidRDefault="00C113BF" w:rsidP="0002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2BE8046E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___________________________________________________________________</w:t>
      </w:r>
    </w:p>
    <w:p w14:paraId="7EFEC035" w14:textId="63A434EE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4E45A7">
        <w:rPr>
          <w:rFonts w:ascii="Arial" w:hAnsi="Arial" w:cs="Arial"/>
          <w:sz w:val="24"/>
          <w:szCs w:val="24"/>
        </w:rPr>
        <w:t>2023 r. poz. 1497 ze zm.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149B65FB" w14:textId="77777777" w:rsidTr="00CD4DD1">
        <w:tc>
          <w:tcPr>
            <w:tcW w:w="9104" w:type="dxa"/>
            <w:shd w:val="clear" w:color="auto" w:fill="D9D9D9"/>
          </w:tcPr>
          <w:p w14:paraId="0E209FB4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8A3FA65" w14:textId="77777777" w:rsidR="00D2702A" w:rsidRPr="0012157F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4D0DE83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AE9D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802D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26C54" w:rsidRPr="0012157F" w14:paraId="2E245552" w14:textId="77777777" w:rsidTr="00D06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0DE1" w14:textId="77777777" w:rsidR="00026C54" w:rsidRPr="0012157F" w:rsidRDefault="00026C54" w:rsidP="00D06640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408A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6C54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B20B2C4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14:paraId="4076F1BA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Zamawiający nie wyznacza szczegółowego warunku udziału w tym zakresie.</w:t>
            </w:r>
          </w:p>
        </w:tc>
      </w:tr>
      <w:tr w:rsidR="00026C54" w:rsidRPr="0012157F" w14:paraId="04824299" w14:textId="77777777" w:rsidTr="00D06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0215" w14:textId="77777777" w:rsidR="00026C54" w:rsidRPr="0012157F" w:rsidRDefault="00026C54" w:rsidP="00D06640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AA8F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6C54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18C1FC01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14:paraId="64ED73D9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Zamawiający nie wyznacza szczegółowego warunku udziału w tym zakresie.</w:t>
            </w:r>
          </w:p>
        </w:tc>
      </w:tr>
      <w:tr w:rsidR="00026C54" w:rsidRPr="0012157F" w14:paraId="12CA31AA" w14:textId="77777777" w:rsidTr="00D06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973D" w14:textId="77777777" w:rsidR="00026C54" w:rsidRPr="0012157F" w:rsidRDefault="00026C54" w:rsidP="00D06640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C6B8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6C54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5C2008D" w14:textId="1411B9C4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0E9C0721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Zamawiający nie wyznacza szczegółowego warunku udziału w tym zakresie.</w:t>
            </w:r>
          </w:p>
        </w:tc>
      </w:tr>
      <w:tr w:rsidR="00026C54" w:rsidRPr="0012157F" w14:paraId="01E1F729" w14:textId="77777777" w:rsidTr="00D066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14D5" w14:textId="77777777" w:rsidR="00026C54" w:rsidRPr="0012157F" w:rsidRDefault="00026C54" w:rsidP="00D06640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138F" w14:textId="77777777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6C54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2D5616A0" w14:textId="32A36DC3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5AAECF91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Zamawiający uzna warunek za spełniony jeżeli Wykonawca wykaże, że:</w:t>
            </w:r>
          </w:p>
          <w:p w14:paraId="7F5DC68A" w14:textId="7C6FB973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 xml:space="preserve">a) w okresie ostatnich 5 lat przed upływem terminu składania ofert, a jeżeli okres prowadzenia działalności jest krótszy - w tym okresie zrealizował, co najmniej jedno zadanie polegające na budowie </w:t>
            </w:r>
            <w:r w:rsidR="00777865">
              <w:rPr>
                <w:rFonts w:ascii="Arial" w:hAnsi="Arial" w:cs="Arial"/>
                <w:sz w:val="24"/>
                <w:szCs w:val="24"/>
              </w:rPr>
              <w:t>i/</w:t>
            </w:r>
            <w:r w:rsidRPr="00026C54">
              <w:rPr>
                <w:rFonts w:ascii="Arial" w:hAnsi="Arial" w:cs="Arial"/>
                <w:sz w:val="24"/>
                <w:szCs w:val="24"/>
              </w:rPr>
              <w:t xml:space="preserve">lub przebudowie drogi o nawierzchni asfaltowej o wartości nie mniejszej niż </w:t>
            </w:r>
            <w:r w:rsidR="00625D52">
              <w:rPr>
                <w:rFonts w:ascii="Arial" w:hAnsi="Arial" w:cs="Arial"/>
                <w:sz w:val="24"/>
                <w:szCs w:val="24"/>
              </w:rPr>
              <w:t>5</w:t>
            </w:r>
            <w:r w:rsidRPr="00026C54">
              <w:rPr>
                <w:rFonts w:ascii="Arial" w:hAnsi="Arial" w:cs="Arial"/>
                <w:sz w:val="24"/>
                <w:szCs w:val="24"/>
              </w:rPr>
              <w:t>00</w:t>
            </w:r>
            <w:r w:rsidR="008C7D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6C54">
              <w:rPr>
                <w:rFonts w:ascii="Arial" w:hAnsi="Arial" w:cs="Arial"/>
                <w:sz w:val="24"/>
                <w:szCs w:val="24"/>
              </w:rPr>
              <w:t xml:space="preserve">000,00 </w:t>
            </w:r>
            <w:r w:rsidR="008C7D45">
              <w:rPr>
                <w:rFonts w:ascii="Arial" w:hAnsi="Arial" w:cs="Arial"/>
                <w:sz w:val="24"/>
                <w:szCs w:val="24"/>
              </w:rPr>
              <w:t xml:space="preserve">zł </w:t>
            </w:r>
            <w:r w:rsidRPr="00026C54">
              <w:rPr>
                <w:rFonts w:ascii="Arial" w:hAnsi="Arial" w:cs="Arial"/>
                <w:sz w:val="24"/>
                <w:szCs w:val="24"/>
              </w:rPr>
              <w:t xml:space="preserve">brutto (słownie: </w:t>
            </w:r>
            <w:r w:rsidR="00625D52">
              <w:rPr>
                <w:rFonts w:ascii="Arial" w:hAnsi="Arial" w:cs="Arial"/>
                <w:sz w:val="24"/>
                <w:szCs w:val="24"/>
              </w:rPr>
              <w:t>pięćset</w:t>
            </w:r>
            <w:r w:rsidRPr="00026C54">
              <w:rPr>
                <w:rFonts w:ascii="Arial" w:hAnsi="Arial" w:cs="Arial"/>
                <w:sz w:val="24"/>
                <w:szCs w:val="24"/>
              </w:rPr>
              <w:t xml:space="preserve"> tysięcy 00/100 zł brutto). </w:t>
            </w:r>
          </w:p>
          <w:p w14:paraId="4B96864E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Uwaga:</w:t>
            </w:r>
          </w:p>
          <w:p w14:paraId="68AB4702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- przez wykonanie (zrealizowanie i zakończenie) należy rozumieć doprowadzenie co najmniej do podpisania protokołu końcowego odbioru robót,</w:t>
            </w:r>
          </w:p>
          <w:p w14:paraId="01C5C790" w14:textId="1478478B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- przez jedno zadanie należy rozumieć robotę budowlaną (wykonanie albo zaprojektowanie i wykonanie) zrealizowaną w oparciu o jedną umowę cywilnoprawną</w:t>
            </w:r>
          </w:p>
          <w:p w14:paraId="6C3DD97F" w14:textId="655D5CA3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 xml:space="preserve">b) dysponuje w celu wykonania zamówienia osobą, posiadającą uprawnienia do kierowania robotami w specjalności instalacyjnej, w zakresie sieci, instalacji i urządzeń cieplnych, wentylacyjnych, gazowych, wodociągowych i kanalizacyjnych, </w:t>
            </w:r>
          </w:p>
          <w:p w14:paraId="43102B98" w14:textId="2D8F8AEB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 xml:space="preserve">c) dysponuje w celu wykonania zamówienia osobą, posiadającą uprawnienia do kierowania robotami </w:t>
            </w:r>
            <w:r w:rsidR="004E45A7">
              <w:rPr>
                <w:rFonts w:ascii="Arial" w:hAnsi="Arial" w:cs="Arial"/>
                <w:sz w:val="24"/>
                <w:szCs w:val="24"/>
              </w:rPr>
              <w:t>d</w:t>
            </w:r>
            <w:r w:rsidRPr="00026C54">
              <w:rPr>
                <w:rFonts w:ascii="Arial" w:hAnsi="Arial" w:cs="Arial"/>
                <w:sz w:val="24"/>
                <w:szCs w:val="24"/>
              </w:rPr>
              <w:t>rogowymi o specjalności drogowej.</w:t>
            </w:r>
          </w:p>
          <w:p w14:paraId="5E65472D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 xml:space="preserve">Zamawiający informuje, że posiadane przez osoby uprawnienia w wymaganym zakresie, stosownie do wymagań określonych w ogłoszeniu i SWZ powinny być zgodne z ustawą z dnia 7 lipca 1994. Prawo budowlane (tj. Dz. U. z 2023 r. poz. 682 ze zm.). Osoby, które posiadają uzyskane przed dniem wejścia w życie ustawy z dnia 7 lipca 1994 r. Prawo budowlane, uprawnienia budowlane lub stwierdzenie posiadania przygotowania zawodowego odpowiednie do realizacji przedmiotu zamówienia, do pełnienia samodzielnych funkcji technicznych w budownictwie i zachowały uprawnienia do pełnienia tych funkcji w dotychczasowym zakresie wykazują  te dokumenty, jako obowiązujące. </w:t>
            </w:r>
          </w:p>
          <w:p w14:paraId="6E6864D5" w14:textId="77777777" w:rsidR="00026C54" w:rsidRPr="00026C54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Zamawiający dopuszcza również możliwość uznania uprawnień wynikających z innych niż krajowe przepisów np. treści dyrektyw, zawartych umów międzynarodowych i innych przepisów, które potwierdzają spełnianie warunków dotyczącego dysponowania osobami zdolnymi do wykonania zamówień.</w:t>
            </w:r>
          </w:p>
          <w:p w14:paraId="35F13744" w14:textId="2A541976" w:rsidR="00026C54" w:rsidRPr="0012157F" w:rsidRDefault="00026C54" w:rsidP="00D06640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C54">
              <w:rPr>
                <w:rFonts w:ascii="Arial" w:hAnsi="Arial" w:cs="Arial"/>
                <w:sz w:val="24"/>
                <w:szCs w:val="24"/>
              </w:rPr>
              <w:t>Zamawiający, określając wymogi dla każdej osoby w zakresie posiadanych uprawnień budowlanych, dopuszcza, odpowiadające im uprawnienia wydane obywatelom państw Europejskich Obszaru Gospodarczego oraz Konfederacji Szwajcarskiej, z zastrzeżeniem art. 12a oraz innych przepisów ustawy Prawo budowlane (tj. Dz. U.  z 2023 r., poz. 682 ze zm.) oraz ustawy o zasadach uznawania kwalifikacji zawodowych nabytych w państwach członkowskich Unii Europejskiej (tj. Dz. U. z 202</w:t>
            </w:r>
            <w:r w:rsidR="004E45A7">
              <w:rPr>
                <w:rFonts w:ascii="Arial" w:hAnsi="Arial" w:cs="Arial"/>
                <w:sz w:val="24"/>
                <w:szCs w:val="24"/>
              </w:rPr>
              <w:t>3</w:t>
            </w:r>
            <w:r w:rsidRPr="00026C5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E45A7">
              <w:rPr>
                <w:rFonts w:ascii="Arial" w:hAnsi="Arial" w:cs="Arial"/>
                <w:sz w:val="24"/>
                <w:szCs w:val="24"/>
              </w:rPr>
              <w:t>334</w:t>
            </w:r>
            <w:r w:rsidRPr="00026C54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</w:tbl>
    <w:p w14:paraId="54D38FFF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53481B01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040DF64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3C6B3A1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8E5F917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4991936A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0D11BDA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21266BF0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A07A5D6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7271DFCD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5A3AC3E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5F5E4B19" w14:textId="77777777" w:rsidTr="00CD4DD1">
        <w:tc>
          <w:tcPr>
            <w:tcW w:w="9104" w:type="dxa"/>
            <w:shd w:val="clear" w:color="auto" w:fill="D9D9D9"/>
          </w:tcPr>
          <w:p w14:paraId="4313883C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F73EE1A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64B0C0CE" w14:textId="77777777" w:rsidTr="00847232">
        <w:tc>
          <w:tcPr>
            <w:tcW w:w="9104" w:type="dxa"/>
            <w:shd w:val="clear" w:color="auto" w:fill="D9D9D9"/>
          </w:tcPr>
          <w:p w14:paraId="5D822420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6BE18F3A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408F98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2D186E0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0B2FEBE3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87912E5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58B112B" w14:textId="34F299A4" w:rsidR="00524951" w:rsidRPr="008C7D45" w:rsidRDefault="00E426EB" w:rsidP="008C7D45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31E8D71" w14:textId="09678688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24CA44CE" w14:textId="77777777" w:rsidR="008C7D45" w:rsidRDefault="008C7D45" w:rsidP="008C7D45">
      <w:pPr>
        <w:tabs>
          <w:tab w:val="center" w:pos="7655"/>
        </w:tabs>
        <w:spacing w:before="120" w:line="320" w:lineRule="atLeast"/>
        <w:rPr>
          <w:i/>
        </w:rPr>
      </w:pPr>
      <w:r>
        <w:t xml:space="preserve">Miejscowość, </w:t>
      </w:r>
      <w:r w:rsidRPr="0097776D">
        <w:t>________________ dnia _______________</w:t>
      </w:r>
      <w:r w:rsidRPr="0097776D">
        <w:rPr>
          <w:i/>
        </w:rPr>
        <w:tab/>
      </w:r>
    </w:p>
    <w:p w14:paraId="7EBE67E0" w14:textId="77777777" w:rsidR="008C7D45" w:rsidRDefault="008C7D45" w:rsidP="008C7D45">
      <w:pPr>
        <w:tabs>
          <w:tab w:val="center" w:pos="7655"/>
        </w:tabs>
        <w:spacing w:before="120" w:line="320" w:lineRule="atLeast"/>
        <w:rPr>
          <w:i/>
        </w:rPr>
      </w:pPr>
    </w:p>
    <w:p w14:paraId="69A402CB" w14:textId="4DEB2AB3" w:rsidR="008C7D45" w:rsidRDefault="008C7D45" w:rsidP="008C7D45">
      <w:pPr>
        <w:tabs>
          <w:tab w:val="center" w:pos="7655"/>
        </w:tabs>
        <w:spacing w:before="120" w:line="320" w:lineRule="atLeast"/>
        <w:rPr>
          <w:i/>
        </w:rPr>
      </w:pPr>
      <w:r>
        <w:rPr>
          <w:i/>
        </w:rPr>
        <w:t xml:space="preserve">                                                                                         </w:t>
      </w:r>
      <w:r w:rsidRPr="0097776D">
        <w:rPr>
          <w:i/>
        </w:rPr>
        <w:t>___________________________________</w:t>
      </w:r>
    </w:p>
    <w:p w14:paraId="6624F453" w14:textId="56072167" w:rsidR="00484F88" w:rsidRPr="008C7D45" w:rsidRDefault="008C7D45" w:rsidP="008C7D45">
      <w:pPr>
        <w:tabs>
          <w:tab w:val="left" w:pos="3484"/>
        </w:tabs>
        <w:ind w:left="4248"/>
        <w:rPr>
          <w:bCs/>
          <w:iCs/>
          <w:color w:val="000000"/>
          <w:spacing w:val="-4"/>
          <w:sz w:val="20"/>
          <w:szCs w:val="20"/>
        </w:rPr>
      </w:pPr>
      <w:r w:rsidRPr="004C5E42">
        <w:rPr>
          <w:rFonts w:ascii="Arial" w:hAnsi="Arial" w:cs="Arial"/>
          <w:i/>
          <w:iCs/>
          <w:sz w:val="16"/>
          <w:szCs w:val="16"/>
        </w:rPr>
        <w:t xml:space="preserve">(kwalifikowany podpis elektroniczny / podpis zaufany / </w:t>
      </w:r>
      <w:r w:rsidR="00392ECA">
        <w:rPr>
          <w:rFonts w:ascii="Arial" w:hAnsi="Arial" w:cs="Arial"/>
          <w:i/>
          <w:iCs/>
          <w:sz w:val="16"/>
          <w:szCs w:val="16"/>
        </w:rPr>
        <w:t xml:space="preserve">elektroniczny </w:t>
      </w:r>
      <w:r w:rsidRPr="004C5E42">
        <w:rPr>
          <w:rFonts w:ascii="Arial" w:hAnsi="Arial" w:cs="Arial"/>
          <w:i/>
          <w:iCs/>
          <w:sz w:val="16"/>
          <w:szCs w:val="16"/>
        </w:rPr>
        <w:t xml:space="preserve">podpis osobisty osoby uprawnionej do reprezentacji </w:t>
      </w:r>
      <w:r>
        <w:rPr>
          <w:rFonts w:ascii="Arial" w:hAnsi="Arial" w:cs="Arial"/>
          <w:i/>
          <w:iCs/>
          <w:sz w:val="16"/>
          <w:szCs w:val="16"/>
        </w:rPr>
        <w:t>Wykonawcy</w:t>
      </w:r>
      <w:r w:rsidRPr="004C5E42">
        <w:rPr>
          <w:rFonts w:ascii="Arial" w:hAnsi="Arial" w:cs="Arial"/>
          <w:i/>
          <w:iCs/>
          <w:sz w:val="16"/>
          <w:szCs w:val="16"/>
        </w:rPr>
        <w:t>)</w:t>
      </w:r>
    </w:p>
    <w:sectPr w:rsidR="00484F88" w:rsidRPr="008C7D45" w:rsidSect="00D93B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100FB" w14:textId="77777777" w:rsidR="00D93BE2" w:rsidRDefault="00D93BE2" w:rsidP="0038231F">
      <w:pPr>
        <w:spacing w:after="0" w:line="240" w:lineRule="auto"/>
      </w:pPr>
      <w:r>
        <w:separator/>
      </w:r>
    </w:p>
  </w:endnote>
  <w:endnote w:type="continuationSeparator" w:id="0">
    <w:p w14:paraId="177CCC76" w14:textId="77777777" w:rsidR="00D93BE2" w:rsidRDefault="00D93B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4211" w14:textId="77777777" w:rsidR="00026C54" w:rsidRDefault="00026C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E064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CC638F1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0F575" w14:textId="77777777" w:rsidR="00026C54" w:rsidRDefault="00026C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D090" w14:textId="77777777" w:rsidR="00D93BE2" w:rsidRDefault="00D93BE2" w:rsidP="0038231F">
      <w:pPr>
        <w:spacing w:after="0" w:line="240" w:lineRule="auto"/>
      </w:pPr>
      <w:r>
        <w:separator/>
      </w:r>
    </w:p>
  </w:footnote>
  <w:footnote w:type="continuationSeparator" w:id="0">
    <w:p w14:paraId="1C8D7471" w14:textId="77777777" w:rsidR="00D93BE2" w:rsidRDefault="00D93BE2" w:rsidP="0038231F">
      <w:pPr>
        <w:spacing w:after="0" w:line="240" w:lineRule="auto"/>
      </w:pPr>
      <w:r>
        <w:continuationSeparator/>
      </w:r>
    </w:p>
  </w:footnote>
  <w:footnote w:id="1">
    <w:p w14:paraId="52ADE216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3C753F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EDDD4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4E30C8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40F7E" w14:textId="77777777" w:rsidR="00026C54" w:rsidRDefault="00026C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5414" w14:textId="77777777" w:rsidR="00026C54" w:rsidRDefault="00026C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52198" w14:textId="77777777" w:rsidR="00026C54" w:rsidRDefault="00026C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741203">
    <w:abstractNumId w:val="11"/>
  </w:num>
  <w:num w:numId="2" w16cid:durableId="377124122">
    <w:abstractNumId w:val="0"/>
  </w:num>
  <w:num w:numId="3" w16cid:durableId="738136133">
    <w:abstractNumId w:val="10"/>
  </w:num>
  <w:num w:numId="4" w16cid:durableId="1503819142">
    <w:abstractNumId w:val="13"/>
  </w:num>
  <w:num w:numId="5" w16cid:durableId="1897743632">
    <w:abstractNumId w:val="12"/>
  </w:num>
  <w:num w:numId="6" w16cid:durableId="816335975">
    <w:abstractNumId w:val="9"/>
  </w:num>
  <w:num w:numId="7" w16cid:durableId="1403138626">
    <w:abstractNumId w:val="1"/>
  </w:num>
  <w:num w:numId="8" w16cid:durableId="1360357894">
    <w:abstractNumId w:val="6"/>
  </w:num>
  <w:num w:numId="9" w16cid:durableId="1046418257">
    <w:abstractNumId w:val="4"/>
  </w:num>
  <w:num w:numId="10" w16cid:durableId="870264908">
    <w:abstractNumId w:val="7"/>
  </w:num>
  <w:num w:numId="11" w16cid:durableId="503714443">
    <w:abstractNumId w:val="5"/>
  </w:num>
  <w:num w:numId="12" w16cid:durableId="33965466">
    <w:abstractNumId w:val="8"/>
  </w:num>
  <w:num w:numId="13" w16cid:durableId="1547526864">
    <w:abstractNumId w:val="3"/>
  </w:num>
  <w:num w:numId="14" w16cid:durableId="120222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C3F"/>
    <w:rsid w:val="00023477"/>
    <w:rsid w:val="000247FF"/>
    <w:rsid w:val="00025C8D"/>
    <w:rsid w:val="00026C54"/>
    <w:rsid w:val="000303EE"/>
    <w:rsid w:val="0005473D"/>
    <w:rsid w:val="000642B4"/>
    <w:rsid w:val="0007309A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3161"/>
    <w:rsid w:val="002C4137"/>
    <w:rsid w:val="002C4948"/>
    <w:rsid w:val="002C5F67"/>
    <w:rsid w:val="002E641A"/>
    <w:rsid w:val="00313417"/>
    <w:rsid w:val="00313911"/>
    <w:rsid w:val="0032052E"/>
    <w:rsid w:val="00333209"/>
    <w:rsid w:val="00337073"/>
    <w:rsid w:val="00343DBD"/>
    <w:rsid w:val="00350CD9"/>
    <w:rsid w:val="00351F8A"/>
    <w:rsid w:val="00364235"/>
    <w:rsid w:val="00371CB8"/>
    <w:rsid w:val="0038231F"/>
    <w:rsid w:val="00392ECA"/>
    <w:rsid w:val="003B2070"/>
    <w:rsid w:val="003B214C"/>
    <w:rsid w:val="003B7238"/>
    <w:rsid w:val="003C3B64"/>
    <w:rsid w:val="003F024C"/>
    <w:rsid w:val="00403625"/>
    <w:rsid w:val="00434CC2"/>
    <w:rsid w:val="004541F9"/>
    <w:rsid w:val="004609F1"/>
    <w:rsid w:val="004651B5"/>
    <w:rsid w:val="0047107D"/>
    <w:rsid w:val="004761C6"/>
    <w:rsid w:val="0047664E"/>
    <w:rsid w:val="00476E7D"/>
    <w:rsid w:val="00482F6E"/>
    <w:rsid w:val="00484F88"/>
    <w:rsid w:val="004C4854"/>
    <w:rsid w:val="004D7E48"/>
    <w:rsid w:val="004E45A7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D0F08"/>
    <w:rsid w:val="005E176A"/>
    <w:rsid w:val="005E24AA"/>
    <w:rsid w:val="005E579C"/>
    <w:rsid w:val="005F1068"/>
    <w:rsid w:val="00612283"/>
    <w:rsid w:val="00625D52"/>
    <w:rsid w:val="00634311"/>
    <w:rsid w:val="00641874"/>
    <w:rsid w:val="00643A29"/>
    <w:rsid w:val="00650D6C"/>
    <w:rsid w:val="006676AE"/>
    <w:rsid w:val="006A3A1F"/>
    <w:rsid w:val="006A52B6"/>
    <w:rsid w:val="006B53D6"/>
    <w:rsid w:val="006D3042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77865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C7D45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862BC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C3F"/>
    <w:rsid w:val="00D2702A"/>
    <w:rsid w:val="00D27F63"/>
    <w:rsid w:val="00D34D9A"/>
    <w:rsid w:val="00D409DE"/>
    <w:rsid w:val="00D42C9B"/>
    <w:rsid w:val="00D531D5"/>
    <w:rsid w:val="00D7532C"/>
    <w:rsid w:val="00D93BE2"/>
    <w:rsid w:val="00DA6EC7"/>
    <w:rsid w:val="00DD146A"/>
    <w:rsid w:val="00DD3E9D"/>
    <w:rsid w:val="00DE3269"/>
    <w:rsid w:val="00E022A1"/>
    <w:rsid w:val="00E21B42"/>
    <w:rsid w:val="00E21BB4"/>
    <w:rsid w:val="00E24546"/>
    <w:rsid w:val="00E309E9"/>
    <w:rsid w:val="00E31C06"/>
    <w:rsid w:val="00E33351"/>
    <w:rsid w:val="00E34408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C1E3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E60DE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9259D"/>
  <w15:docId w15:val="{CECAE351-496B-4FC2-B08E-BF1BF156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YN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5</Pages>
  <Words>1541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Sowa</dc:creator>
  <cp:keywords/>
  <cp:lastModifiedBy>X X</cp:lastModifiedBy>
  <cp:revision>5</cp:revision>
  <cp:lastPrinted>2024-01-23T08:29:00Z</cp:lastPrinted>
  <dcterms:created xsi:type="dcterms:W3CDTF">2024-01-23T08:30:00Z</dcterms:created>
  <dcterms:modified xsi:type="dcterms:W3CDTF">2024-02-28T10:46:00Z</dcterms:modified>
</cp:coreProperties>
</file>