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9B7CD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58BB0EA5" w14:textId="77777777" w:rsidTr="005844F6">
        <w:tc>
          <w:tcPr>
            <w:tcW w:w="9104" w:type="dxa"/>
            <w:shd w:val="clear" w:color="auto" w:fill="F2F2F2"/>
          </w:tcPr>
          <w:p w14:paraId="140D2E6F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1B2DC43C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45CDE1AD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410F57" w:rsidRPr="00410F57">
        <w:rPr>
          <w:sz w:val="22"/>
          <w:szCs w:val="22"/>
        </w:rPr>
        <w:t>przetarg nieograniczony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06578650" w14:textId="1FC61FA0" w:rsidR="002E612D" w:rsidRPr="009669C1" w:rsidRDefault="00AA39D6" w:rsidP="00F31EAC">
      <w:pPr>
        <w:spacing w:after="240" w:line="276" w:lineRule="auto"/>
        <w:jc w:val="center"/>
        <w:rPr>
          <w:b/>
          <w:bCs/>
          <w:sz w:val="22"/>
          <w:szCs w:val="22"/>
        </w:rPr>
      </w:pPr>
      <w:r w:rsidRPr="009669C1">
        <w:rPr>
          <w:b/>
          <w:bCs/>
          <w:sz w:val="22"/>
          <w:szCs w:val="22"/>
        </w:rPr>
        <w:t>”</w:t>
      </w:r>
      <w:r w:rsidR="009669C1" w:rsidRPr="009669C1">
        <w:rPr>
          <w:b/>
          <w:bCs/>
        </w:rPr>
        <w:t xml:space="preserve"> </w:t>
      </w:r>
      <w:bookmarkStart w:id="0" w:name="_Hlk193703938"/>
      <w:r w:rsidR="009669C1" w:rsidRPr="009669C1">
        <w:rPr>
          <w:b/>
          <w:bCs/>
          <w:sz w:val="22"/>
          <w:szCs w:val="22"/>
        </w:rPr>
        <w:t>Odbiór, transport oraz zagospodarowanie odpadów o kodzie 19 12 12</w:t>
      </w:r>
      <w:r w:rsidR="00E57B8F">
        <w:rPr>
          <w:b/>
          <w:bCs/>
          <w:sz w:val="22"/>
          <w:szCs w:val="22"/>
        </w:rPr>
        <w:t xml:space="preserve"> </w:t>
      </w:r>
      <w:bookmarkEnd w:id="0"/>
      <w:r w:rsidRPr="009669C1">
        <w:rPr>
          <w:b/>
          <w:bCs/>
          <w:sz w:val="22"/>
          <w:szCs w:val="22"/>
        </w:rPr>
        <w:t>”</w:t>
      </w:r>
    </w:p>
    <w:p w14:paraId="66C86415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30B45C3C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12434523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39C0134D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2BE5EF27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18B144A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63A429D6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50D893D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2F14810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40A71641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138B5D0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5356C9E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438C1CC6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AA28766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27A3DD4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546BE7A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885FCD4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58312174" w14:textId="77777777" w:rsidR="00AE2ACB" w:rsidRPr="007677F8" w:rsidRDefault="003355F1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6FDD5154" w14:textId="77777777" w:rsidR="00AE2ACB" w:rsidRPr="007677F8" w:rsidRDefault="003355F1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3355F1">
              <w:t xml:space="preserve">Mikroprzedsiębiorstwo / Małe przedsiębiorstwo / Średnie przedsiębiorstwo / Jednoosobowa działalność gospodarcza / Osoba fizyczna nieprowadząca działalności gospodarczej / Inny rodzaj </w:t>
            </w:r>
            <w:r w:rsidR="00AE2ACB" w:rsidRPr="007677F8">
              <w:t>*</w:t>
            </w:r>
          </w:p>
        </w:tc>
      </w:tr>
    </w:tbl>
    <w:p w14:paraId="6741077D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44C92246" w14:textId="77777777" w:rsidR="004D5A42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>poszczególnych części przedmiotu zamówienia zgodnie, ze Specyfikacją Warunków Zamówienia, stosując niżej wymienione stawki</w:t>
      </w:r>
      <w:r w:rsidRPr="0097776D">
        <w:rPr>
          <w:sz w:val="22"/>
        </w:rPr>
        <w:t>:</w:t>
      </w: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71"/>
        <w:gridCol w:w="705"/>
        <w:gridCol w:w="1559"/>
        <w:gridCol w:w="1701"/>
        <w:gridCol w:w="992"/>
        <w:gridCol w:w="1276"/>
        <w:gridCol w:w="1864"/>
      </w:tblGrid>
      <w:tr w:rsidR="006576C1" w:rsidRPr="006576C1" w14:paraId="37495517" w14:textId="77777777" w:rsidTr="009669C1">
        <w:tc>
          <w:tcPr>
            <w:tcW w:w="959" w:type="dxa"/>
            <w:shd w:val="clear" w:color="auto" w:fill="D9D9D9"/>
            <w:vAlign w:val="center"/>
          </w:tcPr>
          <w:p w14:paraId="0011E3FB" w14:textId="77777777" w:rsidR="006576C1" w:rsidRPr="006576C1" w:rsidRDefault="006576C1" w:rsidP="006576C1">
            <w:pPr>
              <w:tabs>
                <w:tab w:val="num" w:pos="360"/>
              </w:tabs>
              <w:jc w:val="center"/>
              <w:rPr>
                <w:b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571" w:type="dxa"/>
            <w:shd w:val="clear" w:color="auto" w:fill="D9D9D9"/>
            <w:vAlign w:val="center"/>
          </w:tcPr>
          <w:p w14:paraId="4963D0A7" w14:textId="77777777" w:rsidR="006576C1" w:rsidRPr="006576C1" w:rsidRDefault="006576C1" w:rsidP="006576C1">
            <w:pPr>
              <w:jc w:val="center"/>
              <w:rPr>
                <w:sz w:val="22"/>
                <w:szCs w:val="22"/>
                <w:lang w:eastAsia="ar-SA"/>
              </w:rPr>
            </w:pPr>
            <w:r w:rsidRPr="006576C1">
              <w:rPr>
                <w:sz w:val="22"/>
                <w:szCs w:val="22"/>
                <w:lang w:eastAsia="ar-SA"/>
              </w:rPr>
              <w:t>j.m.</w:t>
            </w:r>
          </w:p>
        </w:tc>
        <w:tc>
          <w:tcPr>
            <w:tcW w:w="705" w:type="dxa"/>
            <w:shd w:val="clear" w:color="auto" w:fill="D9D9D9"/>
            <w:vAlign w:val="center"/>
          </w:tcPr>
          <w:p w14:paraId="1548608D" w14:textId="77777777" w:rsidR="006576C1" w:rsidRPr="006576C1" w:rsidRDefault="006576C1" w:rsidP="006576C1">
            <w:pPr>
              <w:jc w:val="center"/>
              <w:rPr>
                <w:sz w:val="22"/>
                <w:szCs w:val="22"/>
                <w:lang w:eastAsia="ar-SA"/>
              </w:rPr>
            </w:pPr>
            <w:r w:rsidRPr="006576C1">
              <w:rPr>
                <w:sz w:val="22"/>
                <w:szCs w:val="22"/>
                <w:lang w:eastAsia="ar-SA"/>
              </w:rPr>
              <w:t>ilość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14ACC616" w14:textId="77777777" w:rsidR="006576C1" w:rsidRPr="006576C1" w:rsidRDefault="006576C1" w:rsidP="006576C1">
            <w:pPr>
              <w:jc w:val="center"/>
              <w:rPr>
                <w:sz w:val="22"/>
                <w:szCs w:val="22"/>
                <w:lang w:eastAsia="ar-SA"/>
              </w:rPr>
            </w:pPr>
            <w:r w:rsidRPr="006576C1">
              <w:rPr>
                <w:sz w:val="22"/>
                <w:szCs w:val="22"/>
                <w:lang w:eastAsia="ar-SA"/>
              </w:rPr>
              <w:t>Cena jednostkowa netto za 1 Mg w zł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337EAB2" w14:textId="77777777" w:rsidR="006576C1" w:rsidRPr="006576C1" w:rsidRDefault="006576C1" w:rsidP="006576C1">
            <w:pPr>
              <w:jc w:val="center"/>
              <w:rPr>
                <w:sz w:val="22"/>
                <w:szCs w:val="22"/>
                <w:lang w:eastAsia="ar-SA"/>
              </w:rPr>
            </w:pPr>
            <w:r w:rsidRPr="006576C1">
              <w:rPr>
                <w:sz w:val="22"/>
                <w:szCs w:val="22"/>
                <w:lang w:eastAsia="ar-SA"/>
              </w:rPr>
              <w:t>Wartość netto w zł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53338B0D" w14:textId="77777777" w:rsidR="006576C1" w:rsidRPr="006576C1" w:rsidRDefault="006576C1" w:rsidP="006576C1">
            <w:pPr>
              <w:jc w:val="center"/>
              <w:rPr>
                <w:spacing w:val="-4"/>
                <w:sz w:val="22"/>
                <w:szCs w:val="22"/>
                <w:lang w:eastAsia="ar-SA"/>
              </w:rPr>
            </w:pPr>
            <w:r w:rsidRPr="006576C1">
              <w:rPr>
                <w:spacing w:val="-4"/>
                <w:sz w:val="22"/>
                <w:szCs w:val="22"/>
                <w:lang w:eastAsia="ar-SA"/>
              </w:rPr>
              <w:t>Stawka podatku VAT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7B6A4A22" w14:textId="77777777" w:rsidR="006576C1" w:rsidRPr="006576C1" w:rsidRDefault="006576C1" w:rsidP="006576C1">
            <w:pPr>
              <w:jc w:val="center"/>
              <w:rPr>
                <w:sz w:val="22"/>
                <w:szCs w:val="22"/>
                <w:lang w:eastAsia="ar-SA"/>
              </w:rPr>
            </w:pPr>
            <w:r w:rsidRPr="006576C1">
              <w:rPr>
                <w:sz w:val="22"/>
                <w:szCs w:val="22"/>
                <w:lang w:eastAsia="ar-SA"/>
              </w:rPr>
              <w:t>Wartość podatku VAT w zł</w:t>
            </w:r>
          </w:p>
        </w:tc>
        <w:tc>
          <w:tcPr>
            <w:tcW w:w="1864" w:type="dxa"/>
            <w:shd w:val="clear" w:color="auto" w:fill="D9D9D9"/>
            <w:vAlign w:val="center"/>
          </w:tcPr>
          <w:p w14:paraId="37AB0771" w14:textId="77777777" w:rsidR="006576C1" w:rsidRPr="006576C1" w:rsidRDefault="006576C1" w:rsidP="006576C1">
            <w:pPr>
              <w:jc w:val="center"/>
              <w:rPr>
                <w:sz w:val="22"/>
                <w:szCs w:val="22"/>
                <w:lang w:eastAsia="ar-SA"/>
              </w:rPr>
            </w:pPr>
            <w:r w:rsidRPr="006576C1">
              <w:rPr>
                <w:sz w:val="22"/>
                <w:szCs w:val="22"/>
                <w:lang w:eastAsia="ar-SA"/>
              </w:rPr>
              <w:t>Wartość brutto w zł</w:t>
            </w:r>
          </w:p>
        </w:tc>
      </w:tr>
      <w:tr w:rsidR="006576C1" w:rsidRPr="006576C1" w14:paraId="44DD1304" w14:textId="77777777" w:rsidTr="009669C1">
        <w:trPr>
          <w:trHeight w:val="463"/>
        </w:trPr>
        <w:tc>
          <w:tcPr>
            <w:tcW w:w="959" w:type="dxa"/>
            <w:vAlign w:val="center"/>
          </w:tcPr>
          <w:p w14:paraId="1352216F" w14:textId="77777777" w:rsidR="006576C1" w:rsidRPr="006576C1" w:rsidRDefault="006576C1" w:rsidP="006576C1">
            <w:pPr>
              <w:tabs>
                <w:tab w:val="num" w:pos="360"/>
              </w:tabs>
              <w:rPr>
                <w:b/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2"/>
                <w:sz w:val="22"/>
                <w:szCs w:val="22"/>
                <w:lang w:eastAsia="en-US"/>
              </w:rPr>
              <w:t>Część 1</w:t>
            </w:r>
          </w:p>
        </w:tc>
        <w:tc>
          <w:tcPr>
            <w:tcW w:w="571" w:type="dxa"/>
            <w:vAlign w:val="center"/>
          </w:tcPr>
          <w:p w14:paraId="50D95D24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vAlign w:val="center"/>
          </w:tcPr>
          <w:p w14:paraId="3DD7024C" w14:textId="0A42FAC1" w:rsidR="006576C1" w:rsidRPr="006576C1" w:rsidRDefault="009669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1559" w:type="dxa"/>
            <w:vAlign w:val="center"/>
          </w:tcPr>
          <w:p w14:paraId="7C7FFDBD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5363D96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1CE57C23" w14:textId="77777777" w:rsidR="006576C1" w:rsidRPr="006576C1" w:rsidRDefault="006576C1" w:rsidP="006576C1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vAlign w:val="center"/>
          </w:tcPr>
          <w:p w14:paraId="2AD7F99F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Align w:val="center"/>
          </w:tcPr>
          <w:p w14:paraId="3A90175D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6576C1" w:rsidRPr="006576C1" w14:paraId="521D0363" w14:textId="77777777" w:rsidTr="009669C1">
        <w:trPr>
          <w:trHeight w:val="463"/>
        </w:trPr>
        <w:tc>
          <w:tcPr>
            <w:tcW w:w="959" w:type="dxa"/>
            <w:vAlign w:val="center"/>
          </w:tcPr>
          <w:p w14:paraId="702F5E30" w14:textId="77777777" w:rsidR="006576C1" w:rsidRPr="006576C1" w:rsidRDefault="006576C1" w:rsidP="006576C1">
            <w:pPr>
              <w:tabs>
                <w:tab w:val="num" w:pos="360"/>
              </w:tabs>
              <w:rPr>
                <w:b/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2"/>
                <w:sz w:val="22"/>
                <w:szCs w:val="22"/>
                <w:lang w:eastAsia="en-US"/>
              </w:rPr>
              <w:t>Część 2</w:t>
            </w:r>
          </w:p>
        </w:tc>
        <w:tc>
          <w:tcPr>
            <w:tcW w:w="571" w:type="dxa"/>
            <w:vAlign w:val="center"/>
          </w:tcPr>
          <w:p w14:paraId="643D3A31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vAlign w:val="center"/>
          </w:tcPr>
          <w:p w14:paraId="1BEE533A" w14:textId="04EC59D1" w:rsidR="006576C1" w:rsidRPr="006576C1" w:rsidRDefault="009669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1559" w:type="dxa"/>
            <w:vAlign w:val="center"/>
          </w:tcPr>
          <w:p w14:paraId="20FBA15A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7069C5E5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24D9D7FB" w14:textId="77777777" w:rsidR="006576C1" w:rsidRPr="006576C1" w:rsidRDefault="006576C1" w:rsidP="006576C1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vAlign w:val="center"/>
          </w:tcPr>
          <w:p w14:paraId="543F8057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Align w:val="center"/>
          </w:tcPr>
          <w:p w14:paraId="232B6060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6576C1" w:rsidRPr="006576C1" w14:paraId="3B4B0958" w14:textId="77777777" w:rsidTr="009669C1">
        <w:trPr>
          <w:trHeight w:val="463"/>
        </w:trPr>
        <w:tc>
          <w:tcPr>
            <w:tcW w:w="959" w:type="dxa"/>
            <w:vAlign w:val="center"/>
          </w:tcPr>
          <w:p w14:paraId="3E17D5DD" w14:textId="77777777" w:rsidR="006576C1" w:rsidRPr="006576C1" w:rsidRDefault="006576C1" w:rsidP="006576C1">
            <w:pPr>
              <w:tabs>
                <w:tab w:val="num" w:pos="360"/>
              </w:tabs>
              <w:rPr>
                <w:b/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2"/>
                <w:sz w:val="22"/>
                <w:szCs w:val="22"/>
                <w:lang w:eastAsia="en-US"/>
              </w:rPr>
              <w:t>Część 3</w:t>
            </w:r>
          </w:p>
        </w:tc>
        <w:tc>
          <w:tcPr>
            <w:tcW w:w="571" w:type="dxa"/>
            <w:vAlign w:val="center"/>
          </w:tcPr>
          <w:p w14:paraId="33746484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vAlign w:val="center"/>
          </w:tcPr>
          <w:p w14:paraId="1340DEA4" w14:textId="40D896B5" w:rsidR="006576C1" w:rsidRPr="006576C1" w:rsidRDefault="009669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1559" w:type="dxa"/>
            <w:vAlign w:val="center"/>
          </w:tcPr>
          <w:p w14:paraId="3AAA0661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27C3980C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15ACD1EA" w14:textId="77777777" w:rsidR="006576C1" w:rsidRPr="006576C1" w:rsidRDefault="006576C1" w:rsidP="006576C1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vAlign w:val="center"/>
          </w:tcPr>
          <w:p w14:paraId="21FDB169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Align w:val="center"/>
          </w:tcPr>
          <w:p w14:paraId="1C8BD3DA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6576C1" w:rsidRPr="006576C1" w14:paraId="249B773C" w14:textId="77777777" w:rsidTr="009669C1">
        <w:trPr>
          <w:trHeight w:val="463"/>
        </w:trPr>
        <w:tc>
          <w:tcPr>
            <w:tcW w:w="959" w:type="dxa"/>
            <w:vAlign w:val="center"/>
          </w:tcPr>
          <w:p w14:paraId="48B242D2" w14:textId="77777777" w:rsidR="006576C1" w:rsidRPr="006576C1" w:rsidRDefault="006576C1" w:rsidP="006576C1">
            <w:pPr>
              <w:tabs>
                <w:tab w:val="num" w:pos="360"/>
              </w:tabs>
              <w:rPr>
                <w:b/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2"/>
                <w:sz w:val="22"/>
                <w:szCs w:val="22"/>
                <w:lang w:eastAsia="en-US"/>
              </w:rPr>
              <w:t>Część 4</w:t>
            </w:r>
          </w:p>
        </w:tc>
        <w:tc>
          <w:tcPr>
            <w:tcW w:w="571" w:type="dxa"/>
            <w:vAlign w:val="center"/>
          </w:tcPr>
          <w:p w14:paraId="79BA418F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vAlign w:val="center"/>
          </w:tcPr>
          <w:p w14:paraId="797211E4" w14:textId="0E09ED01" w:rsidR="006576C1" w:rsidRPr="006576C1" w:rsidRDefault="009669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1559" w:type="dxa"/>
            <w:vAlign w:val="center"/>
          </w:tcPr>
          <w:p w14:paraId="28255D47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3C78339A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6A60675F" w14:textId="77777777" w:rsidR="006576C1" w:rsidRPr="006576C1" w:rsidRDefault="006576C1" w:rsidP="006576C1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vAlign w:val="center"/>
          </w:tcPr>
          <w:p w14:paraId="0F6A8BD8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Align w:val="center"/>
          </w:tcPr>
          <w:p w14:paraId="05839944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6576C1" w:rsidRPr="006576C1" w14:paraId="5936AF3E" w14:textId="77777777" w:rsidTr="009669C1">
        <w:trPr>
          <w:trHeight w:val="463"/>
        </w:trPr>
        <w:tc>
          <w:tcPr>
            <w:tcW w:w="959" w:type="dxa"/>
            <w:vAlign w:val="center"/>
          </w:tcPr>
          <w:p w14:paraId="7B39EEBE" w14:textId="77777777" w:rsidR="006576C1" w:rsidRPr="006576C1" w:rsidRDefault="006576C1" w:rsidP="006576C1">
            <w:pPr>
              <w:tabs>
                <w:tab w:val="num" w:pos="360"/>
              </w:tabs>
              <w:rPr>
                <w:b/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2"/>
                <w:sz w:val="22"/>
                <w:szCs w:val="22"/>
                <w:lang w:eastAsia="en-US"/>
              </w:rPr>
              <w:t>Część 5</w:t>
            </w:r>
          </w:p>
        </w:tc>
        <w:tc>
          <w:tcPr>
            <w:tcW w:w="571" w:type="dxa"/>
            <w:vAlign w:val="center"/>
          </w:tcPr>
          <w:p w14:paraId="7888E6D5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vAlign w:val="center"/>
          </w:tcPr>
          <w:p w14:paraId="370C644D" w14:textId="720FE45B" w:rsidR="006576C1" w:rsidRPr="006576C1" w:rsidRDefault="009669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1559" w:type="dxa"/>
            <w:vAlign w:val="center"/>
          </w:tcPr>
          <w:p w14:paraId="7170BF9A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0D736ACA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1FD473F8" w14:textId="77777777" w:rsidR="006576C1" w:rsidRPr="006576C1" w:rsidRDefault="006576C1" w:rsidP="006576C1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vAlign w:val="center"/>
          </w:tcPr>
          <w:p w14:paraId="3471A77E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Align w:val="center"/>
          </w:tcPr>
          <w:p w14:paraId="073361AC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6576C1" w:rsidRPr="006576C1" w14:paraId="281A75D4" w14:textId="77777777" w:rsidTr="009669C1">
        <w:trPr>
          <w:trHeight w:val="463"/>
        </w:trPr>
        <w:tc>
          <w:tcPr>
            <w:tcW w:w="959" w:type="dxa"/>
            <w:vAlign w:val="center"/>
          </w:tcPr>
          <w:p w14:paraId="21EDBA5D" w14:textId="77777777" w:rsidR="006576C1" w:rsidRPr="006576C1" w:rsidRDefault="006576C1" w:rsidP="006576C1">
            <w:pPr>
              <w:tabs>
                <w:tab w:val="num" w:pos="360"/>
              </w:tabs>
              <w:rPr>
                <w:b/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2"/>
                <w:sz w:val="22"/>
                <w:szCs w:val="22"/>
                <w:lang w:eastAsia="en-US"/>
              </w:rPr>
              <w:t>Część 6</w:t>
            </w:r>
          </w:p>
        </w:tc>
        <w:tc>
          <w:tcPr>
            <w:tcW w:w="571" w:type="dxa"/>
            <w:vAlign w:val="center"/>
          </w:tcPr>
          <w:p w14:paraId="38133749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vAlign w:val="center"/>
          </w:tcPr>
          <w:p w14:paraId="543CB985" w14:textId="04A3876C" w:rsidR="006576C1" w:rsidRPr="006576C1" w:rsidRDefault="009669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1559" w:type="dxa"/>
            <w:vAlign w:val="center"/>
          </w:tcPr>
          <w:p w14:paraId="38A60087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36F1362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6747765C" w14:textId="77777777" w:rsidR="006576C1" w:rsidRPr="006576C1" w:rsidRDefault="006576C1" w:rsidP="006576C1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vAlign w:val="center"/>
          </w:tcPr>
          <w:p w14:paraId="3B948682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Align w:val="center"/>
          </w:tcPr>
          <w:p w14:paraId="4BF8EFF5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6576C1" w:rsidRPr="006576C1" w14:paraId="3EE77122" w14:textId="77777777" w:rsidTr="009669C1">
        <w:trPr>
          <w:trHeight w:val="463"/>
        </w:trPr>
        <w:tc>
          <w:tcPr>
            <w:tcW w:w="959" w:type="dxa"/>
            <w:vAlign w:val="center"/>
          </w:tcPr>
          <w:p w14:paraId="1A27081B" w14:textId="77777777" w:rsidR="006576C1" w:rsidRPr="006576C1" w:rsidRDefault="006576C1" w:rsidP="006576C1">
            <w:pPr>
              <w:tabs>
                <w:tab w:val="num" w:pos="360"/>
              </w:tabs>
              <w:rPr>
                <w:b/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2"/>
                <w:sz w:val="22"/>
                <w:szCs w:val="22"/>
                <w:lang w:eastAsia="en-US"/>
              </w:rPr>
              <w:t>Część 7</w:t>
            </w:r>
          </w:p>
        </w:tc>
        <w:tc>
          <w:tcPr>
            <w:tcW w:w="571" w:type="dxa"/>
            <w:vAlign w:val="center"/>
          </w:tcPr>
          <w:p w14:paraId="666EAF3A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vAlign w:val="center"/>
          </w:tcPr>
          <w:p w14:paraId="3F451F7C" w14:textId="65B99D88" w:rsidR="006576C1" w:rsidRPr="006576C1" w:rsidRDefault="009669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1559" w:type="dxa"/>
            <w:vAlign w:val="center"/>
          </w:tcPr>
          <w:p w14:paraId="59D5A299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73CBBD84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6A326D68" w14:textId="77777777" w:rsidR="006576C1" w:rsidRPr="006576C1" w:rsidRDefault="006576C1" w:rsidP="006576C1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vAlign w:val="center"/>
          </w:tcPr>
          <w:p w14:paraId="2B9C23BF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Align w:val="center"/>
          </w:tcPr>
          <w:p w14:paraId="20141E9F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6576C1" w:rsidRPr="006576C1" w14:paraId="4332FDCB" w14:textId="77777777" w:rsidTr="009669C1">
        <w:trPr>
          <w:trHeight w:val="463"/>
        </w:trPr>
        <w:tc>
          <w:tcPr>
            <w:tcW w:w="959" w:type="dxa"/>
            <w:vAlign w:val="center"/>
          </w:tcPr>
          <w:p w14:paraId="4FEC081B" w14:textId="77777777" w:rsidR="006576C1" w:rsidRPr="006576C1" w:rsidRDefault="006576C1" w:rsidP="006576C1">
            <w:pPr>
              <w:tabs>
                <w:tab w:val="num" w:pos="360"/>
              </w:tabs>
              <w:rPr>
                <w:b/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2"/>
                <w:sz w:val="22"/>
                <w:szCs w:val="22"/>
                <w:lang w:eastAsia="en-US"/>
              </w:rPr>
              <w:t>Część 8</w:t>
            </w:r>
          </w:p>
        </w:tc>
        <w:tc>
          <w:tcPr>
            <w:tcW w:w="571" w:type="dxa"/>
            <w:vAlign w:val="center"/>
          </w:tcPr>
          <w:p w14:paraId="2CFFDD16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vAlign w:val="center"/>
          </w:tcPr>
          <w:p w14:paraId="6ED15055" w14:textId="03C853A9" w:rsidR="006576C1" w:rsidRPr="006576C1" w:rsidRDefault="009669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1559" w:type="dxa"/>
            <w:vAlign w:val="center"/>
          </w:tcPr>
          <w:p w14:paraId="6F03C7AF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7F1079AF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36192B2E" w14:textId="77777777" w:rsidR="006576C1" w:rsidRPr="006576C1" w:rsidRDefault="006576C1" w:rsidP="006576C1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vAlign w:val="center"/>
          </w:tcPr>
          <w:p w14:paraId="7E9A603E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Align w:val="center"/>
          </w:tcPr>
          <w:p w14:paraId="036B373E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6576C1" w:rsidRPr="006576C1" w14:paraId="2BCD081B" w14:textId="77777777" w:rsidTr="009669C1">
        <w:trPr>
          <w:trHeight w:val="463"/>
        </w:trPr>
        <w:tc>
          <w:tcPr>
            <w:tcW w:w="959" w:type="dxa"/>
            <w:vAlign w:val="center"/>
          </w:tcPr>
          <w:p w14:paraId="163F3E66" w14:textId="77777777" w:rsidR="006576C1" w:rsidRPr="006576C1" w:rsidRDefault="006576C1" w:rsidP="006576C1">
            <w:pPr>
              <w:tabs>
                <w:tab w:val="num" w:pos="360"/>
              </w:tabs>
              <w:rPr>
                <w:b/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2"/>
                <w:sz w:val="22"/>
                <w:szCs w:val="22"/>
                <w:lang w:eastAsia="en-US"/>
              </w:rPr>
              <w:t>Część 9</w:t>
            </w:r>
          </w:p>
        </w:tc>
        <w:tc>
          <w:tcPr>
            <w:tcW w:w="571" w:type="dxa"/>
            <w:vAlign w:val="center"/>
          </w:tcPr>
          <w:p w14:paraId="134986E1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vAlign w:val="center"/>
          </w:tcPr>
          <w:p w14:paraId="06C82595" w14:textId="6DC23A6F" w:rsidR="006576C1" w:rsidRPr="006576C1" w:rsidRDefault="009669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1559" w:type="dxa"/>
            <w:vAlign w:val="center"/>
          </w:tcPr>
          <w:p w14:paraId="47566F50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9F93404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484D6321" w14:textId="77777777" w:rsidR="006576C1" w:rsidRPr="006576C1" w:rsidRDefault="006576C1" w:rsidP="006576C1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vAlign w:val="center"/>
          </w:tcPr>
          <w:p w14:paraId="5BE0D57C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Align w:val="center"/>
          </w:tcPr>
          <w:p w14:paraId="5B6AD07C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6576C1" w:rsidRPr="006576C1" w14:paraId="2C2CAFDD" w14:textId="77777777" w:rsidTr="009669C1">
        <w:trPr>
          <w:trHeight w:val="463"/>
        </w:trPr>
        <w:tc>
          <w:tcPr>
            <w:tcW w:w="959" w:type="dxa"/>
            <w:vAlign w:val="center"/>
          </w:tcPr>
          <w:p w14:paraId="73BCAC3A" w14:textId="77777777" w:rsidR="006576C1" w:rsidRPr="006576C1" w:rsidRDefault="006576C1" w:rsidP="006576C1">
            <w:pPr>
              <w:tabs>
                <w:tab w:val="num" w:pos="360"/>
              </w:tabs>
              <w:rPr>
                <w:b/>
                <w:spacing w:val="-6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6"/>
                <w:sz w:val="22"/>
                <w:szCs w:val="22"/>
                <w:lang w:eastAsia="en-US"/>
              </w:rPr>
              <w:t>Część 10</w:t>
            </w:r>
          </w:p>
        </w:tc>
        <w:tc>
          <w:tcPr>
            <w:tcW w:w="571" w:type="dxa"/>
            <w:vAlign w:val="center"/>
          </w:tcPr>
          <w:p w14:paraId="282824A8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vAlign w:val="center"/>
          </w:tcPr>
          <w:p w14:paraId="271316FA" w14:textId="39BEABCB" w:rsidR="006576C1" w:rsidRPr="006576C1" w:rsidRDefault="009669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59" w:type="dxa"/>
            <w:vAlign w:val="center"/>
          </w:tcPr>
          <w:p w14:paraId="22653569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1FBEC6A7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74D7AF69" w14:textId="77777777" w:rsidR="006576C1" w:rsidRPr="006576C1" w:rsidRDefault="006576C1" w:rsidP="006576C1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vAlign w:val="center"/>
          </w:tcPr>
          <w:p w14:paraId="11713892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Align w:val="center"/>
          </w:tcPr>
          <w:p w14:paraId="3F940265" w14:textId="77777777" w:rsidR="006576C1" w:rsidRPr="006576C1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6576C1" w:rsidRPr="000333F6" w14:paraId="5C9300AC" w14:textId="77777777" w:rsidTr="009669C1">
        <w:trPr>
          <w:trHeight w:val="463"/>
        </w:trPr>
        <w:tc>
          <w:tcPr>
            <w:tcW w:w="959" w:type="dxa"/>
            <w:vAlign w:val="center"/>
          </w:tcPr>
          <w:p w14:paraId="5E430066" w14:textId="29DE9536" w:rsidR="006576C1" w:rsidRPr="000333F6" w:rsidRDefault="006576C1" w:rsidP="006576C1">
            <w:pPr>
              <w:tabs>
                <w:tab w:val="num" w:pos="360"/>
              </w:tabs>
              <w:rPr>
                <w:b/>
                <w:spacing w:val="-6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6"/>
                <w:sz w:val="22"/>
                <w:szCs w:val="22"/>
                <w:lang w:eastAsia="en-US"/>
              </w:rPr>
              <w:lastRenderedPageBreak/>
              <w:t>Część 1</w:t>
            </w:r>
            <w:r w:rsidRPr="000333F6">
              <w:rPr>
                <w:b/>
                <w:spacing w:val="-6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1" w:type="dxa"/>
            <w:vAlign w:val="center"/>
          </w:tcPr>
          <w:p w14:paraId="4B7325BE" w14:textId="19285176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vAlign w:val="center"/>
          </w:tcPr>
          <w:p w14:paraId="1B7BB7F4" w14:textId="40B95567" w:rsidR="006576C1" w:rsidRPr="000333F6" w:rsidRDefault="009669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59" w:type="dxa"/>
            <w:vAlign w:val="center"/>
          </w:tcPr>
          <w:p w14:paraId="744CBB84" w14:textId="77777777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3EC2B9C7" w14:textId="77777777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4F5DE6D3" w14:textId="07EE38E2" w:rsidR="006576C1" w:rsidRPr="000333F6" w:rsidRDefault="006576C1" w:rsidP="006576C1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vAlign w:val="center"/>
          </w:tcPr>
          <w:p w14:paraId="606D1D31" w14:textId="77777777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Align w:val="center"/>
          </w:tcPr>
          <w:p w14:paraId="5505DA42" w14:textId="77777777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6576C1" w:rsidRPr="000333F6" w14:paraId="67E4F4A1" w14:textId="77777777" w:rsidTr="009669C1">
        <w:trPr>
          <w:trHeight w:val="463"/>
        </w:trPr>
        <w:tc>
          <w:tcPr>
            <w:tcW w:w="959" w:type="dxa"/>
            <w:vAlign w:val="center"/>
          </w:tcPr>
          <w:p w14:paraId="20917F9A" w14:textId="67DA3700" w:rsidR="006576C1" w:rsidRPr="000333F6" w:rsidRDefault="006576C1" w:rsidP="006576C1">
            <w:pPr>
              <w:tabs>
                <w:tab w:val="num" w:pos="360"/>
              </w:tabs>
              <w:rPr>
                <w:b/>
                <w:spacing w:val="-6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6"/>
                <w:sz w:val="22"/>
                <w:szCs w:val="22"/>
                <w:lang w:eastAsia="en-US"/>
              </w:rPr>
              <w:t>Część 1</w:t>
            </w:r>
            <w:r w:rsidRPr="000333F6">
              <w:rPr>
                <w:b/>
                <w:spacing w:val="-6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1" w:type="dxa"/>
            <w:vAlign w:val="center"/>
          </w:tcPr>
          <w:p w14:paraId="08D90519" w14:textId="3AC9E8F8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vAlign w:val="center"/>
          </w:tcPr>
          <w:p w14:paraId="08A554DF" w14:textId="4FDA1A10" w:rsidR="006576C1" w:rsidRPr="000333F6" w:rsidRDefault="009669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59" w:type="dxa"/>
            <w:vAlign w:val="center"/>
          </w:tcPr>
          <w:p w14:paraId="49B598BF" w14:textId="77777777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6B1B7E5" w14:textId="77777777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7AE8A43B" w14:textId="5908DD96" w:rsidR="006576C1" w:rsidRPr="000333F6" w:rsidRDefault="006576C1" w:rsidP="006576C1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vAlign w:val="center"/>
          </w:tcPr>
          <w:p w14:paraId="49F155AF" w14:textId="77777777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Align w:val="center"/>
          </w:tcPr>
          <w:p w14:paraId="4A70E3EE" w14:textId="77777777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6576C1" w:rsidRPr="000333F6" w14:paraId="167A9F50" w14:textId="77777777" w:rsidTr="009669C1">
        <w:trPr>
          <w:trHeight w:val="463"/>
        </w:trPr>
        <w:tc>
          <w:tcPr>
            <w:tcW w:w="959" w:type="dxa"/>
            <w:vAlign w:val="center"/>
          </w:tcPr>
          <w:p w14:paraId="51CA8AE8" w14:textId="062BE034" w:rsidR="006576C1" w:rsidRPr="000333F6" w:rsidRDefault="006576C1" w:rsidP="006576C1">
            <w:pPr>
              <w:tabs>
                <w:tab w:val="num" w:pos="360"/>
              </w:tabs>
              <w:rPr>
                <w:b/>
                <w:spacing w:val="-6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6"/>
                <w:sz w:val="22"/>
                <w:szCs w:val="22"/>
                <w:lang w:eastAsia="en-US"/>
              </w:rPr>
              <w:t>Część 1</w:t>
            </w:r>
            <w:r w:rsidRPr="000333F6">
              <w:rPr>
                <w:b/>
                <w:spacing w:val="-6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1" w:type="dxa"/>
            <w:vAlign w:val="center"/>
          </w:tcPr>
          <w:p w14:paraId="623FCCA2" w14:textId="6EFB4869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vAlign w:val="center"/>
          </w:tcPr>
          <w:p w14:paraId="449A4156" w14:textId="15FB2589" w:rsidR="006576C1" w:rsidRPr="000333F6" w:rsidRDefault="009669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59" w:type="dxa"/>
            <w:vAlign w:val="center"/>
          </w:tcPr>
          <w:p w14:paraId="6CC95BF4" w14:textId="77777777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03D98612" w14:textId="77777777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4AF91FB4" w14:textId="4429B921" w:rsidR="006576C1" w:rsidRPr="000333F6" w:rsidRDefault="006576C1" w:rsidP="006576C1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vAlign w:val="center"/>
          </w:tcPr>
          <w:p w14:paraId="52421AF3" w14:textId="77777777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Align w:val="center"/>
          </w:tcPr>
          <w:p w14:paraId="4D10BEF5" w14:textId="77777777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6576C1" w:rsidRPr="000333F6" w14:paraId="6543C87D" w14:textId="77777777" w:rsidTr="009669C1">
        <w:trPr>
          <w:trHeight w:val="463"/>
        </w:trPr>
        <w:tc>
          <w:tcPr>
            <w:tcW w:w="959" w:type="dxa"/>
            <w:vAlign w:val="center"/>
          </w:tcPr>
          <w:p w14:paraId="40081873" w14:textId="57674117" w:rsidR="006576C1" w:rsidRPr="000333F6" w:rsidRDefault="006576C1" w:rsidP="006576C1">
            <w:pPr>
              <w:tabs>
                <w:tab w:val="num" w:pos="360"/>
              </w:tabs>
              <w:rPr>
                <w:b/>
                <w:spacing w:val="-6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6"/>
                <w:sz w:val="22"/>
                <w:szCs w:val="22"/>
                <w:lang w:eastAsia="en-US"/>
              </w:rPr>
              <w:t>Część 1</w:t>
            </w:r>
            <w:r w:rsidRPr="000333F6">
              <w:rPr>
                <w:b/>
                <w:spacing w:val="-6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1" w:type="dxa"/>
            <w:vAlign w:val="center"/>
          </w:tcPr>
          <w:p w14:paraId="119ED81C" w14:textId="3915C793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vAlign w:val="center"/>
          </w:tcPr>
          <w:p w14:paraId="15D565F8" w14:textId="0198DED3" w:rsidR="006576C1" w:rsidRPr="000333F6" w:rsidRDefault="009669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59" w:type="dxa"/>
            <w:vAlign w:val="center"/>
          </w:tcPr>
          <w:p w14:paraId="36B58C9F" w14:textId="77777777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6DE08C12" w14:textId="77777777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5A6A8659" w14:textId="0FB00793" w:rsidR="006576C1" w:rsidRPr="000333F6" w:rsidRDefault="006576C1" w:rsidP="006576C1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vAlign w:val="center"/>
          </w:tcPr>
          <w:p w14:paraId="43B0EF41" w14:textId="77777777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Align w:val="center"/>
          </w:tcPr>
          <w:p w14:paraId="75D7722B" w14:textId="77777777" w:rsidR="006576C1" w:rsidRPr="000333F6" w:rsidRDefault="006576C1" w:rsidP="006576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9669C1" w:rsidRPr="000333F6" w14:paraId="662EC17A" w14:textId="77777777" w:rsidTr="009669C1">
        <w:trPr>
          <w:trHeight w:val="463"/>
        </w:trPr>
        <w:tc>
          <w:tcPr>
            <w:tcW w:w="959" w:type="dxa"/>
            <w:vAlign w:val="center"/>
          </w:tcPr>
          <w:p w14:paraId="1917DE70" w14:textId="533372F8" w:rsidR="009669C1" w:rsidRPr="000333F6" w:rsidRDefault="009669C1" w:rsidP="00D644AB">
            <w:pPr>
              <w:tabs>
                <w:tab w:val="num" w:pos="360"/>
              </w:tabs>
              <w:rPr>
                <w:b/>
                <w:spacing w:val="-6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6"/>
                <w:sz w:val="22"/>
                <w:szCs w:val="22"/>
                <w:lang w:eastAsia="en-US"/>
              </w:rPr>
              <w:t>Część 1</w:t>
            </w:r>
            <w:r>
              <w:rPr>
                <w:b/>
                <w:spacing w:val="-6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71" w:type="dxa"/>
            <w:vAlign w:val="center"/>
          </w:tcPr>
          <w:p w14:paraId="43BD3FC3" w14:textId="77777777" w:rsidR="009669C1" w:rsidRPr="000333F6" w:rsidRDefault="009669C1" w:rsidP="00D644AB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vAlign w:val="center"/>
          </w:tcPr>
          <w:p w14:paraId="4E43E3D8" w14:textId="77777777" w:rsidR="009669C1" w:rsidRPr="000333F6" w:rsidRDefault="009669C1" w:rsidP="00D644AB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0333F6">
              <w:rPr>
                <w:spacing w:val="-2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59" w:type="dxa"/>
            <w:vAlign w:val="center"/>
          </w:tcPr>
          <w:p w14:paraId="1D88C4AA" w14:textId="77777777" w:rsidR="009669C1" w:rsidRPr="000333F6" w:rsidRDefault="009669C1" w:rsidP="00D644AB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22ED7684" w14:textId="77777777" w:rsidR="009669C1" w:rsidRPr="000333F6" w:rsidRDefault="009669C1" w:rsidP="00D644AB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0AE867BE" w14:textId="77777777" w:rsidR="009669C1" w:rsidRPr="000333F6" w:rsidRDefault="009669C1" w:rsidP="00D644AB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vAlign w:val="center"/>
          </w:tcPr>
          <w:p w14:paraId="10E0A9EF" w14:textId="77777777" w:rsidR="009669C1" w:rsidRPr="000333F6" w:rsidRDefault="009669C1" w:rsidP="00D644AB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Align w:val="center"/>
          </w:tcPr>
          <w:p w14:paraId="15E3FB5C" w14:textId="77777777" w:rsidR="009669C1" w:rsidRPr="000333F6" w:rsidRDefault="009669C1" w:rsidP="00D644AB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9669C1" w:rsidRPr="000333F6" w14:paraId="2FACF3F6" w14:textId="77777777" w:rsidTr="009669C1">
        <w:trPr>
          <w:trHeight w:val="463"/>
        </w:trPr>
        <w:tc>
          <w:tcPr>
            <w:tcW w:w="959" w:type="dxa"/>
            <w:vAlign w:val="center"/>
          </w:tcPr>
          <w:p w14:paraId="233BE7DE" w14:textId="484A79BE" w:rsidR="009669C1" w:rsidRPr="000333F6" w:rsidRDefault="009669C1" w:rsidP="00D644AB">
            <w:pPr>
              <w:tabs>
                <w:tab w:val="num" w:pos="360"/>
              </w:tabs>
              <w:rPr>
                <w:b/>
                <w:spacing w:val="-6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6"/>
                <w:sz w:val="22"/>
                <w:szCs w:val="22"/>
                <w:lang w:eastAsia="en-US"/>
              </w:rPr>
              <w:t>Część 1</w:t>
            </w:r>
            <w:r>
              <w:rPr>
                <w:b/>
                <w:spacing w:val="-6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71" w:type="dxa"/>
            <w:vAlign w:val="center"/>
          </w:tcPr>
          <w:p w14:paraId="4C3AEDEA" w14:textId="77777777" w:rsidR="009669C1" w:rsidRPr="000333F6" w:rsidRDefault="009669C1" w:rsidP="00D644AB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vAlign w:val="center"/>
          </w:tcPr>
          <w:p w14:paraId="0BC601AD" w14:textId="77777777" w:rsidR="009669C1" w:rsidRPr="000333F6" w:rsidRDefault="009669C1" w:rsidP="00D644AB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0333F6">
              <w:rPr>
                <w:spacing w:val="-2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59" w:type="dxa"/>
            <w:vAlign w:val="center"/>
          </w:tcPr>
          <w:p w14:paraId="463B1141" w14:textId="77777777" w:rsidR="009669C1" w:rsidRPr="000333F6" w:rsidRDefault="009669C1" w:rsidP="00D644AB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6311C86C" w14:textId="77777777" w:rsidR="009669C1" w:rsidRPr="000333F6" w:rsidRDefault="009669C1" w:rsidP="00D644AB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3C42C0F5" w14:textId="77777777" w:rsidR="009669C1" w:rsidRPr="000333F6" w:rsidRDefault="009669C1" w:rsidP="00D644AB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vAlign w:val="center"/>
          </w:tcPr>
          <w:p w14:paraId="67F15C28" w14:textId="77777777" w:rsidR="009669C1" w:rsidRPr="000333F6" w:rsidRDefault="009669C1" w:rsidP="00D644AB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Align w:val="center"/>
          </w:tcPr>
          <w:p w14:paraId="31694C9D" w14:textId="77777777" w:rsidR="009669C1" w:rsidRPr="000333F6" w:rsidRDefault="009669C1" w:rsidP="00D644AB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9669C1" w:rsidRPr="000333F6" w14:paraId="08B16FE9" w14:textId="77777777" w:rsidTr="009669C1">
        <w:trPr>
          <w:trHeight w:val="463"/>
        </w:trPr>
        <w:tc>
          <w:tcPr>
            <w:tcW w:w="959" w:type="dxa"/>
            <w:vAlign w:val="center"/>
          </w:tcPr>
          <w:p w14:paraId="6CF3FBB3" w14:textId="1FE5BE10" w:rsidR="009669C1" w:rsidRPr="000333F6" w:rsidRDefault="009669C1" w:rsidP="009669C1">
            <w:pPr>
              <w:tabs>
                <w:tab w:val="num" w:pos="360"/>
              </w:tabs>
              <w:rPr>
                <w:b/>
                <w:spacing w:val="-6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6"/>
                <w:sz w:val="22"/>
                <w:szCs w:val="22"/>
                <w:lang w:eastAsia="en-US"/>
              </w:rPr>
              <w:t>Część 1</w:t>
            </w:r>
            <w:r>
              <w:rPr>
                <w:b/>
                <w:spacing w:val="-6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71" w:type="dxa"/>
            <w:vAlign w:val="center"/>
          </w:tcPr>
          <w:p w14:paraId="670BF75D" w14:textId="216E6B00" w:rsidR="009669C1" w:rsidRPr="000333F6" w:rsidRDefault="009669C1" w:rsidP="009669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vAlign w:val="center"/>
          </w:tcPr>
          <w:p w14:paraId="511D9602" w14:textId="6F4EF254" w:rsidR="009669C1" w:rsidRPr="000333F6" w:rsidRDefault="009669C1" w:rsidP="009669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0333F6">
              <w:rPr>
                <w:spacing w:val="-2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59" w:type="dxa"/>
            <w:vAlign w:val="center"/>
          </w:tcPr>
          <w:p w14:paraId="7710A1CA" w14:textId="77777777" w:rsidR="009669C1" w:rsidRPr="000333F6" w:rsidRDefault="009669C1" w:rsidP="009669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41BC522" w14:textId="77777777" w:rsidR="009669C1" w:rsidRPr="000333F6" w:rsidRDefault="009669C1" w:rsidP="009669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486681D7" w14:textId="79DCB5EB" w:rsidR="009669C1" w:rsidRPr="000333F6" w:rsidRDefault="009669C1" w:rsidP="009669C1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vAlign w:val="center"/>
          </w:tcPr>
          <w:p w14:paraId="1F9002CE" w14:textId="77777777" w:rsidR="009669C1" w:rsidRPr="000333F6" w:rsidRDefault="009669C1" w:rsidP="009669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Align w:val="center"/>
          </w:tcPr>
          <w:p w14:paraId="72C84950" w14:textId="77777777" w:rsidR="009669C1" w:rsidRPr="000333F6" w:rsidRDefault="009669C1" w:rsidP="009669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  <w:tr w:rsidR="009669C1" w:rsidRPr="000333F6" w14:paraId="2DD542D9" w14:textId="77777777" w:rsidTr="009669C1">
        <w:trPr>
          <w:trHeight w:val="4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75F2" w14:textId="1B3985CB" w:rsidR="009669C1" w:rsidRPr="000333F6" w:rsidRDefault="009669C1" w:rsidP="009669C1">
            <w:pPr>
              <w:tabs>
                <w:tab w:val="num" w:pos="360"/>
              </w:tabs>
              <w:rPr>
                <w:b/>
                <w:spacing w:val="-6"/>
                <w:sz w:val="22"/>
                <w:szCs w:val="22"/>
                <w:lang w:eastAsia="en-US"/>
              </w:rPr>
            </w:pPr>
            <w:r w:rsidRPr="006576C1">
              <w:rPr>
                <w:b/>
                <w:spacing w:val="-6"/>
                <w:sz w:val="22"/>
                <w:szCs w:val="22"/>
                <w:lang w:eastAsia="en-US"/>
              </w:rPr>
              <w:t>Część 1</w:t>
            </w:r>
            <w:r>
              <w:rPr>
                <w:b/>
                <w:spacing w:val="-6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0BC6C" w14:textId="77777777" w:rsidR="009669C1" w:rsidRPr="000333F6" w:rsidRDefault="009669C1" w:rsidP="009669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Mg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70A6" w14:textId="77777777" w:rsidR="009669C1" w:rsidRPr="000333F6" w:rsidRDefault="009669C1" w:rsidP="009669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  <w:r w:rsidRPr="000333F6">
              <w:rPr>
                <w:spacing w:val="-2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5C0E" w14:textId="77777777" w:rsidR="009669C1" w:rsidRPr="000333F6" w:rsidRDefault="009669C1" w:rsidP="009669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776E" w14:textId="77777777" w:rsidR="009669C1" w:rsidRPr="000333F6" w:rsidRDefault="009669C1" w:rsidP="009669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717B" w14:textId="77777777" w:rsidR="009669C1" w:rsidRPr="000333F6" w:rsidRDefault="009669C1" w:rsidP="009669C1">
            <w:pPr>
              <w:tabs>
                <w:tab w:val="num" w:pos="360"/>
              </w:tabs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6576C1">
              <w:rPr>
                <w:spacing w:val="-2"/>
                <w:sz w:val="22"/>
                <w:szCs w:val="22"/>
                <w:lang w:eastAsia="en-US"/>
              </w:rPr>
              <w:t>8%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5034" w14:textId="77777777" w:rsidR="009669C1" w:rsidRPr="000333F6" w:rsidRDefault="009669C1" w:rsidP="009669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B089" w14:textId="77777777" w:rsidR="009669C1" w:rsidRPr="000333F6" w:rsidRDefault="009669C1" w:rsidP="009669C1">
            <w:pPr>
              <w:tabs>
                <w:tab w:val="num" w:pos="360"/>
              </w:tabs>
              <w:rPr>
                <w:spacing w:val="-2"/>
                <w:sz w:val="22"/>
                <w:szCs w:val="22"/>
                <w:lang w:eastAsia="en-US"/>
              </w:rPr>
            </w:pPr>
          </w:p>
        </w:tc>
      </w:tr>
    </w:tbl>
    <w:p w14:paraId="1F59B020" w14:textId="77777777" w:rsidR="006576C1" w:rsidRPr="0097776D" w:rsidRDefault="006576C1" w:rsidP="006576C1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7334A56D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20191721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7D990DB9" w14:textId="77777777" w:rsidR="006B63D6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70566B74" w14:textId="77777777" w:rsidR="009669C1" w:rsidRDefault="009669C1" w:rsidP="009669C1">
      <w:pPr>
        <w:numPr>
          <w:ilvl w:val="0"/>
          <w:numId w:val="3"/>
        </w:numPr>
        <w:spacing w:after="1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uważamy się za związanych niniejszą ofertą na czas wskazany w SWZ,  na potwierdzenie czego wnieśliśmy wadium w wysokości ……………..… PLN, w formie: ………………………………………………………………………………… Wadium należy zwrócić przelewem na rachunek bankowy o numerze: …………………………………………………………………………………………….</w:t>
      </w:r>
    </w:p>
    <w:p w14:paraId="4518BD82" w14:textId="3BF3033F" w:rsidR="009669C1" w:rsidRPr="009669C1" w:rsidRDefault="009669C1" w:rsidP="009669C1">
      <w:pPr>
        <w:ind w:left="644"/>
        <w:contextualSpacing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(należy wypełnić w przypadku wniesienia wadium w formie pieniądza)</w:t>
      </w:r>
    </w:p>
    <w:p w14:paraId="101040C3" w14:textId="68DB08F6" w:rsidR="006576C1" w:rsidRPr="008E1BA8" w:rsidRDefault="000333F6" w:rsidP="000333F6">
      <w:pPr>
        <w:numPr>
          <w:ilvl w:val="0"/>
          <w:numId w:val="3"/>
        </w:numPr>
        <w:spacing w:line="300" w:lineRule="atLeast"/>
        <w:jc w:val="both"/>
        <w:rPr>
          <w:sz w:val="22"/>
        </w:rPr>
      </w:pPr>
      <w:r w:rsidRPr="008E1BA8">
        <w:rPr>
          <w:spacing w:val="4"/>
          <w:sz w:val="22"/>
          <w:lang w:eastAsia="en-US"/>
        </w:rPr>
        <w:t>jesteśmy świadomi, że podana dla każdej części ilość odpadów jest ilością maksymalną</w:t>
      </w:r>
      <w:r w:rsidRPr="008E1BA8">
        <w:rPr>
          <w:sz w:val="22"/>
        </w:rPr>
        <w:t>,</w:t>
      </w:r>
      <w:r w:rsidRPr="008E1BA8">
        <w:rPr>
          <w:sz w:val="22"/>
        </w:rPr>
        <w:br/>
        <w:t xml:space="preserve">a </w:t>
      </w:r>
      <w:r w:rsidRPr="008E1BA8">
        <w:rPr>
          <w:spacing w:val="4"/>
          <w:sz w:val="22"/>
          <w:lang w:eastAsia="en-US"/>
        </w:rPr>
        <w:t xml:space="preserve">zamawiający gwarantuje minimalną ilość odebranych odpadów na poziomie </w:t>
      </w:r>
      <w:r w:rsidR="009669C1" w:rsidRPr="009669C1">
        <w:rPr>
          <w:spacing w:val="4"/>
          <w:sz w:val="22"/>
          <w:lang w:eastAsia="en-US"/>
        </w:rPr>
        <w:t>1280</w:t>
      </w:r>
      <w:r w:rsidRPr="008E1BA8">
        <w:rPr>
          <w:spacing w:val="4"/>
          <w:sz w:val="22"/>
          <w:lang w:eastAsia="en-US"/>
        </w:rPr>
        <w:t xml:space="preserve"> Mg dla części 1-</w:t>
      </w:r>
      <w:r w:rsidR="009669C1">
        <w:rPr>
          <w:spacing w:val="4"/>
          <w:sz w:val="22"/>
          <w:lang w:eastAsia="en-US"/>
        </w:rPr>
        <w:t xml:space="preserve">9 </w:t>
      </w:r>
      <w:r w:rsidRPr="008E1BA8">
        <w:rPr>
          <w:spacing w:val="4"/>
          <w:sz w:val="22"/>
          <w:lang w:eastAsia="en-US"/>
        </w:rPr>
        <w:t xml:space="preserve">oraz </w:t>
      </w:r>
      <w:r w:rsidR="008E1BA8" w:rsidRPr="008E1BA8">
        <w:rPr>
          <w:spacing w:val="4"/>
          <w:sz w:val="22"/>
          <w:lang w:eastAsia="en-US"/>
        </w:rPr>
        <w:t>580</w:t>
      </w:r>
      <w:r w:rsidRPr="008E1BA8">
        <w:rPr>
          <w:spacing w:val="4"/>
          <w:sz w:val="22"/>
          <w:lang w:eastAsia="en-US"/>
        </w:rPr>
        <w:t xml:space="preserve"> Mg dla części</w:t>
      </w:r>
      <w:r w:rsidR="008E1BA8" w:rsidRPr="008E1BA8">
        <w:rPr>
          <w:spacing w:val="4"/>
          <w:sz w:val="22"/>
          <w:lang w:eastAsia="en-US"/>
        </w:rPr>
        <w:t xml:space="preserve"> </w:t>
      </w:r>
      <w:r w:rsidR="009669C1">
        <w:rPr>
          <w:spacing w:val="4"/>
          <w:sz w:val="22"/>
          <w:lang w:eastAsia="en-US"/>
        </w:rPr>
        <w:t>10</w:t>
      </w:r>
      <w:r w:rsidR="008E1BA8" w:rsidRPr="008E1BA8">
        <w:rPr>
          <w:spacing w:val="4"/>
          <w:sz w:val="22"/>
          <w:lang w:eastAsia="en-US"/>
        </w:rPr>
        <w:t>-</w:t>
      </w:r>
      <w:r w:rsidR="009669C1">
        <w:rPr>
          <w:spacing w:val="4"/>
          <w:sz w:val="22"/>
          <w:lang w:eastAsia="en-US"/>
        </w:rPr>
        <w:t>18</w:t>
      </w:r>
      <w:r w:rsidRPr="008E1BA8">
        <w:rPr>
          <w:spacing w:val="4"/>
          <w:sz w:val="22"/>
          <w:lang w:eastAsia="en-US"/>
        </w:rPr>
        <w:t>.</w:t>
      </w:r>
    </w:p>
    <w:p w14:paraId="52C5FC07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 w:rsidRPr="008E1BA8">
        <w:rPr>
          <w:sz w:val="22"/>
        </w:rPr>
        <w:t>zamierzamy / nie zamierzamy powierzyć</w:t>
      </w:r>
      <w:r w:rsidRPr="00DE55E6">
        <w:rPr>
          <w:sz w:val="22"/>
        </w:rPr>
        <w:t xml:space="preserve"> realizację następujących części zamówienia podwykonawcom*:</w:t>
      </w:r>
    </w:p>
    <w:p w14:paraId="106289C3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31BD5C9E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F4BC2ED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881C3B6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53DC6C6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DFF99D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2526A39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6E3E1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0F75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DC52F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2B547B2D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1F7D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E5CA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5798A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F9B9400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0E89AF9A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53225420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551E148F" w14:textId="77777777" w:rsidR="000333F6" w:rsidRPr="00200CB0" w:rsidRDefault="000333F6" w:rsidP="000333F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200CB0">
        <w:rPr>
          <w:b/>
          <w:sz w:val="22"/>
          <w:szCs w:val="22"/>
        </w:rPr>
        <w:t>OŚWIADCZAMY</w:t>
      </w:r>
      <w:r w:rsidRPr="00200CB0">
        <w:rPr>
          <w:bCs/>
          <w:sz w:val="22"/>
          <w:szCs w:val="22"/>
        </w:rPr>
        <w:t>, że:</w:t>
      </w:r>
    </w:p>
    <w:p w14:paraId="7E07868A" w14:textId="07E6F9D6" w:rsidR="000333F6" w:rsidRDefault="000333F6" w:rsidP="000333F6">
      <w:pPr>
        <w:pStyle w:val="Akapitzlist"/>
        <w:spacing w:before="240" w:after="120"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 osoby wykonujące wskazane przez Zamawiającego czynności w zakresie realizacji zamówienia, zatrudnione są na podstawie stosunku pracy, jeżeli wykonanie tych czynności polega na wykonywaniu pracy w sposób określony w art. 22 § 1 ustawy z dnia 26 czerwca 1974 r. - Kodeks pracy (t. j. Dz. U. z 20</w:t>
      </w:r>
      <w:r w:rsidR="009669C1">
        <w:rPr>
          <w:sz w:val="22"/>
          <w:szCs w:val="22"/>
        </w:rPr>
        <w:t>25</w:t>
      </w:r>
      <w:r>
        <w:rPr>
          <w:sz w:val="22"/>
          <w:szCs w:val="22"/>
        </w:rPr>
        <w:t xml:space="preserve"> r. poz. </w:t>
      </w:r>
      <w:r w:rsidR="009669C1">
        <w:rPr>
          <w:sz w:val="22"/>
          <w:szCs w:val="22"/>
        </w:rPr>
        <w:t>277</w:t>
      </w:r>
      <w:r>
        <w:rPr>
          <w:sz w:val="22"/>
          <w:szCs w:val="22"/>
        </w:rPr>
        <w:t>);</w:t>
      </w:r>
    </w:p>
    <w:p w14:paraId="01C15F1D" w14:textId="01A01BD9" w:rsidR="000333F6" w:rsidRDefault="000333F6" w:rsidP="000333F6">
      <w:pPr>
        <w:pStyle w:val="Akapitzlist"/>
        <w:spacing w:before="240" w:after="120"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zapoznaliśmy się z wymogami Zamawiającego odnośnie zatrudnienia przez Wykonawcę lub Podwykonawcę osób wykonujących czynności w zakresie realizacji zamówienia na podstawie stosunku pracy, określonymi w Specyfikacji Warunków Zamówienia</w:t>
      </w:r>
      <w:r w:rsidR="00EB0F7A">
        <w:rPr>
          <w:sz w:val="22"/>
          <w:szCs w:val="22"/>
        </w:rPr>
        <w:t xml:space="preserve"> oraz w umowie</w:t>
      </w:r>
      <w:r>
        <w:rPr>
          <w:sz w:val="22"/>
          <w:szCs w:val="22"/>
        </w:rPr>
        <w:t xml:space="preserve"> i uznajemy się za związanych określonymi w niej zasadami postępowania.</w:t>
      </w:r>
    </w:p>
    <w:p w14:paraId="49729C4E" w14:textId="77777777" w:rsidR="000333F6" w:rsidRDefault="000333F6" w:rsidP="000333F6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67023DC4" w14:textId="0BB2123E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5C0888DB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12230C">
        <w:rPr>
          <w:b/>
          <w:sz w:val="22"/>
          <w:szCs w:val="22"/>
          <w:u w:val="single"/>
        </w:rPr>
        <w:t>nie będzie</w:t>
      </w:r>
      <w:r w:rsidRPr="0012230C">
        <w:rPr>
          <w:bCs/>
          <w:sz w:val="22"/>
          <w:szCs w:val="22"/>
          <w:u w:val="single"/>
        </w:rPr>
        <w:t xml:space="preserve"> </w:t>
      </w:r>
      <w:r w:rsidRPr="0012230C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12230C" w:rsidRPr="0012230C">
        <w:rPr>
          <w:bCs/>
          <w:sz w:val="22"/>
          <w:szCs w:val="22"/>
        </w:rPr>
        <w:t>dnia 11 marca 2004 r. o podatku od towarów i usług (t.j. Dz.U.2021.0.685)</w:t>
      </w:r>
    </w:p>
    <w:p w14:paraId="4E770EAD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487AE9E0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12230C" w:rsidRPr="0012230C">
        <w:rPr>
          <w:bCs/>
          <w:sz w:val="22"/>
          <w:szCs w:val="22"/>
        </w:rPr>
        <w:t>dnia 11 marca 2004 r. o podatku od towarów i usług (t.j. Dz.U.2021.0.685)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2719837A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6B06D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F28FD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842EB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015B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02501042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B09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7A4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20B8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12A4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004989C0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705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AF6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9BAF2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5A14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363AB989" w14:textId="77777777" w:rsidR="000333F6" w:rsidRPr="00F3702D" w:rsidRDefault="000333F6" w:rsidP="000333F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F3702D">
        <w:rPr>
          <w:b/>
          <w:sz w:val="22"/>
          <w:szCs w:val="22"/>
        </w:rPr>
        <w:t>WSZELKĄ KORESPONDENCJĘ</w:t>
      </w:r>
      <w:r w:rsidRPr="00F3702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6147"/>
      </w:tblGrid>
      <w:tr w:rsidR="000333F6" w:rsidRPr="00F3702D" w14:paraId="66A0C874" w14:textId="77777777" w:rsidTr="00547FF3">
        <w:tc>
          <w:tcPr>
            <w:tcW w:w="2551" w:type="dxa"/>
            <w:shd w:val="clear" w:color="auto" w:fill="auto"/>
            <w:vAlign w:val="center"/>
          </w:tcPr>
          <w:p w14:paraId="05EC9F74" w14:textId="77777777" w:rsidR="000333F6" w:rsidRPr="00F3702D" w:rsidRDefault="000333F6" w:rsidP="00547FF3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F3702D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61ADE115" w14:textId="77777777" w:rsidR="000333F6" w:rsidRPr="00F3702D" w:rsidRDefault="000333F6" w:rsidP="00547FF3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</w:tr>
      <w:tr w:rsidR="000333F6" w:rsidRPr="00F3702D" w14:paraId="7128CA62" w14:textId="77777777" w:rsidTr="00547FF3">
        <w:tc>
          <w:tcPr>
            <w:tcW w:w="2551" w:type="dxa"/>
            <w:shd w:val="clear" w:color="auto" w:fill="auto"/>
            <w:vAlign w:val="center"/>
          </w:tcPr>
          <w:p w14:paraId="41370493" w14:textId="77777777" w:rsidR="000333F6" w:rsidRPr="00F3702D" w:rsidRDefault="000333F6" w:rsidP="00547FF3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F3702D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76B74D98" w14:textId="77777777" w:rsidR="000333F6" w:rsidRPr="00F3702D" w:rsidRDefault="000333F6" w:rsidP="00547FF3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</w:tr>
      <w:tr w:rsidR="000333F6" w:rsidRPr="00F3702D" w14:paraId="41F9E88C" w14:textId="77777777" w:rsidTr="00547FF3">
        <w:tc>
          <w:tcPr>
            <w:tcW w:w="2551" w:type="dxa"/>
            <w:shd w:val="clear" w:color="auto" w:fill="auto"/>
            <w:vAlign w:val="center"/>
          </w:tcPr>
          <w:p w14:paraId="44E90FB5" w14:textId="77777777" w:rsidR="000333F6" w:rsidRPr="00F3702D" w:rsidRDefault="000333F6" w:rsidP="00547FF3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F3702D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3C0C6134" w14:textId="77777777" w:rsidR="000333F6" w:rsidRPr="00F3702D" w:rsidRDefault="000333F6" w:rsidP="00547FF3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</w:tr>
      <w:tr w:rsidR="000333F6" w:rsidRPr="00F3702D" w14:paraId="55AA3EB4" w14:textId="77777777" w:rsidTr="00547FF3">
        <w:tc>
          <w:tcPr>
            <w:tcW w:w="2551" w:type="dxa"/>
            <w:shd w:val="clear" w:color="auto" w:fill="auto"/>
            <w:vAlign w:val="center"/>
          </w:tcPr>
          <w:p w14:paraId="4E88E44E" w14:textId="77777777" w:rsidR="00292587" w:rsidRDefault="000333F6" w:rsidP="00547FF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F3702D">
              <w:rPr>
                <w:rFonts w:eastAsia="Calibri"/>
                <w:sz w:val="22"/>
                <w:szCs w:val="22"/>
              </w:rPr>
              <w:t>e-mail</w:t>
            </w:r>
          </w:p>
          <w:p w14:paraId="2B5B28D7" w14:textId="74AB73AD" w:rsidR="000333F6" w:rsidRPr="00F3702D" w:rsidRDefault="000333F6" w:rsidP="00547FF3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sz w:val="20"/>
                <w:szCs w:val="20"/>
              </w:rPr>
              <w:t>(wskazany e-mail musi być zgodny z adresem</w:t>
            </w:r>
            <w:r>
              <w:rPr>
                <w:sz w:val="20"/>
                <w:szCs w:val="20"/>
              </w:rPr>
              <w:br/>
              <w:t xml:space="preserve">e-mail podanym podczas rejestracji na platformie </w:t>
            </w:r>
            <w:r>
              <w:rPr>
                <w:sz w:val="20"/>
                <w:szCs w:val="20"/>
              </w:rPr>
              <w:br/>
              <w:t>e-</w:t>
            </w:r>
            <w:proofErr w:type="spellStart"/>
            <w:r>
              <w:rPr>
                <w:sz w:val="20"/>
                <w:szCs w:val="20"/>
              </w:rPr>
              <w:t>propublico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6269" w:type="dxa"/>
            <w:shd w:val="clear" w:color="auto" w:fill="auto"/>
          </w:tcPr>
          <w:p w14:paraId="633A7BBF" w14:textId="77777777" w:rsidR="000333F6" w:rsidRPr="00F3702D" w:rsidRDefault="000333F6" w:rsidP="00547FF3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</w:tr>
    </w:tbl>
    <w:p w14:paraId="7F3463F1" w14:textId="77777777" w:rsidR="000333F6" w:rsidRPr="00EB0F7A" w:rsidRDefault="000333F6" w:rsidP="000333F6">
      <w:pPr>
        <w:pStyle w:val="Akapitzlist"/>
        <w:numPr>
          <w:ilvl w:val="0"/>
          <w:numId w:val="1"/>
        </w:numPr>
        <w:spacing w:before="240" w:after="120" w:line="360" w:lineRule="auto"/>
        <w:ind w:left="426" w:hanging="426"/>
        <w:jc w:val="both"/>
        <w:rPr>
          <w:sz w:val="22"/>
          <w:szCs w:val="22"/>
        </w:rPr>
      </w:pPr>
      <w:r w:rsidRPr="00EB0F7A">
        <w:rPr>
          <w:b/>
          <w:sz w:val="22"/>
          <w:szCs w:val="22"/>
        </w:rPr>
        <w:t>Przedmiot zamówienia zamierzam/y:</w:t>
      </w:r>
    </w:p>
    <w:p w14:paraId="17EB0B9D" w14:textId="77777777" w:rsidR="000333F6" w:rsidRPr="00EB0F7A" w:rsidRDefault="000333F6" w:rsidP="000333F6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 w:rsidRPr="00EB0F7A">
        <w:rPr>
          <w:sz w:val="22"/>
          <w:szCs w:val="22"/>
        </w:rPr>
        <w:t>wykonać sam/*</w:t>
      </w:r>
    </w:p>
    <w:p w14:paraId="2F2951A4" w14:textId="77777777" w:rsidR="000333F6" w:rsidRPr="00EB0F7A" w:rsidRDefault="000333F6" w:rsidP="000333F6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 w:rsidRPr="00EB0F7A">
        <w:rPr>
          <w:sz w:val="22"/>
          <w:szCs w:val="22"/>
        </w:rPr>
        <w:t>wykonać wspólnie/*</w:t>
      </w:r>
    </w:p>
    <w:p w14:paraId="78F69C85" w14:textId="77777777" w:rsidR="000333F6" w:rsidRPr="00EB0F7A" w:rsidRDefault="000333F6" w:rsidP="000333F6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  <w:r w:rsidRPr="00EB0F7A">
        <w:rPr>
          <w:b/>
          <w:sz w:val="22"/>
          <w:szCs w:val="22"/>
        </w:rPr>
        <w:t>/*pozostawić zapis właściwy dla oferty, zapisy niepotrzebne wykreślić</w:t>
      </w:r>
    </w:p>
    <w:p w14:paraId="37724EE6" w14:textId="77777777" w:rsidR="000333F6" w:rsidRDefault="000333F6" w:rsidP="000333F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37499B8E" w14:textId="77777777" w:rsidR="000333F6" w:rsidRDefault="000333F6" w:rsidP="000333F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Pełnomocnik w przypadku składania oferty wspólnej:</w:t>
      </w:r>
    </w:p>
    <w:p w14:paraId="1DE173CD" w14:textId="77777777" w:rsidR="000333F6" w:rsidRDefault="000333F6" w:rsidP="000333F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nazwisko i imię  lub nazwa podmiotu</w:t>
      </w:r>
    </w:p>
    <w:p w14:paraId="6D243173" w14:textId="77777777" w:rsidR="000333F6" w:rsidRDefault="000333F6" w:rsidP="000333F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…………………………………………………………………………………..</w:t>
      </w:r>
    </w:p>
    <w:p w14:paraId="2089E88A" w14:textId="77777777" w:rsidR="000333F6" w:rsidRDefault="000333F6" w:rsidP="000333F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adres: …………………………………………………………………………...</w:t>
      </w:r>
    </w:p>
    <w:p w14:paraId="65AAAF00" w14:textId="77777777" w:rsidR="000333F6" w:rsidRDefault="000333F6" w:rsidP="000333F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stanowisko………………………………………………………………………</w:t>
      </w:r>
    </w:p>
    <w:p w14:paraId="60088E08" w14:textId="77777777" w:rsidR="000333F6" w:rsidRDefault="000333F6" w:rsidP="000333F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nr telefonu………………………………….e-mail…………………………….</w:t>
      </w:r>
    </w:p>
    <w:p w14:paraId="433DAC7C" w14:textId="77777777" w:rsidR="000333F6" w:rsidRDefault="000333F6" w:rsidP="000333F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zakres:</w:t>
      </w:r>
    </w:p>
    <w:p w14:paraId="300EFA3F" w14:textId="77777777" w:rsidR="000333F6" w:rsidRDefault="000333F6" w:rsidP="000333F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postępowaniu/*</w:t>
      </w:r>
    </w:p>
    <w:p w14:paraId="49A31DA0" w14:textId="77777777" w:rsidR="000333F6" w:rsidRDefault="000333F6" w:rsidP="000333F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 do reprezentowania w postępowaniu i zawarcia umowy/</w:t>
      </w:r>
    </w:p>
    <w:p w14:paraId="5E8539BD" w14:textId="77777777" w:rsidR="00292587" w:rsidRDefault="00292587" w:rsidP="000333F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2F5CD0E3" w14:textId="77777777" w:rsidR="00292587" w:rsidRDefault="00292587" w:rsidP="000333F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5443665D" w14:textId="77777777" w:rsidR="00292587" w:rsidRDefault="00292587" w:rsidP="000333F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4DB7C094" w14:textId="77777777" w:rsidR="00292587" w:rsidRDefault="00292587" w:rsidP="000333F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167A87AB" w14:textId="77777777" w:rsidR="00292587" w:rsidRDefault="00292587" w:rsidP="000333F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11B45BB2" w14:textId="77777777" w:rsidR="000333F6" w:rsidRPr="00064D64" w:rsidRDefault="000333F6" w:rsidP="000333F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4F2E639A" w14:textId="430B4023" w:rsidR="000333F6" w:rsidRPr="00F3702D" w:rsidRDefault="000333F6" w:rsidP="000333F6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F3702D">
        <w:rPr>
          <w:sz w:val="22"/>
          <w:szCs w:val="22"/>
        </w:rPr>
        <w:t>Załącznikami do oferty, stanowiącymi jej integralną część, są:</w:t>
      </w:r>
    </w:p>
    <w:p w14:paraId="41AFDDAB" w14:textId="77777777" w:rsidR="000333F6" w:rsidRPr="00F3702D" w:rsidRDefault="000333F6" w:rsidP="000333F6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F3702D">
        <w:rPr>
          <w:b/>
          <w:sz w:val="22"/>
          <w:szCs w:val="22"/>
        </w:rPr>
        <w:t>____________________________________________________________________________</w:t>
      </w:r>
    </w:p>
    <w:p w14:paraId="12D7B0FB" w14:textId="77777777" w:rsidR="000333F6" w:rsidRPr="00F3702D" w:rsidRDefault="000333F6" w:rsidP="000333F6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F3702D">
        <w:rPr>
          <w:b/>
          <w:sz w:val="22"/>
          <w:szCs w:val="22"/>
        </w:rPr>
        <w:t>____________________________________________________________________________</w:t>
      </w:r>
    </w:p>
    <w:p w14:paraId="77AD4813" w14:textId="77777777" w:rsidR="000333F6" w:rsidRPr="00F3702D" w:rsidRDefault="000333F6" w:rsidP="000333F6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DB2F843" w14:textId="77777777" w:rsidR="000333F6" w:rsidRPr="00F3702D" w:rsidRDefault="000333F6" w:rsidP="000333F6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 w:rsidRPr="00F3702D">
        <w:rPr>
          <w:sz w:val="22"/>
          <w:szCs w:val="22"/>
        </w:rPr>
        <w:t>Miejscowość, ________________ dnia _______________</w:t>
      </w:r>
      <w:r w:rsidRPr="00F3702D">
        <w:rPr>
          <w:i/>
          <w:sz w:val="22"/>
          <w:szCs w:val="22"/>
        </w:rPr>
        <w:tab/>
      </w:r>
    </w:p>
    <w:p w14:paraId="65EB09D0" w14:textId="77777777" w:rsidR="000333F6" w:rsidRPr="00F3702D" w:rsidRDefault="000333F6" w:rsidP="000333F6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F3702D">
        <w:rPr>
          <w:i/>
          <w:sz w:val="22"/>
          <w:szCs w:val="22"/>
        </w:rPr>
        <w:t>___________________________________</w:t>
      </w:r>
    </w:p>
    <w:p w14:paraId="04E46AD9" w14:textId="77777777" w:rsidR="000333F6" w:rsidRPr="0097776D" w:rsidRDefault="000333F6" w:rsidP="000333F6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F3702D">
        <w:rPr>
          <w:i/>
          <w:sz w:val="22"/>
          <w:szCs w:val="22"/>
        </w:rPr>
        <w:t>(podpis osoby uprawnionej do składania oświadczeń</w:t>
      </w:r>
      <w:r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p w14:paraId="24A1254F" w14:textId="797C7252" w:rsidR="0097776D" w:rsidRPr="0097776D" w:rsidRDefault="0097776D" w:rsidP="000333F6">
      <w:pPr>
        <w:pStyle w:val="Akapitzlist"/>
        <w:spacing w:before="240" w:after="120" w:line="360" w:lineRule="auto"/>
        <w:ind w:left="284"/>
        <w:jc w:val="both"/>
        <w:rPr>
          <w:sz w:val="22"/>
          <w:szCs w:val="22"/>
        </w:rPr>
      </w:pP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7C546" w14:textId="77777777" w:rsidR="00030B8A" w:rsidRDefault="00030B8A" w:rsidP="00FF57EE">
      <w:r>
        <w:separator/>
      </w:r>
    </w:p>
  </w:endnote>
  <w:endnote w:type="continuationSeparator" w:id="0">
    <w:p w14:paraId="2B7270EE" w14:textId="77777777" w:rsidR="00030B8A" w:rsidRDefault="00030B8A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19CE9" w14:textId="77777777" w:rsidR="00030B8A" w:rsidRDefault="00030B8A" w:rsidP="00FF57EE">
      <w:r>
        <w:separator/>
      </w:r>
    </w:p>
  </w:footnote>
  <w:footnote w:type="continuationSeparator" w:id="0">
    <w:p w14:paraId="2BD150F6" w14:textId="77777777" w:rsidR="00030B8A" w:rsidRDefault="00030B8A" w:rsidP="00FF57EE">
      <w:r>
        <w:continuationSeparator/>
      </w:r>
    </w:p>
  </w:footnote>
  <w:footnote w:id="1">
    <w:p w14:paraId="612B2B53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029F5A7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74C1F4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4FBDE9D3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3C02AFB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FAA77" w14:textId="77777777" w:rsidR="009669C1" w:rsidRDefault="00AE2ACB" w:rsidP="009669C1">
    <w:pPr>
      <w:rPr>
        <w:b/>
        <w:sz w:val="20"/>
        <w:szCs w:val="20"/>
      </w:rPr>
    </w:pPr>
    <w:r w:rsidRPr="00AE2ACB">
      <w:rPr>
        <w:sz w:val="20"/>
        <w:szCs w:val="20"/>
      </w:rPr>
      <w:t>Znak sprawy</w:t>
    </w:r>
    <w:r w:rsidR="009669C1">
      <w:rPr>
        <w:sz w:val="20"/>
        <w:szCs w:val="20"/>
      </w:rPr>
      <w:t xml:space="preserve"> </w:t>
    </w:r>
    <w:r w:rsidR="009669C1">
      <w:rPr>
        <w:b/>
        <w:sz w:val="20"/>
        <w:szCs w:val="20"/>
      </w:rPr>
      <w:t>DA.261.1.5.2025.BW</w:t>
    </w:r>
  </w:p>
  <w:p w14:paraId="2D5B1415" w14:textId="101B6FE0" w:rsidR="00AE2ACB" w:rsidRPr="00AE2ACB" w:rsidRDefault="00AE2ACB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F90833"/>
    <w:multiLevelType w:val="hybridMultilevel"/>
    <w:tmpl w:val="FFFFFFFF"/>
    <w:lvl w:ilvl="0" w:tplc="90406C3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73A7470"/>
    <w:multiLevelType w:val="hybridMultilevel"/>
    <w:tmpl w:val="FFFFFFFF"/>
    <w:lvl w:ilvl="0" w:tplc="7400928E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4339477">
    <w:abstractNumId w:val="4"/>
  </w:num>
  <w:num w:numId="2" w16cid:durableId="1605653433">
    <w:abstractNumId w:val="1"/>
  </w:num>
  <w:num w:numId="3" w16cid:durableId="476534172">
    <w:abstractNumId w:val="2"/>
  </w:num>
  <w:num w:numId="4" w16cid:durableId="62334750">
    <w:abstractNumId w:val="5"/>
  </w:num>
  <w:num w:numId="5" w16cid:durableId="564416903">
    <w:abstractNumId w:val="0"/>
  </w:num>
  <w:num w:numId="6" w16cid:durableId="19346258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317066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EBF"/>
    <w:rsid w:val="00030B8A"/>
    <w:rsid w:val="000333F6"/>
    <w:rsid w:val="001063D3"/>
    <w:rsid w:val="0012230C"/>
    <w:rsid w:val="00170651"/>
    <w:rsid w:val="001A5F80"/>
    <w:rsid w:val="001C7D84"/>
    <w:rsid w:val="002214DB"/>
    <w:rsid w:val="00267D1F"/>
    <w:rsid w:val="00292587"/>
    <w:rsid w:val="002E612D"/>
    <w:rsid w:val="003355F1"/>
    <w:rsid w:val="003B769C"/>
    <w:rsid w:val="00410F57"/>
    <w:rsid w:val="004D5A42"/>
    <w:rsid w:val="00525EFF"/>
    <w:rsid w:val="0054175E"/>
    <w:rsid w:val="005844F6"/>
    <w:rsid w:val="005F6F5F"/>
    <w:rsid w:val="006576C1"/>
    <w:rsid w:val="006B63D6"/>
    <w:rsid w:val="006C641D"/>
    <w:rsid w:val="006D09E0"/>
    <w:rsid w:val="006F369D"/>
    <w:rsid w:val="007D2EBF"/>
    <w:rsid w:val="007D475B"/>
    <w:rsid w:val="007E331F"/>
    <w:rsid w:val="007F3E87"/>
    <w:rsid w:val="008E1BA8"/>
    <w:rsid w:val="008F4457"/>
    <w:rsid w:val="009312B4"/>
    <w:rsid w:val="009669C1"/>
    <w:rsid w:val="0097776D"/>
    <w:rsid w:val="00983D1D"/>
    <w:rsid w:val="009D75A8"/>
    <w:rsid w:val="00A50E18"/>
    <w:rsid w:val="00AA39D6"/>
    <w:rsid w:val="00AE2ACB"/>
    <w:rsid w:val="00AF4AC3"/>
    <w:rsid w:val="00B32937"/>
    <w:rsid w:val="00B47637"/>
    <w:rsid w:val="00B9086B"/>
    <w:rsid w:val="00BC4F99"/>
    <w:rsid w:val="00C22F7D"/>
    <w:rsid w:val="00CE3AE6"/>
    <w:rsid w:val="00D554C7"/>
    <w:rsid w:val="00DC336F"/>
    <w:rsid w:val="00E1735C"/>
    <w:rsid w:val="00E57B8F"/>
    <w:rsid w:val="00EB0F7A"/>
    <w:rsid w:val="00F134D5"/>
    <w:rsid w:val="00F31EAC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1D23C"/>
  <w15:chartTrackingRefBased/>
  <w15:docId w15:val="{612FE348-EA6B-4386-ADE4-81DD8876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6576C1"/>
    <w:pPr>
      <w:spacing w:after="200" w:line="276" w:lineRule="auto"/>
      <w:ind w:left="720"/>
    </w:pPr>
    <w:rPr>
      <w:rFonts w:ascii="Calibri" w:hAnsi="Calibri" w:cs="Arial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JA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780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Agnieszka.Janiak</dc:creator>
  <cp:keywords/>
  <dc:description/>
  <cp:lastModifiedBy>Beata.Wierzyk</cp:lastModifiedBy>
  <cp:revision>4</cp:revision>
  <dcterms:created xsi:type="dcterms:W3CDTF">2025-03-24T09:14:00Z</dcterms:created>
  <dcterms:modified xsi:type="dcterms:W3CDTF">2025-03-24T09:22:00Z</dcterms:modified>
</cp:coreProperties>
</file>