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E0617" w14:textId="155DA0A3" w:rsidR="00025386" w:rsidRDefault="00657A47" w:rsidP="00EC10EE">
      <w:pPr>
        <w:pStyle w:val="Nagwek4"/>
        <w:spacing w:after="480" w:line="276" w:lineRule="auto"/>
        <w:rPr>
          <w:rFonts w:ascii="Arial" w:hAnsi="Arial" w:cs="Arial"/>
          <w:bCs/>
          <w:i w:val="0"/>
          <w:szCs w:val="24"/>
        </w:rPr>
      </w:pPr>
      <w:bookmarkStart w:id="0" w:name="_Hlk60301409"/>
      <w:r w:rsidRPr="00053927">
        <w:rPr>
          <w:rFonts w:ascii="Arial" w:hAnsi="Arial" w:cs="Arial"/>
          <w:bCs/>
          <w:i w:val="0"/>
          <w:szCs w:val="24"/>
        </w:rPr>
        <w:t xml:space="preserve">Załącznik nr </w:t>
      </w:r>
      <w:r w:rsidR="009A0533">
        <w:rPr>
          <w:rFonts w:ascii="Arial" w:hAnsi="Arial" w:cs="Arial"/>
          <w:bCs/>
          <w:i w:val="0"/>
          <w:szCs w:val="24"/>
        </w:rPr>
        <w:t>4</w:t>
      </w:r>
      <w:r w:rsidR="007666D6" w:rsidRPr="00053927">
        <w:rPr>
          <w:rFonts w:ascii="Arial" w:hAnsi="Arial" w:cs="Arial"/>
          <w:bCs/>
          <w:i w:val="0"/>
          <w:szCs w:val="24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A2540E" w14:paraId="28050A62" w14:textId="77777777" w:rsidTr="00467CA2">
        <w:tc>
          <w:tcPr>
            <w:tcW w:w="2800" w:type="dxa"/>
            <w:shd w:val="clear" w:color="auto" w:fill="auto"/>
          </w:tcPr>
          <w:p w14:paraId="5E9C6F67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0D3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326AB476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4299D7E0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22FB9161" w14:textId="77777777" w:rsidR="00D520D3" w:rsidRPr="00A2540E" w:rsidRDefault="00D520D3" w:rsidP="00467CA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D520D3" w:rsidRPr="00A2540E" w14:paraId="2516AAA2" w14:textId="77777777" w:rsidTr="00467CA2">
        <w:tc>
          <w:tcPr>
            <w:tcW w:w="2800" w:type="dxa"/>
            <w:shd w:val="clear" w:color="auto" w:fill="auto"/>
          </w:tcPr>
          <w:p w14:paraId="646C2AC4" w14:textId="77777777" w:rsidR="00D520D3" w:rsidRPr="00A2540E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24B180E3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48AA5C95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AAE8AFB" w14:textId="77777777" w:rsidR="00D520D3" w:rsidRPr="00A2540E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osoby upoważnionej do reprezentacji podmiotu udostępniającego zasoby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719CCE75" w14:textId="77777777" w:rsidR="00B62AD0" w:rsidRPr="00D520D3" w:rsidRDefault="00B62AD0" w:rsidP="00D520D3">
      <w:pPr>
        <w:spacing w:after="360"/>
        <w:rPr>
          <w:rFonts w:ascii="Arial" w:hAnsi="Arial" w:cs="Arial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53927" w14:paraId="48BE5A4F" w14:textId="7777777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7A954E4" w14:textId="77777777" w:rsidR="00053927" w:rsidRPr="00053927" w:rsidRDefault="00053927" w:rsidP="00053927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53927">
              <w:rPr>
                <w:rFonts w:ascii="Arial" w:hAnsi="Arial" w:cs="Arial"/>
                <w:b/>
                <w:sz w:val="28"/>
                <w:szCs w:val="28"/>
              </w:rPr>
              <w:t xml:space="preserve">ZOBOWIĄZANIE PODMIOTU UDOSTĘPNIAJĄCEGO ZASOBY </w:t>
            </w:r>
          </w:p>
          <w:p w14:paraId="262A885F" w14:textId="77777777" w:rsidR="00053927" w:rsidRPr="00E661A5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E661A5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E661A5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E661A5">
              <w:rPr>
                <w:rFonts w:ascii="Arial" w:hAnsi="Arial" w:cs="Arial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499B7293" w14:textId="77777777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053927">
        <w:rPr>
          <w:rFonts w:ascii="Arial" w:hAnsi="Arial" w:cs="Arial"/>
          <w:sz w:val="24"/>
          <w:szCs w:val="24"/>
        </w:rPr>
        <w:t xml:space="preserve"> ustawy </w:t>
      </w:r>
      <w:r w:rsidR="00EF3368" w:rsidRPr="00053927">
        <w:rPr>
          <w:rFonts w:ascii="Arial" w:hAnsi="Arial" w:cs="Arial"/>
          <w:sz w:val="24"/>
          <w:szCs w:val="24"/>
        </w:rPr>
        <w:t xml:space="preserve">z dnia 11 września 2019r. Prawo zamówień publicznych </w:t>
      </w:r>
      <w:r w:rsidR="001244B9" w:rsidRPr="001244B9">
        <w:rPr>
          <w:rFonts w:ascii="Arial" w:hAnsi="Arial" w:cs="Arial"/>
          <w:sz w:val="24"/>
          <w:szCs w:val="24"/>
        </w:rPr>
        <w:t>(t.j. Dz. U. z 2024 poz. 1320)</w:t>
      </w:r>
      <w:r w:rsidR="00E27ABB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7134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zobowiązuję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oddania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520D3" w:rsidRPr="00A2540E" w14:paraId="1CBB03C4" w14:textId="77777777" w:rsidTr="00467CA2">
        <w:tc>
          <w:tcPr>
            <w:tcW w:w="2269" w:type="dxa"/>
            <w:shd w:val="clear" w:color="auto" w:fill="auto"/>
          </w:tcPr>
          <w:p w14:paraId="6B873E20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3E6751D4" w14:textId="77777777" w:rsidR="00D520D3" w:rsidRPr="00A2540E" w:rsidRDefault="001244B9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1244B9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Budowa kanalizacji sanitarnej dla  miejscowości Gaj, gmina Mogilany  - etap III- Przykanaliki</w:t>
            </w:r>
            <w:r w:rsidR="00D520D3" w:rsidRPr="00A2540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1244B9" w:rsidRPr="00A2540E" w14:paraId="2C66B8FB" w14:textId="77777777" w:rsidTr="00A52EE1">
        <w:tc>
          <w:tcPr>
            <w:tcW w:w="2269" w:type="dxa"/>
            <w:shd w:val="clear" w:color="auto" w:fill="auto"/>
          </w:tcPr>
          <w:p w14:paraId="4D8C3032" w14:textId="77777777" w:rsidR="001244B9" w:rsidRPr="00A2540E" w:rsidRDefault="001244B9" w:rsidP="00A52EE1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1621DEA2" w14:textId="77777777" w:rsidR="001244B9" w:rsidRPr="00A2540E" w:rsidRDefault="001244B9" w:rsidP="00A52EE1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1244B9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ZP.271.1.6.2025</w:t>
            </w:r>
          </w:p>
        </w:tc>
      </w:tr>
    </w:tbl>
    <w:p w14:paraId="7BD33DA3" w14:textId="77777777" w:rsidR="00DC652A" w:rsidRPr="00053927" w:rsidRDefault="001244B9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14:paraId="71F088DA" w14:textId="77777777" w:rsidR="00DC652A" w:rsidRPr="0005392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33BF101A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[</w:t>
      </w:r>
      <w:r w:rsidR="00DC652A"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nazwa i adres Wykonawcy składającego ofertę</w:t>
      </w: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]</w:t>
      </w:r>
    </w:p>
    <w:p w14:paraId="43D9877E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B2FC2A5" w14:textId="77777777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14:paraId="424AED90" w14:textId="77777777" w:rsidR="0071340C" w:rsidRPr="0005392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4F887AF0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[</w:t>
      </w:r>
      <w:r w:rsidR="0071340C"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określenie zasobów</w:t>
      </w: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]</w:t>
      </w:r>
    </w:p>
    <w:p w14:paraId="41E129EC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6120950" w14:textId="77777777" w:rsidR="0071340C" w:rsidRPr="00FC28E3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sz w:val="16"/>
          <w:szCs w:val="16"/>
          <w:lang w:eastAsia="pl-PL"/>
        </w:rPr>
      </w:pPr>
    </w:p>
    <w:p w14:paraId="2CFC4650" w14:textId="77777777" w:rsidR="00DC652A" w:rsidRPr="0071340C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DC652A"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5223577" w14:textId="77777777" w:rsidR="00DC652A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14:paraId="6C69FE3B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394AFBC5" w14:textId="77777777" w:rsidR="0093388F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0CA9826C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1" w:name="_Hlk60300768"/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bookmarkEnd w:id="1"/>
    <w:p w14:paraId="5DFD1225" w14:textId="77777777" w:rsidR="00CB29AC" w:rsidRPr="00053927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zakres mojego udziału przy realizacji zamówienia publicznego będzie następujący:</w:t>
      </w:r>
    </w:p>
    <w:p w14:paraId="50ADF606" w14:textId="77777777" w:rsidR="00CB29AC" w:rsidRPr="00053927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lastRenderedPageBreak/>
        <w:t>…………………………………………………………………....…………………………….……..</w:t>
      </w:r>
    </w:p>
    <w:p w14:paraId="3CC42330" w14:textId="77777777" w:rsidR="00830970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14:paraId="4B86CE90" w14:textId="77777777" w:rsidR="00E27ABB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8B745A" w14:paraId="3A7CCD9F" w14:textId="77777777" w:rsidTr="00467CA2">
        <w:tc>
          <w:tcPr>
            <w:tcW w:w="2660" w:type="dxa"/>
            <w:shd w:val="clear" w:color="auto" w:fill="auto"/>
          </w:tcPr>
          <w:p w14:paraId="0DAF5A42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B2657B1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28FEE03E" w14:textId="77777777" w:rsidR="00D520D3" w:rsidRPr="008B745A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54ED742D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348ED164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6603CA82" w14:textId="77777777" w:rsidR="00D520D3" w:rsidRPr="008B745A" w:rsidRDefault="00D520D3" w:rsidP="00467CA2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1244B9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osoby / osób uprawnionych do reprezentacji </w:t>
            </w:r>
            <w:r w:rsidR="007F49C7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  <w:bookmarkEnd w:id="0"/>
    </w:tbl>
    <w:p w14:paraId="60E911EB" w14:textId="77777777" w:rsidR="00E27ABB" w:rsidRPr="00EC10EE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E27ABB" w:rsidRPr="00EC10EE" w:rsidSect="00ED2631">
      <w:headerReference w:type="default" r:id="rId7"/>
      <w:footerReference w:type="default" r:id="rId8"/>
      <w:pgSz w:w="11906" w:h="16838"/>
      <w:pgMar w:top="993" w:right="1417" w:bottom="851" w:left="1417" w:header="28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97C2CE" w14:textId="77777777" w:rsidR="00CA6559" w:rsidRDefault="00CA6559" w:rsidP="00025386">
      <w:pPr>
        <w:spacing w:after="0" w:line="240" w:lineRule="auto"/>
      </w:pPr>
      <w:r>
        <w:separator/>
      </w:r>
    </w:p>
  </w:endnote>
  <w:endnote w:type="continuationSeparator" w:id="0">
    <w:p w14:paraId="432D0EDB" w14:textId="77777777" w:rsidR="00CA6559" w:rsidRDefault="00CA6559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FBEDC" w14:textId="77777777" w:rsidR="00025386" w:rsidRDefault="00A23D75" w:rsidP="00025386">
    <w:pPr>
      <w:pStyle w:val="Stopka"/>
      <w:tabs>
        <w:tab w:val="clear" w:pos="4536"/>
      </w:tabs>
      <w:jc w:val="center"/>
    </w:pPr>
    <w:r>
      <w:rPr>
        <w:noProof/>
      </w:rPr>
      <w:pict w14:anchorId="73756F3C">
        <v:line id="Łącznik prosty 3" o:spid="_x0000_s1026" style="position:absolute;left:0;text-align:left;z-index:251657728;visibility:visibl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</w:pict>
    </w:r>
  </w:p>
  <w:p w14:paraId="7069B9C9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 w:rsidR="00ED2631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2309593E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F63F6" w14:textId="77777777" w:rsidR="00CA6559" w:rsidRDefault="00CA6559" w:rsidP="00025386">
      <w:pPr>
        <w:spacing w:after="0" w:line="240" w:lineRule="auto"/>
      </w:pPr>
      <w:r>
        <w:separator/>
      </w:r>
    </w:p>
  </w:footnote>
  <w:footnote w:type="continuationSeparator" w:id="0">
    <w:p w14:paraId="780C9694" w14:textId="77777777" w:rsidR="00CA6559" w:rsidRDefault="00CA6559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A1CBF" w14:textId="3DF8808E" w:rsidR="001244B9" w:rsidRPr="009A0533" w:rsidRDefault="00A23D75" w:rsidP="009A0533">
    <w:pPr>
      <w:pStyle w:val="Nagwek"/>
    </w:pPr>
    <w:r w:rsidRPr="002951EA">
      <w:rPr>
        <w:noProof/>
      </w:rPr>
      <w:pict w14:anchorId="294E43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24.75pt;height:21pt;visibility:visible;mso-wrap-style:square">
          <v:imagedata r:id="rId1" o:title="logo Gminy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6941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6559"/>
    <w:rsid w:val="00025386"/>
    <w:rsid w:val="000423B9"/>
    <w:rsid w:val="00053927"/>
    <w:rsid w:val="00066C44"/>
    <w:rsid w:val="00071D4C"/>
    <w:rsid w:val="00084786"/>
    <w:rsid w:val="001244B9"/>
    <w:rsid w:val="0016158F"/>
    <w:rsid w:val="001C2314"/>
    <w:rsid w:val="00213980"/>
    <w:rsid w:val="00342413"/>
    <w:rsid w:val="004374F2"/>
    <w:rsid w:val="00460705"/>
    <w:rsid w:val="00467CA2"/>
    <w:rsid w:val="00485239"/>
    <w:rsid w:val="004E27D7"/>
    <w:rsid w:val="0055145C"/>
    <w:rsid w:val="005624D8"/>
    <w:rsid w:val="00620476"/>
    <w:rsid w:val="00657A47"/>
    <w:rsid w:val="0071340C"/>
    <w:rsid w:val="00745A44"/>
    <w:rsid w:val="007666D6"/>
    <w:rsid w:val="007D6755"/>
    <w:rsid w:val="007F49C7"/>
    <w:rsid w:val="00824D73"/>
    <w:rsid w:val="00830970"/>
    <w:rsid w:val="008833CF"/>
    <w:rsid w:val="008B797E"/>
    <w:rsid w:val="008F2498"/>
    <w:rsid w:val="0093388F"/>
    <w:rsid w:val="009A0533"/>
    <w:rsid w:val="00A23D75"/>
    <w:rsid w:val="00A56A6F"/>
    <w:rsid w:val="00A87380"/>
    <w:rsid w:val="00AF4E90"/>
    <w:rsid w:val="00AF7375"/>
    <w:rsid w:val="00B62AD0"/>
    <w:rsid w:val="00B77707"/>
    <w:rsid w:val="00B82367"/>
    <w:rsid w:val="00BE3BCE"/>
    <w:rsid w:val="00CA6559"/>
    <w:rsid w:val="00CB29AC"/>
    <w:rsid w:val="00D520D3"/>
    <w:rsid w:val="00D55FC4"/>
    <w:rsid w:val="00D9320D"/>
    <w:rsid w:val="00DC4842"/>
    <w:rsid w:val="00DC587A"/>
    <w:rsid w:val="00DC652A"/>
    <w:rsid w:val="00DE3B21"/>
    <w:rsid w:val="00DE73DD"/>
    <w:rsid w:val="00E27ABB"/>
    <w:rsid w:val="00E661A5"/>
    <w:rsid w:val="00E67109"/>
    <w:rsid w:val="00E86D3B"/>
    <w:rsid w:val="00EC10EE"/>
    <w:rsid w:val="00ED2631"/>
    <w:rsid w:val="00EF3368"/>
    <w:rsid w:val="00F1223C"/>
    <w:rsid w:val="00F334B4"/>
    <w:rsid w:val="00FB7BA7"/>
    <w:rsid w:val="00FC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19BF4"/>
  <w15:chartTrackingRefBased/>
  <w15:docId w15:val="{1B8B0E5A-FA20-4491-BDAA-B9132E61D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FAFRO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296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Fąfrowicz</dc:creator>
  <cp:keywords/>
  <dc:description/>
  <cp:lastModifiedBy>Urząd Gminy Mogilany</cp:lastModifiedBy>
  <cp:revision>2</cp:revision>
  <dcterms:created xsi:type="dcterms:W3CDTF">2025-03-25T09:07:00Z</dcterms:created>
  <dcterms:modified xsi:type="dcterms:W3CDTF">2025-03-25T09:07:00Z</dcterms:modified>
</cp:coreProperties>
</file>