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7875A" w14:textId="51886631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>Załącznik nr</w:t>
      </w:r>
      <w:r w:rsidR="00065EF8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 6</w:t>
      </w:r>
      <w:r w:rsidR="00EC0CAF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 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>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071C0F0B" w14:textId="77777777" w:rsidTr="00D62E6E">
        <w:tc>
          <w:tcPr>
            <w:tcW w:w="2800" w:type="dxa"/>
            <w:shd w:val="clear" w:color="auto" w:fill="auto"/>
          </w:tcPr>
          <w:p w14:paraId="53706AF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AC4C626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9F264AB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30CA4D3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24B8F079" w14:textId="77777777" w:rsidTr="00D62E6E">
        <w:tc>
          <w:tcPr>
            <w:tcW w:w="2800" w:type="dxa"/>
            <w:shd w:val="clear" w:color="auto" w:fill="auto"/>
          </w:tcPr>
          <w:p w14:paraId="5A79CB0C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D6F721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77890F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75DCE1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5EE25CD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CE2E72" w:rsidRPr="00C14101" w14:paraId="01FDD23E" w14:textId="77777777" w:rsidTr="008A7D0B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2D0D20" w14:textId="77777777" w:rsidR="00CE2E72" w:rsidRPr="00C14101" w:rsidRDefault="00CE2E72" w:rsidP="008A7D0B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75D74CA" w14:textId="77777777" w:rsidR="00CE2E72" w:rsidRPr="00C14101" w:rsidRDefault="00CE2E72" w:rsidP="008A7D0B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CE2E72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CE2E72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CE2E72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07566671" w14:textId="77777777" w:rsidR="00CE2E72" w:rsidRPr="00C14101" w:rsidRDefault="00CE2E72" w:rsidP="008A7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8A4B699" w14:textId="77777777" w:rsidR="00CE2E72" w:rsidRPr="00C14101" w:rsidRDefault="00CE2E72" w:rsidP="008A7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01775305" w14:textId="77777777" w:rsidR="00BC121E" w:rsidRPr="00C14101" w:rsidRDefault="00CE2E72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4E05F03C" w14:textId="77777777" w:rsidTr="00D62E6E">
        <w:tc>
          <w:tcPr>
            <w:tcW w:w="2269" w:type="dxa"/>
            <w:shd w:val="clear" w:color="auto" w:fill="auto"/>
          </w:tcPr>
          <w:p w14:paraId="59B886A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712F9CD" w14:textId="77777777" w:rsidR="00D62E6E" w:rsidRPr="00D62E6E" w:rsidRDefault="00CE2E72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Remont drogi gminnej 600704K (</w:t>
            </w:r>
            <w:proofErr w:type="spellStart"/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ul.Chmielnik</w:t>
            </w:r>
            <w:proofErr w:type="spellEnd"/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) w km od 0+000,00 do km 0+221,50 w miejscowości </w:t>
            </w:r>
            <w:proofErr w:type="spellStart"/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Włosań</w:t>
            </w:r>
            <w:proofErr w:type="spellEnd"/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Gmina Mogilany</w:t>
            </w:r>
            <w:r w:rsidR="00D62E6E" w:rsidRPr="00D62E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CE2E72" w:rsidRPr="00D62E6E" w14:paraId="612161B5" w14:textId="77777777" w:rsidTr="008A7D0B">
        <w:tc>
          <w:tcPr>
            <w:tcW w:w="2269" w:type="dxa"/>
            <w:shd w:val="clear" w:color="auto" w:fill="auto"/>
          </w:tcPr>
          <w:p w14:paraId="54DE0191" w14:textId="77777777" w:rsidR="00CE2E72" w:rsidRPr="00D62E6E" w:rsidRDefault="00CE2E72" w:rsidP="008A7D0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3EEF45C" w14:textId="77777777" w:rsidR="00CE2E72" w:rsidRPr="00D62E6E" w:rsidRDefault="00CE2E72" w:rsidP="008A7D0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E2E7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ZP.271.1.18.2024</w:t>
            </w:r>
          </w:p>
        </w:tc>
      </w:tr>
    </w:tbl>
    <w:p w14:paraId="58AE595C" w14:textId="77777777" w:rsidR="00BC121E" w:rsidRDefault="00CE2E72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CE2E72">
        <w:rPr>
          <w:rFonts w:ascii="Arial" w:eastAsia="Times New Roman" w:hAnsi="Arial" w:cs="Arial"/>
          <w:b/>
          <w:sz w:val="24"/>
          <w:szCs w:val="24"/>
          <w:lang w:eastAsia="pl-PL"/>
        </w:rPr>
        <w:t>Gmina Mogilany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33A6FAE2" w14:textId="0F0C6C80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6B0DD6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3pt;height:17.25pt" o:ole="">
            <v:imagedata r:id="rId8" o:title=""/>
          </v:shape>
          <w:control r:id="rId9" w:name="OptionButton211" w:shapeid="_x0000_i1030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7F38F7D" w14:textId="1F44DC00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0CE100A3">
          <v:shape id="_x0000_i1032" type="#_x0000_t75" style="width:453pt;height:17.25pt" o:ole="">
            <v:imagedata r:id="rId10" o:title=""/>
          </v:shape>
          <w:control r:id="rId11" w:name="OptionButton21" w:shapeid="_x0000_i1032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45D46AA7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137D07A9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640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645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624C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2C00EA4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A88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2A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A2F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3855CBD9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01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1C1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75D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E7A03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39E5EE4B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4F37914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4B78D932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1EA43A9D" w14:textId="77777777" w:rsidTr="00620E37">
        <w:tc>
          <w:tcPr>
            <w:tcW w:w="2660" w:type="dxa"/>
            <w:shd w:val="clear" w:color="auto" w:fill="auto"/>
          </w:tcPr>
          <w:p w14:paraId="76312056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5B286E4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3CEDB836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6C0D23A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4DB00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75677FF1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E2E72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D694878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EC552" w14:textId="77777777" w:rsidR="00A810DC" w:rsidRDefault="00A810DC">
      <w:r>
        <w:separator/>
      </w:r>
    </w:p>
  </w:endnote>
  <w:endnote w:type="continuationSeparator" w:id="0">
    <w:p w14:paraId="690BF4AE" w14:textId="77777777" w:rsidR="00A810DC" w:rsidRDefault="00A8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3038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EA312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CB50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829CA74" w14:textId="28121012" w:rsidR="009A4CD3" w:rsidRDefault="00394081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1AA22B8" wp14:editId="481350DD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96444373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90D3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6486FC0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3305" w14:textId="77777777" w:rsidR="00CE2E72" w:rsidRDefault="00CE2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C2ED9" w14:textId="77777777" w:rsidR="00A810DC" w:rsidRDefault="00A810DC">
      <w:r>
        <w:separator/>
      </w:r>
    </w:p>
  </w:footnote>
  <w:footnote w:type="continuationSeparator" w:id="0">
    <w:p w14:paraId="1BD20379" w14:textId="77777777" w:rsidR="00A810DC" w:rsidRDefault="00A81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9AE5" w14:textId="77777777" w:rsidR="00CE2E72" w:rsidRDefault="00CE2E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5BC23" w14:textId="11D016B0" w:rsidR="00CE2E72" w:rsidRDefault="00394081">
    <w:pPr>
      <w:pStyle w:val="Nagwek"/>
    </w:pPr>
    <w:r>
      <w:rPr>
        <w:noProof/>
      </w:rPr>
      <w:drawing>
        <wp:inline distT="0" distB="0" distL="0" distR="0" wp14:anchorId="196D855D" wp14:editId="487A2AFD">
          <wp:extent cx="476250" cy="32385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AAF68" w14:textId="77777777" w:rsidR="00CE2E72" w:rsidRDefault="00CE2E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9009294">
    <w:abstractNumId w:val="13"/>
  </w:num>
  <w:num w:numId="2" w16cid:durableId="926690224">
    <w:abstractNumId w:val="0"/>
  </w:num>
  <w:num w:numId="3" w16cid:durableId="1208838485">
    <w:abstractNumId w:val="11"/>
  </w:num>
  <w:num w:numId="4" w16cid:durableId="1062675199">
    <w:abstractNumId w:val="8"/>
  </w:num>
  <w:num w:numId="5" w16cid:durableId="1287275049">
    <w:abstractNumId w:val="7"/>
  </w:num>
  <w:num w:numId="6" w16cid:durableId="1654673241">
    <w:abstractNumId w:val="1"/>
  </w:num>
  <w:num w:numId="7" w16cid:durableId="1431001720">
    <w:abstractNumId w:val="6"/>
  </w:num>
  <w:num w:numId="8" w16cid:durableId="2060474868">
    <w:abstractNumId w:val="3"/>
  </w:num>
  <w:num w:numId="9" w16cid:durableId="552350522">
    <w:abstractNumId w:val="2"/>
  </w:num>
  <w:num w:numId="10" w16cid:durableId="2028940074">
    <w:abstractNumId w:val="5"/>
  </w:num>
  <w:num w:numId="11" w16cid:durableId="546332844">
    <w:abstractNumId w:val="10"/>
  </w:num>
  <w:num w:numId="12" w16cid:durableId="2106418343">
    <w:abstractNumId w:val="4"/>
  </w:num>
  <w:num w:numId="13" w16cid:durableId="676537335">
    <w:abstractNumId w:val="9"/>
  </w:num>
  <w:num w:numId="14" w16cid:durableId="21401477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DC"/>
    <w:rsid w:val="0000184A"/>
    <w:rsid w:val="00007C1C"/>
    <w:rsid w:val="00012997"/>
    <w:rsid w:val="000621A2"/>
    <w:rsid w:val="00065EF8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D75A7"/>
    <w:rsid w:val="002E71FA"/>
    <w:rsid w:val="002F1615"/>
    <w:rsid w:val="003024A8"/>
    <w:rsid w:val="00307E5F"/>
    <w:rsid w:val="00312A4F"/>
    <w:rsid w:val="00336EEB"/>
    <w:rsid w:val="00360BC3"/>
    <w:rsid w:val="00394081"/>
    <w:rsid w:val="003E5D20"/>
    <w:rsid w:val="003F6927"/>
    <w:rsid w:val="00415097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9A56C1"/>
    <w:rsid w:val="00A24942"/>
    <w:rsid w:val="00A311C9"/>
    <w:rsid w:val="00A366FC"/>
    <w:rsid w:val="00A46EFE"/>
    <w:rsid w:val="00A73C79"/>
    <w:rsid w:val="00A807A7"/>
    <w:rsid w:val="00A810D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CE2E72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0CAF"/>
    <w:rsid w:val="00EC667E"/>
    <w:rsid w:val="00F46593"/>
    <w:rsid w:val="00F568D6"/>
    <w:rsid w:val="00F70072"/>
    <w:rsid w:val="00FC0D91"/>
    <w:rsid w:val="00FE4A73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C08E35B"/>
  <w15:chartTrackingRefBased/>
  <w15:docId w15:val="{205D9BF1-69FB-4637-A9B5-375FBD73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230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bfafrowicz</dc:creator>
  <cp:keywords/>
  <cp:lastModifiedBy>Beata Fąfrowicz</cp:lastModifiedBy>
  <cp:revision>2</cp:revision>
  <cp:lastPrinted>2010-01-07T09:39:00Z</cp:lastPrinted>
  <dcterms:created xsi:type="dcterms:W3CDTF">2024-11-05T13:53:00Z</dcterms:created>
  <dcterms:modified xsi:type="dcterms:W3CDTF">2024-11-05T13:53:00Z</dcterms:modified>
</cp:coreProperties>
</file>