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867C7" w14:textId="7DF40689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DB24E5">
        <w:rPr>
          <w:rFonts w:ascii="Arial" w:hAnsi="Arial" w:cs="Arial"/>
          <w:bCs/>
          <w:i w:val="0"/>
          <w:szCs w:val="24"/>
        </w:rPr>
        <w:t>10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7384A9DE" w14:textId="77777777" w:rsidTr="00467CA2">
        <w:tc>
          <w:tcPr>
            <w:tcW w:w="2800" w:type="dxa"/>
            <w:shd w:val="clear" w:color="auto" w:fill="auto"/>
          </w:tcPr>
          <w:p w14:paraId="31D20899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1A09E1C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9DE91C7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A8B77EE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7CD4DC0B" w14:textId="77777777" w:rsidTr="00467CA2">
        <w:tc>
          <w:tcPr>
            <w:tcW w:w="2800" w:type="dxa"/>
            <w:shd w:val="clear" w:color="auto" w:fill="auto"/>
          </w:tcPr>
          <w:p w14:paraId="4375A3A2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3134C9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66E861C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91BDC07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D0A9A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1D4C6F59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D971C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32EF318B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858789C" w14:textId="0AA00230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1F7FCE" w:rsidRPr="001F7FCE">
        <w:rPr>
          <w:rFonts w:ascii="Arial" w:hAnsi="Arial" w:cs="Arial"/>
          <w:sz w:val="24"/>
          <w:szCs w:val="24"/>
        </w:rPr>
        <w:t>(</w:t>
      </w:r>
      <w:proofErr w:type="spellStart"/>
      <w:r w:rsidR="001F7FCE" w:rsidRPr="001F7FCE">
        <w:rPr>
          <w:rFonts w:ascii="Arial" w:hAnsi="Arial" w:cs="Arial"/>
          <w:sz w:val="24"/>
          <w:szCs w:val="24"/>
        </w:rPr>
        <w:t>t.j</w:t>
      </w:r>
      <w:proofErr w:type="spellEnd"/>
      <w:r w:rsidR="001F7FCE" w:rsidRPr="001F7FCE">
        <w:rPr>
          <w:rFonts w:ascii="Arial" w:hAnsi="Arial" w:cs="Arial"/>
          <w:sz w:val="24"/>
          <w:szCs w:val="24"/>
        </w:rPr>
        <w:t>. Dz. U. z 202</w:t>
      </w:r>
      <w:r w:rsidR="004C39CF">
        <w:rPr>
          <w:rFonts w:ascii="Arial" w:hAnsi="Arial" w:cs="Arial"/>
          <w:sz w:val="24"/>
          <w:szCs w:val="24"/>
        </w:rPr>
        <w:t>4</w:t>
      </w:r>
      <w:r w:rsidR="001F7FCE" w:rsidRPr="001F7FCE">
        <w:rPr>
          <w:rFonts w:ascii="Arial" w:hAnsi="Arial" w:cs="Arial"/>
          <w:sz w:val="24"/>
          <w:szCs w:val="24"/>
        </w:rPr>
        <w:t>r. poz. 1</w:t>
      </w:r>
      <w:r w:rsidR="004C39CF">
        <w:rPr>
          <w:rFonts w:ascii="Arial" w:hAnsi="Arial" w:cs="Arial"/>
          <w:sz w:val="24"/>
          <w:szCs w:val="24"/>
        </w:rPr>
        <w:t>320</w:t>
      </w:r>
      <w:r w:rsidR="001F7FCE" w:rsidRPr="001F7FCE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529DFEDE" w14:textId="77777777" w:rsidTr="00467CA2">
        <w:tc>
          <w:tcPr>
            <w:tcW w:w="2269" w:type="dxa"/>
            <w:shd w:val="clear" w:color="auto" w:fill="auto"/>
          </w:tcPr>
          <w:p w14:paraId="1517B2E5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936B3D6" w14:textId="77777777" w:rsidR="00D520D3" w:rsidRPr="00A2540E" w:rsidRDefault="001F7FCE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F7FC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Odbiór i zagospodarowanie odpadów komunalnych od właścicieli nieruchomości zamieszkałych na terenie Gminy Mogilany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1F7FCE" w:rsidRPr="00A2540E" w14:paraId="6279C1C3" w14:textId="77777777" w:rsidTr="00DD0CBF">
        <w:tc>
          <w:tcPr>
            <w:tcW w:w="2269" w:type="dxa"/>
            <w:shd w:val="clear" w:color="auto" w:fill="auto"/>
          </w:tcPr>
          <w:p w14:paraId="12477A98" w14:textId="77777777" w:rsidR="001F7FCE" w:rsidRPr="00A2540E" w:rsidRDefault="001F7FCE" w:rsidP="00DD0CB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B36DAEE" w14:textId="77777777" w:rsidR="001F7FCE" w:rsidRPr="00A2540E" w:rsidRDefault="001F7FCE" w:rsidP="00DD0CBF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F7FC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ZP.271.1.13.2024</w:t>
            </w:r>
          </w:p>
        </w:tc>
      </w:tr>
    </w:tbl>
    <w:p w14:paraId="740B45DB" w14:textId="77777777" w:rsidR="00DC652A" w:rsidRPr="00053927" w:rsidRDefault="001F7FCE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6F83D19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F0CE247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1C5195D6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0EDF6A2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41B47B1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59A3CE6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691F22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A7DD470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784BBCA1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C905491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1808FDB1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BF93FED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14162BA9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3195AD97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5631405D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F06B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3630F5D7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6CAFB71A" w14:textId="77777777" w:rsidTr="00467CA2">
        <w:tc>
          <w:tcPr>
            <w:tcW w:w="2660" w:type="dxa"/>
            <w:shd w:val="clear" w:color="auto" w:fill="auto"/>
          </w:tcPr>
          <w:p w14:paraId="0F5419C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86D33D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0069BAF0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3352CC7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03B2D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AF10DE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1F7FCE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2C104C45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5BBBB" w14:textId="77777777" w:rsidR="00331E28" w:rsidRDefault="00331E28" w:rsidP="00025386">
      <w:pPr>
        <w:spacing w:after="0" w:line="240" w:lineRule="auto"/>
      </w:pPr>
      <w:r>
        <w:separator/>
      </w:r>
    </w:p>
  </w:endnote>
  <w:endnote w:type="continuationSeparator" w:id="0">
    <w:p w14:paraId="5A81C8A0" w14:textId="77777777" w:rsidR="00331E28" w:rsidRDefault="00331E2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04B2E" w14:textId="77777777" w:rsidR="001F7FCE" w:rsidRDefault="001F7F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86070" w14:textId="235CF93E" w:rsidR="00025386" w:rsidRDefault="001564E3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C1DB6A" wp14:editId="4A11AE6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AD5EC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0AD87F88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EA14BE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7BBB" w14:textId="77777777" w:rsidR="001F7FCE" w:rsidRDefault="001F7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B715A" w14:textId="77777777" w:rsidR="00331E28" w:rsidRDefault="00331E28" w:rsidP="00025386">
      <w:pPr>
        <w:spacing w:after="0" w:line="240" w:lineRule="auto"/>
      </w:pPr>
      <w:r>
        <w:separator/>
      </w:r>
    </w:p>
  </w:footnote>
  <w:footnote w:type="continuationSeparator" w:id="0">
    <w:p w14:paraId="11F520BD" w14:textId="77777777" w:rsidR="00331E28" w:rsidRDefault="00331E2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08256" w14:textId="77777777" w:rsidR="001F7FCE" w:rsidRDefault="001F7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4A2AB" w14:textId="77777777" w:rsidR="001F7FCE" w:rsidRDefault="001F7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9B821" w14:textId="77777777" w:rsidR="001F7FCE" w:rsidRDefault="001F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28"/>
    <w:rsid w:val="00025386"/>
    <w:rsid w:val="000423B9"/>
    <w:rsid w:val="00053927"/>
    <w:rsid w:val="00066C44"/>
    <w:rsid w:val="00071D4C"/>
    <w:rsid w:val="00084786"/>
    <w:rsid w:val="001564E3"/>
    <w:rsid w:val="0016158F"/>
    <w:rsid w:val="001C2314"/>
    <w:rsid w:val="001F7FCE"/>
    <w:rsid w:val="00213980"/>
    <w:rsid w:val="00331E28"/>
    <w:rsid w:val="004374F2"/>
    <w:rsid w:val="00460705"/>
    <w:rsid w:val="00467CA2"/>
    <w:rsid w:val="00485239"/>
    <w:rsid w:val="004C39CF"/>
    <w:rsid w:val="004E27D7"/>
    <w:rsid w:val="00547FF8"/>
    <w:rsid w:val="0055145C"/>
    <w:rsid w:val="005624D8"/>
    <w:rsid w:val="00620476"/>
    <w:rsid w:val="00657A47"/>
    <w:rsid w:val="0071340C"/>
    <w:rsid w:val="00745A44"/>
    <w:rsid w:val="00750676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77707"/>
    <w:rsid w:val="00BE3BCE"/>
    <w:rsid w:val="00C441E1"/>
    <w:rsid w:val="00CB29AC"/>
    <w:rsid w:val="00D520D3"/>
    <w:rsid w:val="00D55FC4"/>
    <w:rsid w:val="00D9320D"/>
    <w:rsid w:val="00DB24E5"/>
    <w:rsid w:val="00DC4842"/>
    <w:rsid w:val="00DC587A"/>
    <w:rsid w:val="00DC652A"/>
    <w:rsid w:val="00DE3B21"/>
    <w:rsid w:val="00DE73DD"/>
    <w:rsid w:val="00E27ABB"/>
    <w:rsid w:val="00E422AA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C9140"/>
  <w15:chartTrackingRefBased/>
  <w15:docId w15:val="{AE62AB1F-3E1B-4602-A44E-FF81A013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FAF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bfafrowicz</dc:creator>
  <cp:keywords/>
  <dc:description/>
  <cp:lastModifiedBy>Beata Fąfrowicz</cp:lastModifiedBy>
  <cp:revision>2</cp:revision>
  <dcterms:created xsi:type="dcterms:W3CDTF">2024-09-12T10:05:00Z</dcterms:created>
  <dcterms:modified xsi:type="dcterms:W3CDTF">2024-09-12T10:05:00Z</dcterms:modified>
</cp:coreProperties>
</file>