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596BA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B109A" w:rsidRPr="00EB109A">
        <w:rPr>
          <w:rFonts w:ascii="Arial" w:hAnsi="Arial" w:cs="Arial"/>
          <w:bCs/>
          <w:i w:val="0"/>
          <w:szCs w:val="24"/>
        </w:rPr>
        <w:t>5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7B44409F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4701910" w14:textId="77777777" w:rsidR="006676AE" w:rsidRPr="0012157F" w:rsidRDefault="00EB109A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EB109A">
        <w:rPr>
          <w:rFonts w:ascii="Arial" w:hAnsi="Arial" w:cs="Arial"/>
        </w:rPr>
        <w:t>Gmina Malanów</w:t>
      </w:r>
    </w:p>
    <w:p w14:paraId="5B7E33AF" w14:textId="77777777" w:rsidR="006676AE" w:rsidRPr="0012157F" w:rsidRDefault="00EB109A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EB109A">
        <w:rPr>
          <w:rFonts w:ascii="Arial" w:hAnsi="Arial" w:cs="Arial"/>
        </w:rPr>
        <w:t>Turecka</w:t>
      </w:r>
      <w:r w:rsidR="006676AE" w:rsidRPr="0012157F">
        <w:rPr>
          <w:rFonts w:ascii="Arial" w:hAnsi="Arial" w:cs="Arial"/>
        </w:rPr>
        <w:t xml:space="preserve"> </w:t>
      </w:r>
      <w:r w:rsidRPr="00EB109A">
        <w:rPr>
          <w:rFonts w:ascii="Arial" w:hAnsi="Arial" w:cs="Arial"/>
        </w:rPr>
        <w:t>16</w:t>
      </w:r>
      <w:r w:rsidR="006676AE" w:rsidRPr="0012157F">
        <w:rPr>
          <w:rFonts w:ascii="Arial" w:hAnsi="Arial" w:cs="Arial"/>
        </w:rPr>
        <w:t xml:space="preserve"> </w:t>
      </w:r>
    </w:p>
    <w:p w14:paraId="1391953F" w14:textId="77777777" w:rsidR="00F90CD1" w:rsidRDefault="00EB109A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EB109A">
        <w:rPr>
          <w:rFonts w:ascii="Arial" w:hAnsi="Arial" w:cs="Arial"/>
        </w:rPr>
        <w:t>62-709</w:t>
      </w:r>
      <w:r w:rsidR="006676AE" w:rsidRPr="0012157F">
        <w:rPr>
          <w:rFonts w:ascii="Arial" w:hAnsi="Arial" w:cs="Arial"/>
        </w:rPr>
        <w:t xml:space="preserve"> </w:t>
      </w:r>
      <w:r w:rsidRPr="00EB109A">
        <w:rPr>
          <w:rFonts w:ascii="Arial" w:hAnsi="Arial" w:cs="Arial"/>
        </w:rPr>
        <w:t>Malanów</w:t>
      </w:r>
    </w:p>
    <w:p w14:paraId="53174F1A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404281A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527471AE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0AB6610B" w14:textId="77777777" w:rsidTr="0018769E">
        <w:tc>
          <w:tcPr>
            <w:tcW w:w="2800" w:type="dxa"/>
            <w:shd w:val="clear" w:color="auto" w:fill="auto"/>
          </w:tcPr>
          <w:p w14:paraId="5839F8C6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309B89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6FB71F0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74EF268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7A9E70CF" w14:textId="77777777" w:rsidTr="0018769E">
        <w:tc>
          <w:tcPr>
            <w:tcW w:w="2800" w:type="dxa"/>
            <w:shd w:val="clear" w:color="auto" w:fill="auto"/>
          </w:tcPr>
          <w:p w14:paraId="11B58DA2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D0740E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A5137C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8D5BC1D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B5AB1F5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109A" w:rsidRPr="0012157F" w14:paraId="18412B1C" w14:textId="77777777" w:rsidTr="00465BDB">
        <w:tc>
          <w:tcPr>
            <w:tcW w:w="9104" w:type="dxa"/>
            <w:shd w:val="clear" w:color="auto" w:fill="D9D9D9"/>
          </w:tcPr>
          <w:p w14:paraId="5169C81D" w14:textId="77777777" w:rsidR="00EB109A" w:rsidRPr="0012157F" w:rsidRDefault="00EB109A" w:rsidP="00465BDB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622EDEA5" w14:textId="77777777" w:rsidR="00EB109A" w:rsidRPr="0012157F" w:rsidRDefault="00EB109A" w:rsidP="00465BD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EB109A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EB109A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EB109A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B203F2D" w14:textId="77777777" w:rsidR="00EB109A" w:rsidRPr="00612283" w:rsidRDefault="00EB109A" w:rsidP="00465BDB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5F247604" w14:textId="77777777" w:rsidR="00EB109A" w:rsidRPr="00612283" w:rsidRDefault="00EB109A" w:rsidP="00465BDB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14D05B09" w14:textId="77777777" w:rsidR="00EB109A" w:rsidRPr="0012157F" w:rsidRDefault="00EB109A" w:rsidP="00465BDB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171F858D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2DD24547" w14:textId="77777777" w:rsidTr="0018769E">
        <w:tc>
          <w:tcPr>
            <w:tcW w:w="2269" w:type="dxa"/>
            <w:shd w:val="clear" w:color="auto" w:fill="auto"/>
          </w:tcPr>
          <w:p w14:paraId="2F53246D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3A937E6" w14:textId="77777777" w:rsidR="002578E4" w:rsidRPr="00A2540E" w:rsidRDefault="00EB109A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B10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Zagospodarowanie </w:t>
            </w:r>
            <w:proofErr w:type="spellStart"/>
            <w:r w:rsidRPr="00EB10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centru</w:t>
            </w:r>
            <w:proofErr w:type="spellEnd"/>
            <w:r w:rsidRPr="00EB10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wsi Bibianna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B109A" w:rsidRPr="00A2540E" w14:paraId="00E4DE77" w14:textId="77777777" w:rsidTr="00465BDB">
        <w:tc>
          <w:tcPr>
            <w:tcW w:w="2269" w:type="dxa"/>
            <w:shd w:val="clear" w:color="auto" w:fill="auto"/>
          </w:tcPr>
          <w:p w14:paraId="76B87CA5" w14:textId="77777777" w:rsidR="00EB109A" w:rsidRPr="00A2540E" w:rsidRDefault="00EB109A" w:rsidP="00465BD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E92CD90" w14:textId="77777777" w:rsidR="00EB109A" w:rsidRPr="00A2540E" w:rsidRDefault="00EB109A" w:rsidP="00465BD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B10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RI.271.4.2024.WS</w:t>
            </w:r>
          </w:p>
        </w:tc>
      </w:tr>
    </w:tbl>
    <w:p w14:paraId="673723D7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66DA2E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EB109A" w:rsidRPr="00EB109A">
        <w:rPr>
          <w:rFonts w:ascii="Arial" w:hAnsi="Arial" w:cs="Arial"/>
          <w:b/>
          <w:sz w:val="24"/>
          <w:szCs w:val="24"/>
        </w:rPr>
        <w:t>Gmina Malanów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156BEBF3" w14:textId="77777777" w:rsidTr="00650D6C">
        <w:tc>
          <w:tcPr>
            <w:tcW w:w="9104" w:type="dxa"/>
            <w:shd w:val="clear" w:color="auto" w:fill="D9D9D9"/>
          </w:tcPr>
          <w:p w14:paraId="09CCEB4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6847903B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1C75282A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559288F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719DE816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1DD8B3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2236E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0D860F20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AFF0222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630059E3" w14:textId="77777777" w:rsidTr="00CD4DD1">
        <w:tc>
          <w:tcPr>
            <w:tcW w:w="9104" w:type="dxa"/>
            <w:shd w:val="clear" w:color="auto" w:fill="D9D9D9"/>
          </w:tcPr>
          <w:p w14:paraId="5401C571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F855181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6486DD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74E3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1D0D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EB109A" w:rsidRPr="0012157F" w14:paraId="595FACD0" w14:textId="77777777" w:rsidTr="00465B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9D15" w14:textId="77777777" w:rsidR="00EB109A" w:rsidRPr="0012157F" w:rsidRDefault="00EB109A" w:rsidP="00465BD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0F84" w14:textId="77777777" w:rsidR="00EB109A" w:rsidRPr="0012157F" w:rsidRDefault="00EB109A" w:rsidP="00465BD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109A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AB4E91D" w14:textId="77777777" w:rsidR="00EB109A" w:rsidRPr="0012157F" w:rsidRDefault="00EB109A" w:rsidP="00465BD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t>Zamawiający nie określa szczegółowego warunku w tym zakresie</w:t>
            </w:r>
          </w:p>
        </w:tc>
      </w:tr>
      <w:tr w:rsidR="00EB109A" w:rsidRPr="0012157F" w14:paraId="1402B8E4" w14:textId="77777777" w:rsidTr="00465B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9901" w14:textId="77777777" w:rsidR="00EB109A" w:rsidRPr="0012157F" w:rsidRDefault="00EB109A" w:rsidP="00465BD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EEE4" w14:textId="77777777" w:rsidR="00342490" w:rsidRPr="00342490" w:rsidRDefault="00342490" w:rsidP="00342490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42490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02607D85" w14:textId="77777777" w:rsidR="00342490" w:rsidRPr="00342490" w:rsidRDefault="00342490" w:rsidP="00342490">
            <w:pPr>
              <w:spacing w:before="6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490">
              <w:rPr>
                <w:rFonts w:ascii="Arial" w:hAnsi="Arial" w:cs="Arial"/>
                <w:sz w:val="24"/>
                <w:szCs w:val="24"/>
              </w:rPr>
              <w:t>Wykonawca musi wykazać, że w okresie ostatnich 5 lat przed upływem terminu składania  ofert, a jeżeli okres prowadzenia działalności jest krótszy - w tym okresie, wykonał należycie, zgodnie z zasadami sztuki budowlanej i prawidłowo ukończył co najmniej 2 roboty budowlane polegające na budowie/przebudowie/rozbudowie/doposażeniu boiska i/lub placu zabaw i/lub siłowni zewnętrznej o łącznej wartości nie  mniejszej niż 2 000 000,00 zł brutto wraz z potwierdzeniem ich należytego wykonania.</w:t>
            </w:r>
          </w:p>
          <w:p w14:paraId="4ABBFEE1" w14:textId="77777777" w:rsidR="00342490" w:rsidRPr="00342490" w:rsidRDefault="00342490" w:rsidP="00342490">
            <w:pPr>
              <w:spacing w:before="6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490">
              <w:rPr>
                <w:rFonts w:ascii="Arial" w:hAnsi="Arial" w:cs="Arial"/>
                <w:sz w:val="24"/>
                <w:szCs w:val="24"/>
              </w:rPr>
              <w:t>Wykonawca wskaże osobę do wykonania niniejszego zamówienia wraz z informacjami na temat jego kwalifikacji zawodowych a także zakresu wykonywanych przez niego czynności. Osoba ta musi spełniać następujące warunki:</w:t>
            </w:r>
          </w:p>
          <w:p w14:paraId="1D9C6606" w14:textId="5E2A37A6" w:rsidR="00EB109A" w:rsidRPr="00342490" w:rsidRDefault="00342490" w:rsidP="00342490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490">
              <w:rPr>
                <w:rFonts w:ascii="Arial" w:hAnsi="Arial" w:cs="Arial"/>
                <w:sz w:val="24"/>
                <w:szCs w:val="24"/>
              </w:rPr>
              <w:t>- jedna osoba, która będzie pełniła funkcję Kierownika budowy posiadająca uprawnienia do sprawowania samodzielnych funkcji technicznych w budownictwie tj.: do kierowania robotami budowlanymi w specjalności konstrukcyjno-budowlanej. Poza osobą kierownika budowy, Wykonawca zapewni udział w realizacji niniejszego zamówienia niezbędnej ilości osób, posiadających wymagane kwalifikacje zawodowe, uprawnienia i wykształcenie jeżeli w trakcie realizacji niniejszego zamówienia, z uwagi na zakres przedmiotu zamówienia, wystąpi taka konieczność; wszystkie osoby wchodzące w skład personelu Wykonawcy muszą biegle władać językiem polskim, w przypadku, gdy którakolwiek z osób wchodzących w skład personelu Wykonawcy nie posiada biegłej znajomości języka polskiego, Wykonawca zobowiązany jest zapewnić na własny koszt, tłumacza dla potrzeb i na okres realizacji umowy; w przypadku wspólnego ubiegania się o zamówienie dwóch lub więcej Wykonawców – warunek można spełniać łącznie;</w:t>
            </w:r>
          </w:p>
        </w:tc>
      </w:tr>
      <w:tr w:rsidR="00EB109A" w:rsidRPr="0012157F" w14:paraId="057545E0" w14:textId="77777777" w:rsidTr="00465B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CBF5" w14:textId="77777777" w:rsidR="00EB109A" w:rsidRPr="0012157F" w:rsidRDefault="00EB109A" w:rsidP="00465BD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5AA1" w14:textId="77777777" w:rsidR="00EB109A" w:rsidRPr="00342490" w:rsidRDefault="00EB109A" w:rsidP="00465BD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2490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533DD084" w14:textId="77777777" w:rsidR="00EB109A" w:rsidRPr="00342490" w:rsidRDefault="00EB109A" w:rsidP="00465BD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490">
              <w:rPr>
                <w:rFonts w:ascii="Arial" w:hAnsi="Arial" w:cs="Arial"/>
                <w:sz w:val="24"/>
                <w:szCs w:val="24"/>
              </w:rPr>
              <w:t>Zamawiający nie określa szczegółowego warunku w tym zakresie.</w:t>
            </w:r>
          </w:p>
        </w:tc>
      </w:tr>
      <w:tr w:rsidR="00EB109A" w:rsidRPr="0012157F" w14:paraId="534EF930" w14:textId="77777777" w:rsidTr="00465B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67C1" w14:textId="77777777" w:rsidR="00EB109A" w:rsidRPr="0012157F" w:rsidRDefault="00EB109A" w:rsidP="00465BD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5EF6" w14:textId="77777777" w:rsidR="00EB109A" w:rsidRPr="0012157F" w:rsidRDefault="00EB109A" w:rsidP="00465BD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109A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0292C2FC" w14:textId="77777777" w:rsidR="00EB109A" w:rsidRPr="0012157F" w:rsidRDefault="00EB109A" w:rsidP="00465BD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09A">
              <w:rPr>
                <w:rFonts w:ascii="Arial" w:hAnsi="Arial" w:cs="Arial"/>
                <w:sz w:val="24"/>
                <w:szCs w:val="24"/>
              </w:rPr>
              <w:t>Zamawiający nie określa szczegółowego warunku w tym zakresie.</w:t>
            </w:r>
          </w:p>
        </w:tc>
      </w:tr>
    </w:tbl>
    <w:p w14:paraId="17BA96C3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6C3665AB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DE73F1D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B6D2E41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16942AB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4D3668D2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3B6013AF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6FE000C8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F8ADB2F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0D0794E3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6E770D9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52F926F" w14:textId="77777777" w:rsidTr="00CD4DD1">
        <w:tc>
          <w:tcPr>
            <w:tcW w:w="9104" w:type="dxa"/>
            <w:shd w:val="clear" w:color="auto" w:fill="D9D9D9"/>
          </w:tcPr>
          <w:p w14:paraId="27E1315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D11510B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0AF6A160" w14:textId="77777777" w:rsidTr="00847232">
        <w:tc>
          <w:tcPr>
            <w:tcW w:w="9104" w:type="dxa"/>
            <w:shd w:val="clear" w:color="auto" w:fill="D9D9D9"/>
          </w:tcPr>
          <w:p w14:paraId="6C5EC69F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2998AA9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69445E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70B53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AE514D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15D3A5F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0952641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4E959FD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728FAE" w14:textId="3B7F7258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</w:p>
    <w:p w14:paraId="3BFEE7D8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D111705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53ACF494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4D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D3514" w14:textId="77777777" w:rsidR="004D7B61" w:rsidRDefault="004D7B61" w:rsidP="0038231F">
      <w:pPr>
        <w:spacing w:after="0" w:line="240" w:lineRule="auto"/>
      </w:pPr>
      <w:r>
        <w:separator/>
      </w:r>
    </w:p>
  </w:endnote>
  <w:endnote w:type="continuationSeparator" w:id="0">
    <w:p w14:paraId="3180D877" w14:textId="77777777" w:rsidR="004D7B61" w:rsidRDefault="004D7B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D2805" w14:textId="77777777" w:rsidR="00EB109A" w:rsidRDefault="00EB10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5442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9858A0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4E150" w14:textId="77777777" w:rsidR="00EB109A" w:rsidRDefault="00EB1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5C1C7" w14:textId="77777777" w:rsidR="004D7B61" w:rsidRDefault="004D7B61" w:rsidP="0038231F">
      <w:pPr>
        <w:spacing w:after="0" w:line="240" w:lineRule="auto"/>
      </w:pPr>
      <w:r>
        <w:separator/>
      </w:r>
    </w:p>
  </w:footnote>
  <w:footnote w:type="continuationSeparator" w:id="0">
    <w:p w14:paraId="01DCD922" w14:textId="77777777" w:rsidR="004D7B61" w:rsidRDefault="004D7B61" w:rsidP="0038231F">
      <w:pPr>
        <w:spacing w:after="0" w:line="240" w:lineRule="auto"/>
      </w:pPr>
      <w:r>
        <w:continuationSeparator/>
      </w:r>
    </w:p>
  </w:footnote>
  <w:footnote w:id="1">
    <w:p w14:paraId="71E699E7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6AB361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47F8D5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1FEB7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B666" w14:textId="77777777" w:rsidR="00EB109A" w:rsidRDefault="00EB10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82183" w14:textId="77777777" w:rsidR="00EB109A" w:rsidRDefault="00EB10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80E5B" w14:textId="77777777" w:rsidR="00EB109A" w:rsidRDefault="00EB1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69585">
    <w:abstractNumId w:val="11"/>
  </w:num>
  <w:num w:numId="2" w16cid:durableId="280308418">
    <w:abstractNumId w:val="0"/>
  </w:num>
  <w:num w:numId="3" w16cid:durableId="127092217">
    <w:abstractNumId w:val="10"/>
  </w:num>
  <w:num w:numId="4" w16cid:durableId="364527195">
    <w:abstractNumId w:val="13"/>
  </w:num>
  <w:num w:numId="5" w16cid:durableId="1882281429">
    <w:abstractNumId w:val="12"/>
  </w:num>
  <w:num w:numId="6" w16cid:durableId="448202395">
    <w:abstractNumId w:val="9"/>
  </w:num>
  <w:num w:numId="7" w16cid:durableId="656156451">
    <w:abstractNumId w:val="1"/>
  </w:num>
  <w:num w:numId="8" w16cid:durableId="365060724">
    <w:abstractNumId w:val="6"/>
  </w:num>
  <w:num w:numId="9" w16cid:durableId="1442336965">
    <w:abstractNumId w:val="4"/>
  </w:num>
  <w:num w:numId="10" w16cid:durableId="1442649533">
    <w:abstractNumId w:val="7"/>
  </w:num>
  <w:num w:numId="11" w16cid:durableId="482428084">
    <w:abstractNumId w:val="5"/>
  </w:num>
  <w:num w:numId="12" w16cid:durableId="1936404817">
    <w:abstractNumId w:val="8"/>
  </w:num>
  <w:num w:numId="13" w16cid:durableId="865144207">
    <w:abstractNumId w:val="3"/>
  </w:num>
  <w:num w:numId="14" w16cid:durableId="1767458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61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2490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B61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34543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1836"/>
    <w:rsid w:val="00E60C28"/>
    <w:rsid w:val="00E64482"/>
    <w:rsid w:val="00E65685"/>
    <w:rsid w:val="00E73190"/>
    <w:rsid w:val="00E73CEB"/>
    <w:rsid w:val="00E74141"/>
    <w:rsid w:val="00EB109A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37F5B"/>
  <w15:docId w15:val="{2543B0C4-053B-4823-A064-9D1A0DD8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PN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4</Pages>
  <Words>942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Sypniewska</dc:creator>
  <cp:keywords/>
  <cp:lastModifiedBy>Wioletta Sypniewska</cp:lastModifiedBy>
  <cp:revision>2</cp:revision>
  <cp:lastPrinted>2016-07-26T10:32:00Z</cp:lastPrinted>
  <dcterms:created xsi:type="dcterms:W3CDTF">2024-05-23T09:16:00Z</dcterms:created>
  <dcterms:modified xsi:type="dcterms:W3CDTF">2024-05-23T09:16:00Z</dcterms:modified>
</cp:coreProperties>
</file>